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1CA" w:rsidRPr="00A855A1" w:rsidRDefault="00F711CA">
      <w:pPr>
        <w:spacing w:after="0"/>
        <w:rPr>
          <w:rFonts w:ascii="Times New Roman" w:hAnsi="Times New Roman" w:cs="Times New Roman"/>
          <w:lang w:val="ru-RU"/>
        </w:rPr>
      </w:pPr>
      <w:r w:rsidRPr="00A855A1">
        <w:rPr>
          <w:rFonts w:ascii="Times New Roman" w:hAnsi="Times New Roman" w:cs="Times New Roman"/>
          <w:b/>
          <w:color w:val="000000"/>
          <w:lang w:val="ru-RU"/>
        </w:rPr>
        <w:t>Об утверждении реестра государственных услуг</w:t>
      </w:r>
    </w:p>
    <w:p w:rsidR="00F711CA" w:rsidRPr="00A855A1" w:rsidRDefault="00F711CA">
      <w:pPr>
        <w:spacing w:after="0"/>
        <w:rPr>
          <w:rFonts w:ascii="Times New Roman" w:hAnsi="Times New Roman" w:cs="Times New Roman"/>
          <w:lang w:val="ru-RU"/>
        </w:rPr>
      </w:pPr>
      <w:r w:rsidRPr="00A855A1">
        <w:rPr>
          <w:rFonts w:ascii="Times New Roman" w:hAnsi="Times New Roman" w:cs="Times New Roman"/>
          <w:color w:val="000000"/>
          <w:sz w:val="20"/>
          <w:lang w:val="ru-RU"/>
        </w:rPr>
        <w:t>Постановление Правительства Республики Казахстан от 18 сентября 2013 года № 983</w:t>
      </w:r>
    </w:p>
    <w:p w:rsidR="00F711CA" w:rsidRPr="00A855A1" w:rsidRDefault="00F711CA">
      <w:pPr>
        <w:spacing w:after="0"/>
        <w:rPr>
          <w:rFonts w:ascii="Times New Roman" w:hAnsi="Times New Roman" w:cs="Times New Roman"/>
          <w:lang w:val="ru-RU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  <w:lang w:val="ru-RU"/>
        </w:rPr>
      </w:pP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В соответствии со</w:t>
      </w:r>
      <w:r w:rsidRPr="00A855A1">
        <w:rPr>
          <w:rFonts w:ascii="Times New Roman" w:hAnsi="Times New Roman" w:cs="Times New Roman"/>
          <w:color w:val="000000"/>
          <w:sz w:val="20"/>
        </w:rPr>
        <w:t>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статьей 6 Закона Республики Казахстан от 15 апреля 2013 года «О государственных услугах» Правительство Республики Казахстан </w:t>
      </w:r>
      <w:r w:rsidRPr="00A855A1">
        <w:rPr>
          <w:rFonts w:ascii="Times New Roman" w:hAnsi="Times New Roman" w:cs="Times New Roman"/>
          <w:b/>
          <w:color w:val="000000"/>
          <w:sz w:val="20"/>
          <w:lang w:val="ru-RU"/>
        </w:rPr>
        <w:t>ПОСТАНОВЛЯЕТ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>: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1. Утвердить прилагаемый</w:t>
      </w:r>
      <w:r w:rsidRPr="00A855A1">
        <w:rPr>
          <w:rFonts w:ascii="Times New Roman" w:hAnsi="Times New Roman" w:cs="Times New Roman"/>
          <w:color w:val="000000"/>
          <w:sz w:val="20"/>
        </w:rPr>
        <w:t>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>реестр государственных услуг.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2. Признать утратившими силу некоторые решения Правительства Республики Казахстан согласно</w:t>
      </w:r>
      <w:r w:rsidRPr="00A855A1">
        <w:rPr>
          <w:rFonts w:ascii="Times New Roman" w:hAnsi="Times New Roman" w:cs="Times New Roman"/>
          <w:color w:val="000000"/>
          <w:sz w:val="20"/>
        </w:rPr>
        <w:t>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>приложению к настоящему постановлению.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3. Настоящее постановление вводится в действие со дня первого официального опубликования.</w:t>
      </w:r>
    </w:p>
    <w:p w:rsidR="00F711CA" w:rsidRPr="00A855A1" w:rsidRDefault="00F711CA">
      <w:pPr>
        <w:spacing w:after="0"/>
        <w:rPr>
          <w:rFonts w:ascii="Times New Roman" w:hAnsi="Times New Roman" w:cs="Times New Roman"/>
          <w:lang w:val="ru-RU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  <w:lang w:val="ru-RU"/>
        </w:rPr>
      </w:pPr>
      <w:r w:rsidRPr="00A855A1">
        <w:rPr>
          <w:rFonts w:ascii="Times New Roman" w:hAnsi="Times New Roman" w:cs="Times New Roman"/>
          <w:i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i/>
          <w:color w:val="000000"/>
          <w:sz w:val="20"/>
          <w:lang w:val="ru-RU"/>
        </w:rPr>
        <w:t xml:space="preserve"> Премьер-Министр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i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i/>
          <w:color w:val="000000"/>
          <w:sz w:val="20"/>
          <w:lang w:val="ru-RU"/>
        </w:rPr>
        <w:t xml:space="preserve"> Республики Казахстан</w:t>
      </w:r>
      <w:r w:rsidRPr="00A855A1">
        <w:rPr>
          <w:rFonts w:ascii="Times New Roman" w:hAnsi="Times New Roman" w:cs="Times New Roman"/>
          <w:i/>
          <w:color w:val="000000"/>
          <w:sz w:val="20"/>
        </w:rPr>
        <w:t>                      </w:t>
      </w:r>
      <w:r w:rsidRPr="00A855A1">
        <w:rPr>
          <w:rFonts w:ascii="Times New Roman" w:hAnsi="Times New Roman" w:cs="Times New Roman"/>
          <w:i/>
          <w:color w:val="000000"/>
          <w:sz w:val="20"/>
          <w:lang w:val="ru-RU"/>
        </w:rPr>
        <w:t xml:space="preserve"> С. Ахметов</w:t>
      </w:r>
    </w:p>
    <w:p w:rsidR="00F711CA" w:rsidRPr="00A855A1" w:rsidRDefault="00F711CA">
      <w:pPr>
        <w:spacing w:after="0"/>
        <w:rPr>
          <w:rFonts w:ascii="Times New Roman" w:hAnsi="Times New Roman" w:cs="Times New Roman"/>
          <w:lang w:val="ru-RU"/>
        </w:rPr>
      </w:pPr>
    </w:p>
    <w:p w:rsidR="00F711CA" w:rsidRPr="00A855A1" w:rsidRDefault="00F711CA">
      <w:pPr>
        <w:spacing w:after="0"/>
        <w:jc w:val="right"/>
        <w:rPr>
          <w:rFonts w:ascii="Times New Roman" w:hAnsi="Times New Roman" w:cs="Times New Roman"/>
          <w:lang w:val="ru-RU"/>
        </w:rPr>
      </w:pP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 Утвержден</w:t>
      </w:r>
      <w:r w:rsidRPr="00A855A1">
        <w:rPr>
          <w:rFonts w:ascii="Times New Roman" w:hAnsi="Times New Roman" w:cs="Times New Roman"/>
          <w:color w:val="000000"/>
          <w:sz w:val="20"/>
        </w:rPr>
        <w:t>   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>постановлением Правительства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Республики Казахстан</w:t>
      </w:r>
      <w:r w:rsidRPr="00A855A1">
        <w:rPr>
          <w:rFonts w:ascii="Times New Roman" w:hAnsi="Times New Roman" w:cs="Times New Roman"/>
          <w:color w:val="000000"/>
          <w:sz w:val="20"/>
        </w:rPr>
        <w:t>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>от 18 сентября 2013 года № 983</w:t>
      </w:r>
    </w:p>
    <w:p w:rsidR="00F711CA" w:rsidRPr="00A855A1" w:rsidRDefault="00F711CA">
      <w:pPr>
        <w:spacing w:after="0"/>
        <w:rPr>
          <w:rFonts w:ascii="Times New Roman" w:hAnsi="Times New Roman" w:cs="Times New Roman"/>
          <w:lang w:val="ru-RU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  <w:r w:rsidRPr="00A855A1">
        <w:rPr>
          <w:rFonts w:ascii="Times New Roman" w:hAnsi="Times New Roman" w:cs="Times New Roman"/>
          <w:color w:val="000000"/>
          <w:sz w:val="20"/>
        </w:rPr>
        <w:t>                  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855A1">
        <w:rPr>
          <w:rFonts w:ascii="Times New Roman" w:hAnsi="Times New Roman" w:cs="Times New Roman"/>
          <w:color w:val="000000"/>
          <w:sz w:val="20"/>
        </w:rPr>
        <w:t> </w:t>
      </w:r>
      <w:r w:rsidRPr="00A855A1">
        <w:rPr>
          <w:rFonts w:ascii="Times New Roman" w:hAnsi="Times New Roman" w:cs="Times New Roman"/>
          <w:b/>
          <w:color w:val="000000"/>
          <w:sz w:val="20"/>
        </w:rPr>
        <w:t>Реестр государственных услуг</w:t>
      </w: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  <w:insideH w:val="single" w:sz="4" w:space="0" w:color="CFCFCF"/>
          <w:insideV w:val="single" w:sz="4" w:space="0" w:color="CFCFCF"/>
        </w:tblBorders>
        <w:tblLook w:val="00A0"/>
      </w:tblPr>
      <w:tblGrid>
        <w:gridCol w:w="487"/>
        <w:gridCol w:w="916"/>
        <w:gridCol w:w="1301"/>
        <w:gridCol w:w="1156"/>
        <w:gridCol w:w="1048"/>
        <w:gridCol w:w="1360"/>
        <w:gridCol w:w="1198"/>
        <w:gridCol w:w="999"/>
        <w:gridCol w:w="1383"/>
      </w:tblGrid>
      <w:tr w:rsidR="00F711CA" w:rsidRPr="00A855A1" w:rsidTr="00A855A1">
        <w:tc>
          <w:tcPr>
            <w:tcW w:w="333" w:type="dxa"/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№ п/п</w:t>
            </w:r>
          </w:p>
        </w:tc>
        <w:tc>
          <w:tcPr>
            <w:tcW w:w="1056" w:type="dxa"/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Код госу-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дарст-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венной услуги</w:t>
            </w:r>
          </w:p>
        </w:tc>
        <w:tc>
          <w:tcPr>
            <w:tcW w:w="1992" w:type="dxa"/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Наиме-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нование госу-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дарст-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венной услуги</w:t>
            </w:r>
          </w:p>
        </w:tc>
        <w:tc>
          <w:tcPr>
            <w:tcW w:w="1354" w:type="dxa"/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Сведения об услуго-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полу-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чателе (физи-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ческое и (или) юриди-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ческое лицо)</w:t>
            </w:r>
          </w:p>
        </w:tc>
        <w:tc>
          <w:tcPr>
            <w:tcW w:w="1035" w:type="dxa"/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Наиме-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нование цент-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рального госу-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дарст-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венного органа, разра-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батываю-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щего стандарт госу-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дарст-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венной услуги</w:t>
            </w:r>
          </w:p>
        </w:tc>
        <w:tc>
          <w:tcPr>
            <w:tcW w:w="1908" w:type="dxa"/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Наимено-</w:t>
            </w:r>
            <w:r w:rsidRPr="00A855A1">
              <w:rPr>
                <w:rFonts w:ascii="Times New Roman" w:hAnsi="Times New Roman" w:cs="Times New Roman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вание услуго-</w:t>
            </w:r>
            <w:r w:rsidRPr="00A855A1">
              <w:rPr>
                <w:rFonts w:ascii="Times New Roman" w:hAnsi="Times New Roman" w:cs="Times New Roman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дателя</w:t>
            </w:r>
          </w:p>
        </w:tc>
        <w:tc>
          <w:tcPr>
            <w:tcW w:w="1418" w:type="dxa"/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Наимено-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вания органи-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заций, осущест-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вляющих прием заявлений и выдачу резуль-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татов оказания госу-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дарст-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венной услуги, и (или) указание на веб-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портал «элект-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ронного прави-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тельства»</w:t>
            </w:r>
          </w:p>
        </w:tc>
        <w:tc>
          <w:tcPr>
            <w:tcW w:w="1099" w:type="dxa"/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Плат-</w:t>
            </w:r>
            <w:r w:rsidRPr="00A855A1">
              <w:rPr>
                <w:rFonts w:ascii="Times New Roman" w:hAnsi="Times New Roman" w:cs="Times New Roman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ность/ бесплат-</w:t>
            </w:r>
            <w:r w:rsidRPr="00A855A1">
              <w:rPr>
                <w:rFonts w:ascii="Times New Roman" w:hAnsi="Times New Roman" w:cs="Times New Roman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ность</w:t>
            </w:r>
          </w:p>
        </w:tc>
        <w:tc>
          <w:tcPr>
            <w:tcW w:w="1825" w:type="dxa"/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Форма оказания госу-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дарст-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венной услуги (элект-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ронная/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бумажная)</w:t>
            </w:r>
          </w:p>
        </w:tc>
      </w:tr>
      <w:tr w:rsidR="00F711CA" w:rsidRPr="00A855A1" w:rsidTr="00A855A1">
        <w:tc>
          <w:tcPr>
            <w:tcW w:w="333" w:type="dxa"/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056" w:type="dxa"/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992" w:type="dxa"/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1354" w:type="dxa"/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035" w:type="dxa"/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908" w:type="dxa"/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1418" w:type="dxa"/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1099" w:type="dxa"/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825" w:type="dxa"/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435"/>
        <w:gridCol w:w="881"/>
        <w:gridCol w:w="1725"/>
        <w:gridCol w:w="1138"/>
        <w:gridCol w:w="605"/>
        <w:gridCol w:w="1523"/>
        <w:gridCol w:w="1423"/>
        <w:gridCol w:w="948"/>
        <w:gridCol w:w="1170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001. Документирование</w:t>
            </w:r>
          </w:p>
        </w:tc>
      </w:tr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00101. Получение документов/справок, удостоверяющих личность и статус</w:t>
            </w:r>
          </w:p>
        </w:tc>
      </w:tr>
      <w:tr w:rsidR="00F711CA" w:rsidRPr="00A855A1">
        <w:trPr>
          <w:tblCellSpacing w:w="0" w:type="auto"/>
        </w:trPr>
        <w:tc>
          <w:tcPr>
            <w:tcW w:w="45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1.</w:t>
            </w:r>
          </w:p>
        </w:tc>
        <w:tc>
          <w:tcPr>
            <w:tcW w:w="121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00101001</w:t>
            </w:r>
          </w:p>
        </w:tc>
        <w:tc>
          <w:tcPr>
            <w:tcW w:w="193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Выдача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паспортов,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удостоверений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личности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гражданам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Республики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Казахстан</w:t>
            </w:r>
          </w:p>
        </w:tc>
        <w:tc>
          <w:tcPr>
            <w:tcW w:w="131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</w:t>
            </w:r>
            <w:r w:rsidRPr="00A855A1">
              <w:rPr>
                <w:rFonts w:ascii="Times New Roman" w:hAnsi="Times New Roman" w:cs="Times New Roman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лица</w:t>
            </w:r>
          </w:p>
        </w:tc>
        <w:tc>
          <w:tcPr>
            <w:tcW w:w="100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МВД</w:t>
            </w:r>
          </w:p>
        </w:tc>
        <w:tc>
          <w:tcPr>
            <w:tcW w:w="18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Территориальные подразделения миграционной полиции МВД</w:t>
            </w:r>
          </w:p>
        </w:tc>
        <w:tc>
          <w:tcPr>
            <w:tcW w:w="138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ЦОН, террито-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риальные подраз-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деления мигра-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ционной полиции МВД, веб-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портал «электрон-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ного прави-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тельства»</w:t>
            </w:r>
          </w:p>
        </w:tc>
        <w:tc>
          <w:tcPr>
            <w:tcW w:w="10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</w:t>
            </w:r>
            <w:r w:rsidRPr="00A855A1">
              <w:rPr>
                <w:rFonts w:ascii="Times New Roman" w:hAnsi="Times New Roman" w:cs="Times New Roman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5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2.</w:t>
            </w:r>
          </w:p>
        </w:tc>
        <w:tc>
          <w:tcPr>
            <w:tcW w:w="121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00101002</w:t>
            </w:r>
          </w:p>
        </w:tc>
        <w:tc>
          <w:tcPr>
            <w:tcW w:w="193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Выдача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временного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удостоверения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личности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гражданам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Республики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Казахстан</w:t>
            </w:r>
          </w:p>
        </w:tc>
        <w:tc>
          <w:tcPr>
            <w:tcW w:w="131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Физи-</w:t>
            </w:r>
            <w:r w:rsidRPr="00A855A1">
              <w:rPr>
                <w:rFonts w:ascii="Times New Roman" w:hAnsi="Times New Roman" w:cs="Times New Roman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ческие лица</w:t>
            </w:r>
          </w:p>
        </w:tc>
        <w:tc>
          <w:tcPr>
            <w:tcW w:w="100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МВД</w:t>
            </w:r>
          </w:p>
        </w:tc>
        <w:tc>
          <w:tcPr>
            <w:tcW w:w="18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Террито-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риальные подраз-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деления миграционной полиции МВД</w:t>
            </w:r>
          </w:p>
        </w:tc>
        <w:tc>
          <w:tcPr>
            <w:tcW w:w="138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</w:t>
            </w:r>
          </w:p>
        </w:tc>
        <w:tc>
          <w:tcPr>
            <w:tcW w:w="10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5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3.</w:t>
            </w:r>
          </w:p>
        </w:tc>
        <w:tc>
          <w:tcPr>
            <w:tcW w:w="121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00101003</w:t>
            </w:r>
          </w:p>
        </w:tc>
        <w:tc>
          <w:tcPr>
            <w:tcW w:w="193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Выдача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призывникам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удостоверений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о приписке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к призывным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участкам</w:t>
            </w:r>
          </w:p>
        </w:tc>
        <w:tc>
          <w:tcPr>
            <w:tcW w:w="131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100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</w:t>
            </w:r>
          </w:p>
        </w:tc>
        <w:tc>
          <w:tcPr>
            <w:tcW w:w="18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</w:t>
            </w:r>
          </w:p>
        </w:tc>
        <w:tc>
          <w:tcPr>
            <w:tcW w:w="138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ЦОН, местные органы военного управления МО</w:t>
            </w:r>
          </w:p>
        </w:tc>
        <w:tc>
          <w:tcPr>
            <w:tcW w:w="10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5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4.</w:t>
            </w:r>
          </w:p>
        </w:tc>
        <w:tc>
          <w:tcPr>
            <w:tcW w:w="121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00101004</w:t>
            </w:r>
          </w:p>
        </w:tc>
        <w:tc>
          <w:tcPr>
            <w:tcW w:w="193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Выдача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военных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билетов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(временных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удостоверений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взамен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военных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билетов)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офицерам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запаса</w:t>
            </w:r>
          </w:p>
        </w:tc>
        <w:tc>
          <w:tcPr>
            <w:tcW w:w="131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100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</w:t>
            </w:r>
          </w:p>
        </w:tc>
        <w:tc>
          <w:tcPr>
            <w:tcW w:w="18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</w:t>
            </w:r>
          </w:p>
        </w:tc>
        <w:tc>
          <w:tcPr>
            <w:tcW w:w="138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ЦОН, местные органы военного управления МО</w:t>
            </w:r>
          </w:p>
        </w:tc>
        <w:tc>
          <w:tcPr>
            <w:tcW w:w="10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5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5.</w:t>
            </w:r>
          </w:p>
        </w:tc>
        <w:tc>
          <w:tcPr>
            <w:tcW w:w="121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00101005</w:t>
            </w:r>
          </w:p>
        </w:tc>
        <w:tc>
          <w:tcPr>
            <w:tcW w:w="193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Выдача военных билетов (временных удостоверений взамен военных билетов) солдатам, сержантам запаса</w:t>
            </w:r>
          </w:p>
        </w:tc>
        <w:tc>
          <w:tcPr>
            <w:tcW w:w="131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100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</w:t>
            </w:r>
          </w:p>
        </w:tc>
        <w:tc>
          <w:tcPr>
            <w:tcW w:w="18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</w:t>
            </w:r>
          </w:p>
        </w:tc>
        <w:tc>
          <w:tcPr>
            <w:tcW w:w="138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ЦОН, местные органы военного управления МО</w:t>
            </w:r>
          </w:p>
        </w:tc>
        <w:tc>
          <w:tcPr>
            <w:tcW w:w="10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5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6.</w:t>
            </w:r>
          </w:p>
        </w:tc>
        <w:tc>
          <w:tcPr>
            <w:tcW w:w="121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00101006</w:t>
            </w:r>
          </w:p>
        </w:tc>
        <w:tc>
          <w:tcPr>
            <w:tcW w:w="193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Выдача удостоверений участникам Великой Отечественной войны, воинам-интернационалистам, участникам ликвидации последствий аварии на Чернобыльской атомной электростанции</w:t>
            </w:r>
          </w:p>
        </w:tc>
        <w:tc>
          <w:tcPr>
            <w:tcW w:w="131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100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</w:t>
            </w:r>
          </w:p>
        </w:tc>
        <w:tc>
          <w:tcPr>
            <w:tcW w:w="18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</w:t>
            </w:r>
          </w:p>
        </w:tc>
        <w:tc>
          <w:tcPr>
            <w:tcW w:w="138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ЦОН, местные органы военного управления МО</w:t>
            </w:r>
          </w:p>
        </w:tc>
        <w:tc>
          <w:tcPr>
            <w:tcW w:w="10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5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7.</w:t>
            </w:r>
          </w:p>
        </w:tc>
        <w:tc>
          <w:tcPr>
            <w:tcW w:w="121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00101007</w:t>
            </w:r>
          </w:p>
        </w:tc>
        <w:tc>
          <w:tcPr>
            <w:tcW w:w="193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Выдача справки о наличии либо отсутствии судимости</w:t>
            </w:r>
          </w:p>
        </w:tc>
        <w:tc>
          <w:tcPr>
            <w:tcW w:w="131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100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ГП</w:t>
            </w:r>
          </w:p>
        </w:tc>
        <w:tc>
          <w:tcPr>
            <w:tcW w:w="18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ГП</w:t>
            </w:r>
          </w:p>
        </w:tc>
        <w:tc>
          <w:tcPr>
            <w:tcW w:w="138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ЦОН, территориальные подразделения КПССУ ГП по областям, гг. Астана и Алматы, веб-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портал «электронного правительства»</w:t>
            </w:r>
          </w:p>
        </w:tc>
        <w:tc>
          <w:tcPr>
            <w:tcW w:w="10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</w:t>
            </w:r>
            <w:r w:rsidRPr="00A855A1">
              <w:rPr>
                <w:rFonts w:ascii="Times New Roman" w:hAnsi="Times New Roman" w:cs="Times New Roman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5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8.</w:t>
            </w:r>
          </w:p>
        </w:tc>
        <w:tc>
          <w:tcPr>
            <w:tcW w:w="121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00101008</w:t>
            </w:r>
          </w:p>
        </w:tc>
        <w:tc>
          <w:tcPr>
            <w:tcW w:w="193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Оформление паспортов гражданам Республики Казахстан, находящимся за границей, и внесение в их паспорта необходимых отметок</w:t>
            </w:r>
          </w:p>
        </w:tc>
        <w:tc>
          <w:tcPr>
            <w:tcW w:w="131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100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МИД</w:t>
            </w:r>
          </w:p>
        </w:tc>
        <w:tc>
          <w:tcPr>
            <w:tcW w:w="18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Загранучреждения Республики Казахстан</w:t>
            </w:r>
          </w:p>
        </w:tc>
        <w:tc>
          <w:tcPr>
            <w:tcW w:w="138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Загран-</w:t>
            </w:r>
            <w:r w:rsidRPr="00A855A1">
              <w:rPr>
                <w:rFonts w:ascii="Times New Roman" w:hAnsi="Times New Roman" w:cs="Times New Roman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учреждения Республики Казахстан</w:t>
            </w:r>
          </w:p>
        </w:tc>
        <w:tc>
          <w:tcPr>
            <w:tcW w:w="10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5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9.</w:t>
            </w:r>
          </w:p>
        </w:tc>
        <w:tc>
          <w:tcPr>
            <w:tcW w:w="121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00101009</w:t>
            </w:r>
          </w:p>
        </w:tc>
        <w:tc>
          <w:tcPr>
            <w:tcW w:w="193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Выдача справок лицам, имеющим льготы (участникам ВОВ, ликвидаторам Чернобыльской аварии, воинам-интернационалистам)</w:t>
            </w:r>
          </w:p>
        </w:tc>
        <w:tc>
          <w:tcPr>
            <w:tcW w:w="131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100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</w:t>
            </w:r>
          </w:p>
        </w:tc>
        <w:tc>
          <w:tcPr>
            <w:tcW w:w="18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</w:t>
            </w:r>
          </w:p>
        </w:tc>
        <w:tc>
          <w:tcPr>
            <w:tcW w:w="138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ЦОН, местные органы военного управления МО, веб-портал «электронного правительства»</w:t>
            </w:r>
          </w:p>
        </w:tc>
        <w:tc>
          <w:tcPr>
            <w:tcW w:w="10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5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10.</w:t>
            </w:r>
          </w:p>
        </w:tc>
        <w:tc>
          <w:tcPr>
            <w:tcW w:w="121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00101010</w:t>
            </w:r>
          </w:p>
        </w:tc>
        <w:tc>
          <w:tcPr>
            <w:tcW w:w="193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Выдача справок о подтверждении прохождения воинской службы</w:t>
            </w:r>
          </w:p>
        </w:tc>
        <w:tc>
          <w:tcPr>
            <w:tcW w:w="131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100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</w:t>
            </w:r>
          </w:p>
        </w:tc>
        <w:tc>
          <w:tcPr>
            <w:tcW w:w="18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</w:t>
            </w:r>
          </w:p>
        </w:tc>
        <w:tc>
          <w:tcPr>
            <w:tcW w:w="138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ЦОН, местные органы военного управления МО, веб-портал «электронного правительства»</w:t>
            </w:r>
          </w:p>
        </w:tc>
        <w:tc>
          <w:tcPr>
            <w:tcW w:w="10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5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11.</w:t>
            </w:r>
          </w:p>
        </w:tc>
        <w:tc>
          <w:tcPr>
            <w:tcW w:w="121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00101011</w:t>
            </w:r>
          </w:p>
        </w:tc>
        <w:tc>
          <w:tcPr>
            <w:tcW w:w="193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Выдача справок об отношении гражданина к воинской службе</w:t>
            </w:r>
          </w:p>
        </w:tc>
        <w:tc>
          <w:tcPr>
            <w:tcW w:w="131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100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</w:t>
            </w:r>
          </w:p>
        </w:tc>
        <w:tc>
          <w:tcPr>
            <w:tcW w:w="18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</w:t>
            </w:r>
          </w:p>
        </w:tc>
        <w:tc>
          <w:tcPr>
            <w:tcW w:w="138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ЦОН, местные органы военного управления МО</w:t>
            </w:r>
          </w:p>
        </w:tc>
        <w:tc>
          <w:tcPr>
            <w:tcW w:w="10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5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12.</w:t>
            </w:r>
          </w:p>
        </w:tc>
        <w:tc>
          <w:tcPr>
            <w:tcW w:w="121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00101012</w:t>
            </w:r>
          </w:p>
        </w:tc>
        <w:tc>
          <w:tcPr>
            <w:tcW w:w="193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Выдача адресных справок с места жительства</w:t>
            </w:r>
          </w:p>
        </w:tc>
        <w:tc>
          <w:tcPr>
            <w:tcW w:w="131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0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МВД</w:t>
            </w:r>
          </w:p>
        </w:tc>
        <w:tc>
          <w:tcPr>
            <w:tcW w:w="18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Территориальные подразделения миграционной полиции МВД</w:t>
            </w:r>
          </w:p>
        </w:tc>
        <w:tc>
          <w:tcPr>
            <w:tcW w:w="138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ЦОН, веб-портал «электронного правительства»</w:t>
            </w:r>
          </w:p>
        </w:tc>
        <w:tc>
          <w:tcPr>
            <w:tcW w:w="10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432"/>
        <w:gridCol w:w="871"/>
        <w:gridCol w:w="1914"/>
        <w:gridCol w:w="1050"/>
        <w:gridCol w:w="596"/>
        <w:gridCol w:w="1449"/>
        <w:gridCol w:w="1442"/>
        <w:gridCol w:w="938"/>
        <w:gridCol w:w="1156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00102. Получение документов, обеспечивающих права, не связанные с предпринимательской деятельностью</w:t>
            </w:r>
          </w:p>
        </w:tc>
      </w:tr>
      <w:tr w:rsidR="00F711CA" w:rsidRPr="00A855A1">
        <w:trPr>
          <w:tblCellSpacing w:w="0" w:type="auto"/>
        </w:trPr>
        <w:tc>
          <w:tcPr>
            <w:tcW w:w="4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13.</w:t>
            </w:r>
          </w:p>
        </w:tc>
        <w:tc>
          <w:tcPr>
            <w:tcW w:w="12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00102001</w:t>
            </w:r>
          </w:p>
        </w:tc>
        <w:tc>
          <w:tcPr>
            <w:tcW w:w="194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Выдача гражданам водительских удостоверений, за исключением выдаваемых Министерством сельского хозяйства</w:t>
            </w:r>
          </w:p>
        </w:tc>
        <w:tc>
          <w:tcPr>
            <w:tcW w:w="131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100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МВД</w:t>
            </w:r>
          </w:p>
        </w:tc>
        <w:tc>
          <w:tcPr>
            <w:tcW w:w="185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МВД</w:t>
            </w:r>
          </w:p>
        </w:tc>
        <w:tc>
          <w:tcPr>
            <w:tcW w:w="138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ЦОН, регистрационно-</w:t>
            </w:r>
            <w:r w:rsidRPr="00A855A1">
              <w:rPr>
                <w:rFonts w:ascii="Times New Roman" w:hAnsi="Times New Roman" w:cs="Times New Roman"/>
                <w:lang w:val="ru-RU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экзаменационные подразделения органов внутренних дел, веб-портал «электронного правительства»</w:t>
            </w:r>
          </w:p>
        </w:tc>
        <w:tc>
          <w:tcPr>
            <w:tcW w:w="106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7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14.</w:t>
            </w:r>
          </w:p>
        </w:tc>
        <w:tc>
          <w:tcPr>
            <w:tcW w:w="12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00102002</w:t>
            </w:r>
          </w:p>
        </w:tc>
        <w:tc>
          <w:tcPr>
            <w:tcW w:w="194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Выдача удостоверений на право управления тракторами и изготовленными на их базе самоходными шасси и механизмами, самоходными сельскохозяйственными, мелиоративными и дорожно-строительными машинами и механизмами, а также специальными машинами повышенной проходимости</w:t>
            </w:r>
          </w:p>
        </w:tc>
        <w:tc>
          <w:tcPr>
            <w:tcW w:w="131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100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МСХ</w:t>
            </w:r>
          </w:p>
        </w:tc>
        <w:tc>
          <w:tcPr>
            <w:tcW w:w="185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МИО областей, гг. Астана и Алматы, районов и городов областного значения</w:t>
            </w:r>
          </w:p>
        </w:tc>
        <w:tc>
          <w:tcPr>
            <w:tcW w:w="138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МИО областей, гг. Астана и Алматы, районов и городов областного значения, веб-портал «электронного правительства»</w:t>
            </w:r>
          </w:p>
        </w:tc>
        <w:tc>
          <w:tcPr>
            <w:tcW w:w="106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7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15.</w:t>
            </w:r>
          </w:p>
        </w:tc>
        <w:tc>
          <w:tcPr>
            <w:tcW w:w="12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00102003</w:t>
            </w:r>
          </w:p>
        </w:tc>
        <w:tc>
          <w:tcPr>
            <w:tcW w:w="194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Выдача удостоверений и дубликатов удостоверений на право управления самоходными маломерными судами</w:t>
            </w:r>
          </w:p>
        </w:tc>
        <w:tc>
          <w:tcPr>
            <w:tcW w:w="131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100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5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Территориальные органы Комитета транспортного контроля МТК</w:t>
            </w:r>
          </w:p>
        </w:tc>
        <w:tc>
          <w:tcPr>
            <w:tcW w:w="138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ЦОН, веб-портал «электронного правительства»</w:t>
            </w:r>
          </w:p>
        </w:tc>
        <w:tc>
          <w:tcPr>
            <w:tcW w:w="106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7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16.</w:t>
            </w:r>
          </w:p>
        </w:tc>
        <w:tc>
          <w:tcPr>
            <w:tcW w:w="12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00102004</w:t>
            </w:r>
          </w:p>
        </w:tc>
        <w:tc>
          <w:tcPr>
            <w:tcW w:w="194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Дипломирование лиц командного состава судов</w:t>
            </w:r>
          </w:p>
        </w:tc>
        <w:tc>
          <w:tcPr>
            <w:tcW w:w="131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100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5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Территориальные органы Комитета транспортного контроля МТК</w:t>
            </w:r>
          </w:p>
        </w:tc>
        <w:tc>
          <w:tcPr>
            <w:tcW w:w="138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</w:t>
            </w:r>
          </w:p>
        </w:tc>
        <w:tc>
          <w:tcPr>
            <w:tcW w:w="106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7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427"/>
        <w:gridCol w:w="856"/>
        <w:gridCol w:w="1875"/>
        <w:gridCol w:w="1031"/>
        <w:gridCol w:w="762"/>
        <w:gridCol w:w="1421"/>
        <w:gridCol w:w="1421"/>
        <w:gridCol w:w="921"/>
        <w:gridCol w:w="1134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002. Регистрация физических лиц и граждан</w:t>
            </w:r>
          </w:p>
        </w:tc>
      </w:tr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00201. Регистрация/смена статуса, места жительства, ФИО и других данных физических лиц</w:t>
            </w:r>
          </w:p>
        </w:tc>
      </w:tr>
      <w:tr w:rsidR="00F711CA" w:rsidRPr="00A855A1">
        <w:trPr>
          <w:tblCellSpacing w:w="0" w:type="auto"/>
        </w:trPr>
        <w:tc>
          <w:tcPr>
            <w:tcW w:w="4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17.</w:t>
            </w:r>
          </w:p>
        </w:tc>
        <w:tc>
          <w:tcPr>
            <w:tcW w:w="121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00201001</w:t>
            </w:r>
          </w:p>
        </w:tc>
        <w:tc>
          <w:tcPr>
            <w:tcW w:w="19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Регистрация граждан Республики Казахстан по месту жительства</w:t>
            </w:r>
          </w:p>
        </w:tc>
        <w:tc>
          <w:tcPr>
            <w:tcW w:w="13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100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МВД</w:t>
            </w:r>
          </w:p>
        </w:tc>
        <w:tc>
          <w:tcPr>
            <w:tcW w:w="18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Территориальные подразделения миграционной полиции МВД</w:t>
            </w:r>
          </w:p>
        </w:tc>
        <w:tc>
          <w:tcPr>
            <w:tcW w:w="13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ЦОН, территориальные подразделения миграционной полиции МВД, веб-портал «электронного правительства»</w:t>
            </w:r>
          </w:p>
        </w:tc>
        <w:tc>
          <w:tcPr>
            <w:tcW w:w="10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18.</w:t>
            </w:r>
          </w:p>
        </w:tc>
        <w:tc>
          <w:tcPr>
            <w:tcW w:w="121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00201002</w:t>
            </w:r>
          </w:p>
        </w:tc>
        <w:tc>
          <w:tcPr>
            <w:tcW w:w="19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Снятие с регистрационного учета граждан Республики Казахстан по месту жительства</w:t>
            </w:r>
          </w:p>
        </w:tc>
        <w:tc>
          <w:tcPr>
            <w:tcW w:w="13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100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МВД</w:t>
            </w:r>
          </w:p>
        </w:tc>
        <w:tc>
          <w:tcPr>
            <w:tcW w:w="18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Территориальные подразделения миграционной полиции МВД</w:t>
            </w:r>
          </w:p>
        </w:tc>
        <w:tc>
          <w:tcPr>
            <w:tcW w:w="13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ЦОН, территориальные подразделения миграционной полиции МВД, веб-портал «электронного правительства»</w:t>
            </w:r>
          </w:p>
        </w:tc>
        <w:tc>
          <w:tcPr>
            <w:tcW w:w="10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19.</w:t>
            </w:r>
          </w:p>
        </w:tc>
        <w:tc>
          <w:tcPr>
            <w:tcW w:w="121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00201003</w:t>
            </w:r>
          </w:p>
        </w:tc>
        <w:tc>
          <w:tcPr>
            <w:tcW w:w="19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Регистрация приема и выхода из гражданства Республики Казахстан</w:t>
            </w:r>
          </w:p>
        </w:tc>
        <w:tc>
          <w:tcPr>
            <w:tcW w:w="13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100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МВД</w:t>
            </w:r>
          </w:p>
        </w:tc>
        <w:tc>
          <w:tcPr>
            <w:tcW w:w="18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Территориальные подразделения миграционной полиции МВД</w:t>
            </w:r>
          </w:p>
        </w:tc>
        <w:tc>
          <w:tcPr>
            <w:tcW w:w="13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Территориальные подразделения миграционной полиции МВД</w:t>
            </w:r>
          </w:p>
        </w:tc>
        <w:tc>
          <w:tcPr>
            <w:tcW w:w="10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20.</w:t>
            </w:r>
          </w:p>
        </w:tc>
        <w:tc>
          <w:tcPr>
            <w:tcW w:w="121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00201004</w:t>
            </w:r>
          </w:p>
        </w:tc>
        <w:tc>
          <w:tcPr>
            <w:tcW w:w="19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Регистрация перемены имени, отчества и фамилии, в том числе внесение изменений, дополнений и исправлений в записи актов гражданского состояния</w:t>
            </w:r>
          </w:p>
        </w:tc>
        <w:tc>
          <w:tcPr>
            <w:tcW w:w="13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100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8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органы юстиции</w:t>
            </w:r>
          </w:p>
        </w:tc>
        <w:tc>
          <w:tcPr>
            <w:tcW w:w="13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ЦОН, территориальные органы юстиции, веб-портал «электронного правительства»</w:t>
            </w:r>
          </w:p>
        </w:tc>
        <w:tc>
          <w:tcPr>
            <w:tcW w:w="10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21.</w:t>
            </w:r>
          </w:p>
        </w:tc>
        <w:tc>
          <w:tcPr>
            <w:tcW w:w="121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00201005</w:t>
            </w:r>
          </w:p>
        </w:tc>
        <w:tc>
          <w:tcPr>
            <w:tcW w:w="19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Регистрация смерти, в том числе внесение изменений, дополнений и исправлений в записи актов гражданского состояния</w:t>
            </w:r>
          </w:p>
        </w:tc>
        <w:tc>
          <w:tcPr>
            <w:tcW w:w="13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100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8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органы юстиции</w:t>
            </w:r>
          </w:p>
        </w:tc>
        <w:tc>
          <w:tcPr>
            <w:tcW w:w="13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территориальные органы юстиции</w:t>
            </w:r>
          </w:p>
        </w:tc>
        <w:tc>
          <w:tcPr>
            <w:tcW w:w="10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Платно/ бесплатно</w:t>
            </w:r>
          </w:p>
        </w:tc>
        <w:tc>
          <w:tcPr>
            <w:tcW w:w="17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22.</w:t>
            </w:r>
          </w:p>
        </w:tc>
        <w:tc>
          <w:tcPr>
            <w:tcW w:w="121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00201006</w:t>
            </w:r>
          </w:p>
        </w:tc>
        <w:tc>
          <w:tcPr>
            <w:tcW w:w="19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Восстановление записей актов гражданского состояния</w:t>
            </w:r>
          </w:p>
        </w:tc>
        <w:tc>
          <w:tcPr>
            <w:tcW w:w="13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100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8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органы юстиции</w:t>
            </w:r>
          </w:p>
        </w:tc>
        <w:tc>
          <w:tcPr>
            <w:tcW w:w="13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территориальные органы юстиции</w:t>
            </w:r>
          </w:p>
        </w:tc>
        <w:tc>
          <w:tcPr>
            <w:tcW w:w="10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Платно/ бесплатно</w:t>
            </w:r>
          </w:p>
        </w:tc>
        <w:tc>
          <w:tcPr>
            <w:tcW w:w="17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23.</w:t>
            </w:r>
          </w:p>
        </w:tc>
        <w:tc>
          <w:tcPr>
            <w:tcW w:w="121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00201007</w:t>
            </w:r>
          </w:p>
        </w:tc>
        <w:tc>
          <w:tcPr>
            <w:tcW w:w="19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Выдача повторных свидетельств или справок о регистрации актов гражданского состояния</w:t>
            </w:r>
          </w:p>
        </w:tc>
        <w:tc>
          <w:tcPr>
            <w:tcW w:w="13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100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8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органы юстиции</w:t>
            </w:r>
          </w:p>
        </w:tc>
        <w:tc>
          <w:tcPr>
            <w:tcW w:w="13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ЦОН, веб-портал «электронного правительства»</w:t>
            </w:r>
          </w:p>
        </w:tc>
        <w:tc>
          <w:tcPr>
            <w:tcW w:w="10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Платно/ бесплатно</w:t>
            </w:r>
          </w:p>
        </w:tc>
        <w:tc>
          <w:tcPr>
            <w:tcW w:w="17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24.</w:t>
            </w:r>
          </w:p>
        </w:tc>
        <w:tc>
          <w:tcPr>
            <w:tcW w:w="121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00201008</w:t>
            </w:r>
          </w:p>
        </w:tc>
        <w:tc>
          <w:tcPr>
            <w:tcW w:w="19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Регистрация лиц, управляющих тракторами и изготовленными на их базе самоходными шасси и механизмами, самоходными сельскохозяйственными, мелиоративными и дорожно-строительными машинами и механизмами, а также специальными машинами повышенной проходимости по доверенности</w:t>
            </w:r>
          </w:p>
        </w:tc>
        <w:tc>
          <w:tcPr>
            <w:tcW w:w="13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100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МСХ</w:t>
            </w:r>
          </w:p>
        </w:tc>
        <w:tc>
          <w:tcPr>
            <w:tcW w:w="18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МИО областей, гг. Астана и Алматы, районов и городов областного значения, городов районного значения</w:t>
            </w:r>
          </w:p>
        </w:tc>
        <w:tc>
          <w:tcPr>
            <w:tcW w:w="13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МИО областей, гг. Астана и Алматы, районов и городов областного значения, городов районного значения</w:t>
            </w:r>
          </w:p>
        </w:tc>
        <w:tc>
          <w:tcPr>
            <w:tcW w:w="10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25.</w:t>
            </w:r>
          </w:p>
        </w:tc>
        <w:tc>
          <w:tcPr>
            <w:tcW w:w="121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00201009</w:t>
            </w:r>
          </w:p>
        </w:tc>
        <w:tc>
          <w:tcPr>
            <w:tcW w:w="19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Проведение регистрации и перерегистрации лиц, осуществляющих миссионерскую деятельность</w:t>
            </w:r>
          </w:p>
        </w:tc>
        <w:tc>
          <w:tcPr>
            <w:tcW w:w="13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100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АДР</w:t>
            </w:r>
          </w:p>
        </w:tc>
        <w:tc>
          <w:tcPr>
            <w:tcW w:w="18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</w:t>
            </w:r>
          </w:p>
        </w:tc>
        <w:tc>
          <w:tcPr>
            <w:tcW w:w="13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Управления по делам религий областей, гг. Астана и Алматы</w:t>
            </w:r>
          </w:p>
        </w:tc>
        <w:tc>
          <w:tcPr>
            <w:tcW w:w="10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26.</w:t>
            </w:r>
          </w:p>
        </w:tc>
        <w:tc>
          <w:tcPr>
            <w:tcW w:w="121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00201010</w:t>
            </w:r>
          </w:p>
        </w:tc>
        <w:tc>
          <w:tcPr>
            <w:tcW w:w="19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Регистрационный учет индивидуального предпринимателя, частного нотариуса, частного судебного исполнителя, адвоката</w:t>
            </w:r>
          </w:p>
        </w:tc>
        <w:tc>
          <w:tcPr>
            <w:tcW w:w="13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100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МФ</w:t>
            </w:r>
          </w:p>
        </w:tc>
        <w:tc>
          <w:tcPr>
            <w:tcW w:w="18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Налоговые управления по районам, городам и районам в городах, на территории специальных экономических зон, межрайонные налоговые управления</w:t>
            </w:r>
          </w:p>
        </w:tc>
        <w:tc>
          <w:tcPr>
            <w:tcW w:w="13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Налоговые управления по районам, городам и районам в городах, на территории специальных экономических зон, межрайонные налоговые управления, веб-портал «электронного правительства»</w:t>
            </w:r>
          </w:p>
        </w:tc>
        <w:tc>
          <w:tcPr>
            <w:tcW w:w="10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27.</w:t>
            </w:r>
          </w:p>
        </w:tc>
        <w:tc>
          <w:tcPr>
            <w:tcW w:w="121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00201011</w:t>
            </w:r>
          </w:p>
        </w:tc>
        <w:tc>
          <w:tcPr>
            <w:tcW w:w="19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Оформление документов на выезд за пределы Республики Казахстан на постоянное место жительства</w:t>
            </w:r>
          </w:p>
        </w:tc>
        <w:tc>
          <w:tcPr>
            <w:tcW w:w="13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100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МВД</w:t>
            </w:r>
          </w:p>
        </w:tc>
        <w:tc>
          <w:tcPr>
            <w:tcW w:w="18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подразделения миграционной полиции МВД</w:t>
            </w:r>
          </w:p>
        </w:tc>
        <w:tc>
          <w:tcPr>
            <w:tcW w:w="13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подразделения миграционной полиции МВД</w:t>
            </w:r>
          </w:p>
        </w:tc>
        <w:tc>
          <w:tcPr>
            <w:tcW w:w="10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28.</w:t>
            </w:r>
          </w:p>
        </w:tc>
        <w:tc>
          <w:tcPr>
            <w:tcW w:w="121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00201012</w:t>
            </w:r>
          </w:p>
        </w:tc>
        <w:tc>
          <w:tcPr>
            <w:tcW w:w="19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Регистрация лиц, управляющих транспортными средствами по доверенности, за исключением регистрации, осуществляемой Министерством сельского хозяйства</w:t>
            </w:r>
          </w:p>
        </w:tc>
        <w:tc>
          <w:tcPr>
            <w:tcW w:w="13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100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МВД</w:t>
            </w:r>
          </w:p>
        </w:tc>
        <w:tc>
          <w:tcPr>
            <w:tcW w:w="18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МВД</w:t>
            </w:r>
          </w:p>
        </w:tc>
        <w:tc>
          <w:tcPr>
            <w:tcW w:w="13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регистрационно-</w:t>
            </w:r>
            <w:r w:rsidRPr="00A855A1">
              <w:rPr>
                <w:rFonts w:ascii="Times New Roman" w:hAnsi="Times New Roman" w:cs="Times New Roman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экзаменационные подразделения органов внутренних дел, веб-портал «электронного правительства»</w:t>
            </w:r>
          </w:p>
        </w:tc>
        <w:tc>
          <w:tcPr>
            <w:tcW w:w="10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29.</w:t>
            </w:r>
          </w:p>
        </w:tc>
        <w:tc>
          <w:tcPr>
            <w:tcW w:w="121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00201013</w:t>
            </w:r>
          </w:p>
        </w:tc>
        <w:tc>
          <w:tcPr>
            <w:tcW w:w="19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Присвоение статуса оралмана</w:t>
            </w:r>
          </w:p>
        </w:tc>
        <w:tc>
          <w:tcPr>
            <w:tcW w:w="13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100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МТСЗН</w:t>
            </w:r>
          </w:p>
        </w:tc>
        <w:tc>
          <w:tcPr>
            <w:tcW w:w="18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</w:t>
            </w:r>
          </w:p>
        </w:tc>
        <w:tc>
          <w:tcPr>
            <w:tcW w:w="13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</w:t>
            </w:r>
          </w:p>
        </w:tc>
        <w:tc>
          <w:tcPr>
            <w:tcW w:w="10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442"/>
        <w:gridCol w:w="901"/>
        <w:gridCol w:w="1723"/>
        <w:gridCol w:w="1087"/>
        <w:gridCol w:w="616"/>
        <w:gridCol w:w="1562"/>
        <w:gridCol w:w="1562"/>
        <w:gridCol w:w="757"/>
        <w:gridCol w:w="1198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00202. Пребывание зарубежом</w:t>
            </w:r>
          </w:p>
        </w:tc>
      </w:tr>
      <w:tr w:rsidR="00F711CA" w:rsidRPr="00A855A1">
        <w:trPr>
          <w:tblCellSpacing w:w="0" w:type="auto"/>
        </w:trPr>
        <w:tc>
          <w:tcPr>
            <w:tcW w:w="45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30.</w:t>
            </w:r>
          </w:p>
        </w:tc>
        <w:tc>
          <w:tcPr>
            <w:tcW w:w="121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00202001</w:t>
            </w:r>
          </w:p>
        </w:tc>
        <w:tc>
          <w:tcPr>
            <w:tcW w:w="193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Оформление загранучреждениями Республики Казахстан документов по выходу из гражданства Республики Казахстан</w:t>
            </w:r>
          </w:p>
        </w:tc>
        <w:tc>
          <w:tcPr>
            <w:tcW w:w="131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100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МИД</w:t>
            </w:r>
          </w:p>
        </w:tc>
        <w:tc>
          <w:tcPr>
            <w:tcW w:w="18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Загранучреждения Республики Казахстан</w:t>
            </w:r>
          </w:p>
        </w:tc>
        <w:tc>
          <w:tcPr>
            <w:tcW w:w="138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Загранучреждения Республики Казахстан, веб-портал «электронного правительства»</w:t>
            </w:r>
          </w:p>
        </w:tc>
        <w:tc>
          <w:tcPr>
            <w:tcW w:w="10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5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31.</w:t>
            </w:r>
          </w:p>
        </w:tc>
        <w:tc>
          <w:tcPr>
            <w:tcW w:w="121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00202002</w:t>
            </w:r>
          </w:p>
        </w:tc>
        <w:tc>
          <w:tcPr>
            <w:tcW w:w="193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Учет граждан Республики Казахстан за границей</w:t>
            </w:r>
          </w:p>
        </w:tc>
        <w:tc>
          <w:tcPr>
            <w:tcW w:w="131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100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МИД</w:t>
            </w:r>
          </w:p>
        </w:tc>
        <w:tc>
          <w:tcPr>
            <w:tcW w:w="18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Загранучреждения Республики Казахстан</w:t>
            </w:r>
          </w:p>
        </w:tc>
        <w:tc>
          <w:tcPr>
            <w:tcW w:w="138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Загранучреждения Республики Казахстан, веб-портал «электронного правительства»</w:t>
            </w:r>
          </w:p>
        </w:tc>
        <w:tc>
          <w:tcPr>
            <w:tcW w:w="10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5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32.</w:t>
            </w:r>
          </w:p>
        </w:tc>
        <w:tc>
          <w:tcPr>
            <w:tcW w:w="121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00202003</w:t>
            </w:r>
          </w:p>
        </w:tc>
        <w:tc>
          <w:tcPr>
            <w:tcW w:w="193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Регистрация актов гражданского состояния граждан Республики Казахстан за рубежом</w:t>
            </w:r>
          </w:p>
        </w:tc>
        <w:tc>
          <w:tcPr>
            <w:tcW w:w="131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100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МИД</w:t>
            </w:r>
          </w:p>
        </w:tc>
        <w:tc>
          <w:tcPr>
            <w:tcW w:w="18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Загранучреждения Республики Казахстан</w:t>
            </w:r>
          </w:p>
        </w:tc>
        <w:tc>
          <w:tcPr>
            <w:tcW w:w="138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Загранучреждения Республики Казахстан</w:t>
            </w:r>
          </w:p>
        </w:tc>
        <w:tc>
          <w:tcPr>
            <w:tcW w:w="10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450"/>
        <w:gridCol w:w="928"/>
        <w:gridCol w:w="1321"/>
        <w:gridCol w:w="1122"/>
        <w:gridCol w:w="632"/>
        <w:gridCol w:w="1579"/>
        <w:gridCol w:w="1579"/>
        <w:gridCol w:w="1000"/>
        <w:gridCol w:w="1237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00203. Прибытие в Республику Казахстан</w:t>
            </w:r>
          </w:p>
        </w:tc>
      </w:tr>
      <w:tr w:rsidR="00F711CA" w:rsidRPr="00A855A1">
        <w:trPr>
          <w:tblCellSpacing w:w="0" w:type="auto"/>
        </w:trPr>
        <w:tc>
          <w:tcPr>
            <w:tcW w:w="47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33.</w:t>
            </w:r>
          </w:p>
        </w:tc>
        <w:tc>
          <w:tcPr>
            <w:tcW w:w="12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00203001</w:t>
            </w:r>
          </w:p>
        </w:tc>
        <w:tc>
          <w:tcPr>
            <w:tcW w:w="188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Присвоение и продление статуса беженца в Республике Казахстан</w:t>
            </w:r>
          </w:p>
        </w:tc>
        <w:tc>
          <w:tcPr>
            <w:tcW w:w="12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МВД</w:t>
            </w:r>
          </w:p>
        </w:tc>
        <w:tc>
          <w:tcPr>
            <w:tcW w:w="186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подразделения миграционной полиции МВД</w:t>
            </w:r>
          </w:p>
        </w:tc>
        <w:tc>
          <w:tcPr>
            <w:tcW w:w="14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подразделения миграционной полиции МВД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81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7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34.</w:t>
            </w:r>
          </w:p>
        </w:tc>
        <w:tc>
          <w:tcPr>
            <w:tcW w:w="12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00203002</w:t>
            </w:r>
          </w:p>
        </w:tc>
        <w:tc>
          <w:tcPr>
            <w:tcW w:w="188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Регистрация иностранцев и лиц без гражданства, временно пребывающих в Республике Казахстан</w:t>
            </w:r>
          </w:p>
        </w:tc>
        <w:tc>
          <w:tcPr>
            <w:tcW w:w="12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МВД</w:t>
            </w:r>
          </w:p>
        </w:tc>
        <w:tc>
          <w:tcPr>
            <w:tcW w:w="186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подразделения миграционной полиции МВД</w:t>
            </w:r>
          </w:p>
        </w:tc>
        <w:tc>
          <w:tcPr>
            <w:tcW w:w="14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Территориальные подразделения миграционной полиции МВД, веб-портал «электронного правительства» 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81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Электронная/ бумажная </w:t>
            </w:r>
          </w:p>
        </w:tc>
      </w:tr>
      <w:tr w:rsidR="00F711CA" w:rsidRPr="00A855A1">
        <w:trPr>
          <w:tblCellSpacing w:w="0" w:type="auto"/>
        </w:trPr>
        <w:tc>
          <w:tcPr>
            <w:tcW w:w="47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35.</w:t>
            </w:r>
          </w:p>
        </w:tc>
        <w:tc>
          <w:tcPr>
            <w:tcW w:w="12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00203003</w:t>
            </w:r>
          </w:p>
        </w:tc>
        <w:tc>
          <w:tcPr>
            <w:tcW w:w="188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Регистрация и выдача разрешения иностранцам и лицам без гражданства на постоянное жительство в Республике Казахстан</w:t>
            </w:r>
          </w:p>
        </w:tc>
        <w:tc>
          <w:tcPr>
            <w:tcW w:w="12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МВД</w:t>
            </w:r>
          </w:p>
        </w:tc>
        <w:tc>
          <w:tcPr>
            <w:tcW w:w="186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подразделения миграционной полиции МВД</w:t>
            </w:r>
          </w:p>
        </w:tc>
        <w:tc>
          <w:tcPr>
            <w:tcW w:w="14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подразделения миграционной полиции МВД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81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7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36.</w:t>
            </w:r>
          </w:p>
        </w:tc>
        <w:tc>
          <w:tcPr>
            <w:tcW w:w="12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00203004</w:t>
            </w:r>
          </w:p>
        </w:tc>
        <w:tc>
          <w:tcPr>
            <w:tcW w:w="188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удостоверений лицам без гражданства и видов на жительство иностранцам, постоянно проживающим в Республике Казахстан</w:t>
            </w:r>
          </w:p>
        </w:tc>
        <w:tc>
          <w:tcPr>
            <w:tcW w:w="12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МВД</w:t>
            </w:r>
          </w:p>
        </w:tc>
        <w:tc>
          <w:tcPr>
            <w:tcW w:w="186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подразделения миграционной полиции МВД</w:t>
            </w:r>
          </w:p>
        </w:tc>
        <w:tc>
          <w:tcPr>
            <w:tcW w:w="14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подразделения миграционной полиции МВД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81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7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37.</w:t>
            </w:r>
          </w:p>
        </w:tc>
        <w:tc>
          <w:tcPr>
            <w:tcW w:w="12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00203005</w:t>
            </w:r>
          </w:p>
        </w:tc>
        <w:tc>
          <w:tcPr>
            <w:tcW w:w="188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Выдача, продление виз на въезд в Республику Казахстан и транзитный проезд через территорию Республики Казахстан</w:t>
            </w:r>
          </w:p>
        </w:tc>
        <w:tc>
          <w:tcPr>
            <w:tcW w:w="12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МИД</w:t>
            </w:r>
          </w:p>
        </w:tc>
        <w:tc>
          <w:tcPr>
            <w:tcW w:w="186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МИД, загранучреждения Республики Казахстан</w:t>
            </w:r>
          </w:p>
        </w:tc>
        <w:tc>
          <w:tcPr>
            <w:tcW w:w="14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МИД, загранучреждения Республики Казахстан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81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437"/>
        <w:gridCol w:w="891"/>
        <w:gridCol w:w="1723"/>
        <w:gridCol w:w="1214"/>
        <w:gridCol w:w="608"/>
        <w:gridCol w:w="1528"/>
        <w:gridCol w:w="1305"/>
        <w:gridCol w:w="959"/>
        <w:gridCol w:w="1183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003. Регистрация физических и юридических лиц</w:t>
            </w:r>
          </w:p>
        </w:tc>
      </w:tr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00301. Регистрация физических и юридических лиц</w:t>
            </w:r>
          </w:p>
        </w:tc>
      </w:tr>
      <w:tr w:rsidR="00F711CA" w:rsidRPr="00A855A1">
        <w:trPr>
          <w:tblCellSpacing w:w="0" w:type="auto"/>
        </w:trPr>
        <w:tc>
          <w:tcPr>
            <w:tcW w:w="4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38.</w:t>
            </w:r>
          </w:p>
        </w:tc>
        <w:tc>
          <w:tcPr>
            <w:tcW w:w="121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00301001</w:t>
            </w:r>
          </w:p>
        </w:tc>
        <w:tc>
          <w:tcPr>
            <w:tcW w:w="194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Регистрация налогоплательщиков</w:t>
            </w:r>
          </w:p>
        </w:tc>
        <w:tc>
          <w:tcPr>
            <w:tcW w:w="13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0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МФ</w:t>
            </w:r>
          </w:p>
        </w:tc>
        <w:tc>
          <w:tcPr>
            <w:tcW w:w="18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Налоговые управления по районам, городам и районам в городах, на территории специальных экономических зон, межрайонные налоговые управления</w:t>
            </w:r>
          </w:p>
        </w:tc>
        <w:tc>
          <w:tcPr>
            <w:tcW w:w="13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Налоговые управления по районам, городам и районам в городах, на территории специальных экономических зон, межрайонные налоговые управления, веб-портал «электронного правительства»</w:t>
            </w:r>
          </w:p>
        </w:tc>
        <w:tc>
          <w:tcPr>
            <w:tcW w:w="10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39.</w:t>
            </w:r>
          </w:p>
        </w:tc>
        <w:tc>
          <w:tcPr>
            <w:tcW w:w="121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00301002</w:t>
            </w:r>
          </w:p>
        </w:tc>
        <w:tc>
          <w:tcPr>
            <w:tcW w:w="194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Постановка на учет периодических печатных изданий и информационных агентств</w:t>
            </w:r>
          </w:p>
        </w:tc>
        <w:tc>
          <w:tcPr>
            <w:tcW w:w="13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0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МКИ</w:t>
            </w:r>
          </w:p>
        </w:tc>
        <w:tc>
          <w:tcPr>
            <w:tcW w:w="18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информации и архивов МКИ</w:t>
            </w:r>
          </w:p>
        </w:tc>
        <w:tc>
          <w:tcPr>
            <w:tcW w:w="13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информации и архивов МКИ, веб-портал «электронного правительства»</w:t>
            </w:r>
          </w:p>
        </w:tc>
        <w:tc>
          <w:tcPr>
            <w:tcW w:w="10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</w:t>
            </w:r>
          </w:p>
        </w:tc>
      </w:tr>
      <w:tr w:rsidR="00F711CA" w:rsidRPr="00A855A1">
        <w:trPr>
          <w:tblCellSpacing w:w="0" w:type="auto"/>
        </w:trPr>
        <w:tc>
          <w:tcPr>
            <w:tcW w:w="4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40.</w:t>
            </w:r>
          </w:p>
        </w:tc>
        <w:tc>
          <w:tcPr>
            <w:tcW w:w="121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00301003</w:t>
            </w:r>
          </w:p>
        </w:tc>
        <w:tc>
          <w:tcPr>
            <w:tcW w:w="194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Учет иностранных периодических печатных изданий, распространяемых на территории области, города республиканского значения, столицы</w:t>
            </w:r>
          </w:p>
        </w:tc>
        <w:tc>
          <w:tcPr>
            <w:tcW w:w="13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0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МКИ</w:t>
            </w:r>
          </w:p>
        </w:tc>
        <w:tc>
          <w:tcPr>
            <w:tcW w:w="18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Управления внутренней политики областей, гг. Астана и Алматы</w:t>
            </w:r>
          </w:p>
        </w:tc>
        <w:tc>
          <w:tcPr>
            <w:tcW w:w="13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веб-портал «электронного правительства»</w:t>
            </w:r>
          </w:p>
        </w:tc>
        <w:tc>
          <w:tcPr>
            <w:tcW w:w="10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41.</w:t>
            </w:r>
          </w:p>
        </w:tc>
        <w:tc>
          <w:tcPr>
            <w:tcW w:w="121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00301004</w:t>
            </w:r>
          </w:p>
        </w:tc>
        <w:tc>
          <w:tcPr>
            <w:tcW w:w="194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Согласование деятельности иностранных религиозных объединений на территории республики, назначение иностранными религиозными центрами руководителей религиозных объединений в Республике Казахстан</w:t>
            </w:r>
          </w:p>
        </w:tc>
        <w:tc>
          <w:tcPr>
            <w:tcW w:w="13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100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АДР</w:t>
            </w:r>
          </w:p>
        </w:tc>
        <w:tc>
          <w:tcPr>
            <w:tcW w:w="18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АДР</w:t>
            </w:r>
          </w:p>
        </w:tc>
        <w:tc>
          <w:tcPr>
            <w:tcW w:w="13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АДР</w:t>
            </w:r>
          </w:p>
        </w:tc>
        <w:tc>
          <w:tcPr>
            <w:tcW w:w="10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42.</w:t>
            </w:r>
          </w:p>
        </w:tc>
        <w:tc>
          <w:tcPr>
            <w:tcW w:w="121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00301005</w:t>
            </w:r>
          </w:p>
        </w:tc>
        <w:tc>
          <w:tcPr>
            <w:tcW w:w="194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Регистрационный учет налогоплательщика, осуществляющего отдельные виды деятельности</w:t>
            </w:r>
          </w:p>
        </w:tc>
        <w:tc>
          <w:tcPr>
            <w:tcW w:w="13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0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МФ</w:t>
            </w:r>
          </w:p>
        </w:tc>
        <w:tc>
          <w:tcPr>
            <w:tcW w:w="18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Налоговые управления по районам, городам и районам в городах, на территории специальных экономических зон, межрайонные налоговые управления</w:t>
            </w:r>
          </w:p>
        </w:tc>
        <w:tc>
          <w:tcPr>
            <w:tcW w:w="13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Налоговые управления по районам, городам и районам в городах, на территории специальных экономических зон, межрайонные налоговые управления, веб-портал «электронного правительства»</w:t>
            </w:r>
          </w:p>
        </w:tc>
        <w:tc>
          <w:tcPr>
            <w:tcW w:w="10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43.</w:t>
            </w:r>
          </w:p>
        </w:tc>
        <w:tc>
          <w:tcPr>
            <w:tcW w:w="121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00301006</w:t>
            </w:r>
          </w:p>
        </w:tc>
        <w:tc>
          <w:tcPr>
            <w:tcW w:w="194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Регистрационный учет плательщиков налога на добавленную стоимость</w:t>
            </w:r>
          </w:p>
        </w:tc>
        <w:tc>
          <w:tcPr>
            <w:tcW w:w="13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0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МФ</w:t>
            </w:r>
          </w:p>
        </w:tc>
        <w:tc>
          <w:tcPr>
            <w:tcW w:w="18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Налоговые управления по районам, городам и районам в городах, на территории специальных экономических зон, межрайонные налоговые управления</w:t>
            </w:r>
          </w:p>
        </w:tc>
        <w:tc>
          <w:tcPr>
            <w:tcW w:w="13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Налоговые управления по районам, городам и районам в городах, на территории специальных экономических зон, межрайонные налоговые управления</w:t>
            </w:r>
          </w:p>
        </w:tc>
        <w:tc>
          <w:tcPr>
            <w:tcW w:w="10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44.</w:t>
            </w:r>
          </w:p>
        </w:tc>
        <w:tc>
          <w:tcPr>
            <w:tcW w:w="121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00301007</w:t>
            </w:r>
          </w:p>
        </w:tc>
        <w:tc>
          <w:tcPr>
            <w:tcW w:w="194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Регистрационный учет в качестве электронного налогоплательщика</w:t>
            </w:r>
          </w:p>
        </w:tc>
        <w:tc>
          <w:tcPr>
            <w:tcW w:w="13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0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МФ</w:t>
            </w:r>
          </w:p>
        </w:tc>
        <w:tc>
          <w:tcPr>
            <w:tcW w:w="18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Налоговые управления по районам, городам и районам в городах, на территории специальных экономических зон, межрайонные налоговые управления</w:t>
            </w:r>
          </w:p>
        </w:tc>
        <w:tc>
          <w:tcPr>
            <w:tcW w:w="13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Налоговые управления по районам, городам и районам в городах, на территории специальных экономических зон, межрайонные налоговые управления</w:t>
            </w:r>
          </w:p>
        </w:tc>
        <w:tc>
          <w:tcPr>
            <w:tcW w:w="10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45.</w:t>
            </w:r>
          </w:p>
        </w:tc>
        <w:tc>
          <w:tcPr>
            <w:tcW w:w="121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00301008</w:t>
            </w:r>
          </w:p>
        </w:tc>
        <w:tc>
          <w:tcPr>
            <w:tcW w:w="194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Присвоение персонального идентификационного номера (ПИН-код) производителям (импортерам) отдельных видов нефтепродуктов, а также на товары производителей и импортеров некоторых видов подакцизной продукции, авиационного топлива и мазута</w:t>
            </w:r>
          </w:p>
        </w:tc>
        <w:tc>
          <w:tcPr>
            <w:tcW w:w="13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100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МФ</w:t>
            </w:r>
          </w:p>
        </w:tc>
        <w:tc>
          <w:tcPr>
            <w:tcW w:w="18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Налоговые органы по областям, гг. Астана и Алматы</w:t>
            </w:r>
          </w:p>
        </w:tc>
        <w:tc>
          <w:tcPr>
            <w:tcW w:w="13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Налоговые органы по областям, гг. Астана и Алматы</w:t>
            </w:r>
          </w:p>
        </w:tc>
        <w:tc>
          <w:tcPr>
            <w:tcW w:w="10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46.</w:t>
            </w:r>
          </w:p>
        </w:tc>
        <w:tc>
          <w:tcPr>
            <w:tcW w:w="121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00301009</w:t>
            </w:r>
          </w:p>
        </w:tc>
        <w:tc>
          <w:tcPr>
            <w:tcW w:w="194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Регистрация лиц, имеющих право осуществлять деятельность реабилитационного и (или) конкурсного управляющих, и (или) администратора внешнего наблюдения, и снятие их с регистрации</w:t>
            </w:r>
          </w:p>
        </w:tc>
        <w:tc>
          <w:tcPr>
            <w:tcW w:w="13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100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МФ</w:t>
            </w:r>
          </w:p>
        </w:tc>
        <w:tc>
          <w:tcPr>
            <w:tcW w:w="18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работе с несостоятельными должниками МФ</w:t>
            </w:r>
          </w:p>
        </w:tc>
        <w:tc>
          <w:tcPr>
            <w:tcW w:w="13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веб-портал «электронного правительства»</w:t>
            </w:r>
          </w:p>
        </w:tc>
        <w:tc>
          <w:tcPr>
            <w:tcW w:w="10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461"/>
        <w:gridCol w:w="960"/>
        <w:gridCol w:w="1364"/>
        <w:gridCol w:w="1162"/>
        <w:gridCol w:w="582"/>
        <w:gridCol w:w="1616"/>
        <w:gridCol w:w="1616"/>
        <w:gridCol w:w="804"/>
        <w:gridCol w:w="1283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004. Семья и дети</w:t>
            </w:r>
          </w:p>
        </w:tc>
      </w:tr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00401. Создание семьи</w:t>
            </w:r>
          </w:p>
        </w:tc>
      </w:tr>
      <w:tr w:rsidR="00F711CA" w:rsidRPr="00A855A1">
        <w:trPr>
          <w:tblCellSpacing w:w="0" w:type="auto"/>
        </w:trPr>
        <w:tc>
          <w:tcPr>
            <w:tcW w:w="45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47.</w:t>
            </w:r>
          </w:p>
        </w:tc>
        <w:tc>
          <w:tcPr>
            <w:tcW w:w="121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00401001</w:t>
            </w:r>
          </w:p>
        </w:tc>
        <w:tc>
          <w:tcPr>
            <w:tcW w:w="193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Регистрация заключения брака (супружества), в том числе внесение изменений, дополнений и исправлений в записи актов гражданского состояния</w:t>
            </w:r>
          </w:p>
        </w:tc>
        <w:tc>
          <w:tcPr>
            <w:tcW w:w="131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100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8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органы юстиции</w:t>
            </w:r>
          </w:p>
        </w:tc>
        <w:tc>
          <w:tcPr>
            <w:tcW w:w="138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органы юстиции, веб-портал «электронного правительства»</w:t>
            </w:r>
          </w:p>
        </w:tc>
        <w:tc>
          <w:tcPr>
            <w:tcW w:w="10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5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48.</w:t>
            </w:r>
          </w:p>
        </w:tc>
        <w:tc>
          <w:tcPr>
            <w:tcW w:w="121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00401002</w:t>
            </w:r>
          </w:p>
        </w:tc>
        <w:tc>
          <w:tcPr>
            <w:tcW w:w="193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Регистрация расторжения брака (супружества), в том числе внесение изменений, дополнений и исправлений в записи актов гражданского состояния</w:t>
            </w:r>
          </w:p>
        </w:tc>
        <w:tc>
          <w:tcPr>
            <w:tcW w:w="131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100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8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органы юстиции</w:t>
            </w:r>
          </w:p>
        </w:tc>
        <w:tc>
          <w:tcPr>
            <w:tcW w:w="138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территориальные органы юстиции, веб-портал «электронного правительства»</w:t>
            </w:r>
          </w:p>
        </w:tc>
        <w:tc>
          <w:tcPr>
            <w:tcW w:w="10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426"/>
        <w:gridCol w:w="855"/>
        <w:gridCol w:w="1722"/>
        <w:gridCol w:w="1028"/>
        <w:gridCol w:w="760"/>
        <w:gridCol w:w="1503"/>
        <w:gridCol w:w="1503"/>
        <w:gridCol w:w="919"/>
        <w:gridCol w:w="1132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00402. Рождение, опекунство и воспитание ребенка</w:t>
            </w:r>
          </w:p>
        </w:tc>
      </w:tr>
      <w:tr w:rsidR="00F711CA" w:rsidRPr="00A855A1">
        <w:trPr>
          <w:tblCellSpacing w:w="0" w:type="auto"/>
        </w:trPr>
        <w:tc>
          <w:tcPr>
            <w:tcW w:w="4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49.</w:t>
            </w:r>
          </w:p>
        </w:tc>
        <w:tc>
          <w:tcPr>
            <w:tcW w:w="121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00402001</w:t>
            </w:r>
          </w:p>
        </w:tc>
        <w:tc>
          <w:tcPr>
            <w:tcW w:w="19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Регистрация рождения, в том числе внесение изменений, дополнений и исправлений в записи актов гражданского состояния</w:t>
            </w:r>
          </w:p>
        </w:tc>
        <w:tc>
          <w:tcPr>
            <w:tcW w:w="131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100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8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органы юстиции</w:t>
            </w:r>
          </w:p>
        </w:tc>
        <w:tc>
          <w:tcPr>
            <w:tcW w:w="13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территориальные органы юстиции, веб-портал «электронного правительства»</w:t>
            </w:r>
          </w:p>
        </w:tc>
        <w:tc>
          <w:tcPr>
            <w:tcW w:w="10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Платно/ бесплатно</w:t>
            </w:r>
          </w:p>
        </w:tc>
        <w:tc>
          <w:tcPr>
            <w:tcW w:w="17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50.</w:t>
            </w:r>
          </w:p>
        </w:tc>
        <w:tc>
          <w:tcPr>
            <w:tcW w:w="121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00402002</w:t>
            </w:r>
          </w:p>
        </w:tc>
        <w:tc>
          <w:tcPr>
            <w:tcW w:w="19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Регистрация установления отцовства, в том числе внесение изменений, дополнений и исправлений в записи актов гражданского состояния</w:t>
            </w:r>
          </w:p>
        </w:tc>
        <w:tc>
          <w:tcPr>
            <w:tcW w:w="131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100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8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органы юстиции</w:t>
            </w:r>
          </w:p>
        </w:tc>
        <w:tc>
          <w:tcPr>
            <w:tcW w:w="13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органы юстиции</w:t>
            </w:r>
          </w:p>
        </w:tc>
        <w:tc>
          <w:tcPr>
            <w:tcW w:w="10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Платно/ бесплатно</w:t>
            </w:r>
          </w:p>
        </w:tc>
        <w:tc>
          <w:tcPr>
            <w:tcW w:w="17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51.</w:t>
            </w:r>
          </w:p>
        </w:tc>
        <w:tc>
          <w:tcPr>
            <w:tcW w:w="121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00402003</w:t>
            </w:r>
          </w:p>
        </w:tc>
        <w:tc>
          <w:tcPr>
            <w:tcW w:w="19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Регистрация усыновления (удочерения), в том числе внесение изменений, дополнений и исправлений в записи актов гражданского состояния</w:t>
            </w:r>
          </w:p>
        </w:tc>
        <w:tc>
          <w:tcPr>
            <w:tcW w:w="131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100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8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органы юстиции</w:t>
            </w:r>
          </w:p>
        </w:tc>
        <w:tc>
          <w:tcPr>
            <w:tcW w:w="13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органы юстиции</w:t>
            </w:r>
          </w:p>
        </w:tc>
        <w:tc>
          <w:tcPr>
            <w:tcW w:w="10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Платно/ бесплатно</w:t>
            </w:r>
          </w:p>
        </w:tc>
        <w:tc>
          <w:tcPr>
            <w:tcW w:w="17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52.</w:t>
            </w:r>
          </w:p>
        </w:tc>
        <w:tc>
          <w:tcPr>
            <w:tcW w:w="121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00402004</w:t>
            </w:r>
          </w:p>
        </w:tc>
        <w:tc>
          <w:tcPr>
            <w:tcW w:w="19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справок по опеке и попечительству</w:t>
            </w:r>
          </w:p>
        </w:tc>
        <w:tc>
          <w:tcPr>
            <w:tcW w:w="131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100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МОН</w:t>
            </w:r>
          </w:p>
        </w:tc>
        <w:tc>
          <w:tcPr>
            <w:tcW w:w="18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Управления образования гг. Астана и Алматы, отделы образования районов и городов областного значения</w:t>
            </w:r>
          </w:p>
        </w:tc>
        <w:tc>
          <w:tcPr>
            <w:tcW w:w="13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веб-портал «электронного правительства»</w:t>
            </w:r>
          </w:p>
        </w:tc>
        <w:tc>
          <w:tcPr>
            <w:tcW w:w="10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53.</w:t>
            </w:r>
          </w:p>
        </w:tc>
        <w:tc>
          <w:tcPr>
            <w:tcW w:w="121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00402005</w:t>
            </w:r>
          </w:p>
        </w:tc>
        <w:tc>
          <w:tcPr>
            <w:tcW w:w="19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Установление опеки или попечительства над ребенком-сиротой (детьми-сиротами) и ребенком (детьми), оставшимся без попечения родителей</w:t>
            </w:r>
          </w:p>
        </w:tc>
        <w:tc>
          <w:tcPr>
            <w:tcW w:w="131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100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МОН</w:t>
            </w:r>
          </w:p>
        </w:tc>
        <w:tc>
          <w:tcPr>
            <w:tcW w:w="18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Управления образования гг. Астана и Алматы, отделы образования районов и городов областного значения</w:t>
            </w:r>
          </w:p>
        </w:tc>
        <w:tc>
          <w:tcPr>
            <w:tcW w:w="13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Управления образования гг. Астана и Алматы, отделы образования районов и городов областного значения, веб-портал «электронного правительства»</w:t>
            </w:r>
          </w:p>
        </w:tc>
        <w:tc>
          <w:tcPr>
            <w:tcW w:w="10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54.</w:t>
            </w:r>
          </w:p>
        </w:tc>
        <w:tc>
          <w:tcPr>
            <w:tcW w:w="121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00402006</w:t>
            </w:r>
          </w:p>
        </w:tc>
        <w:tc>
          <w:tcPr>
            <w:tcW w:w="19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справок в единый накопительный пенсионный фонд и (или) добровольный накопительный пенсионный фонд, банки, в органы внутренних дел для распоряжения имуществом несовершеннолетних детей и для оформления наследства несовершеннолетним детям</w:t>
            </w:r>
          </w:p>
        </w:tc>
        <w:tc>
          <w:tcPr>
            <w:tcW w:w="131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100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МОН</w:t>
            </w:r>
          </w:p>
        </w:tc>
        <w:tc>
          <w:tcPr>
            <w:tcW w:w="18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Управления образования гг. Астана и Алматы, отделы образования районов и городов областного значения</w:t>
            </w:r>
          </w:p>
        </w:tc>
        <w:tc>
          <w:tcPr>
            <w:tcW w:w="13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веб-портал «электронного правительства»</w:t>
            </w:r>
          </w:p>
        </w:tc>
        <w:tc>
          <w:tcPr>
            <w:tcW w:w="10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55.</w:t>
            </w:r>
          </w:p>
        </w:tc>
        <w:tc>
          <w:tcPr>
            <w:tcW w:w="121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00402007</w:t>
            </w:r>
          </w:p>
        </w:tc>
        <w:tc>
          <w:tcPr>
            <w:tcW w:w="19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справок органов, осуществляющих функции по опеке или попечительству для оформления сделок с имуществом, принадлежащим на праве собственности несовершеннолетним детям</w:t>
            </w:r>
          </w:p>
        </w:tc>
        <w:tc>
          <w:tcPr>
            <w:tcW w:w="131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100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МОН</w:t>
            </w:r>
          </w:p>
        </w:tc>
        <w:tc>
          <w:tcPr>
            <w:tcW w:w="18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Управления образования гг. Астана и Алматы, отделы образования районов и городов областного значения</w:t>
            </w:r>
          </w:p>
        </w:tc>
        <w:tc>
          <w:tcPr>
            <w:tcW w:w="13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веб-портал «электронного правительства»</w:t>
            </w:r>
          </w:p>
        </w:tc>
        <w:tc>
          <w:tcPr>
            <w:tcW w:w="10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56.</w:t>
            </w:r>
          </w:p>
        </w:tc>
        <w:tc>
          <w:tcPr>
            <w:tcW w:w="121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00402008</w:t>
            </w:r>
          </w:p>
        </w:tc>
        <w:tc>
          <w:tcPr>
            <w:tcW w:w="19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Постановка на учет детей, являющихся гражданами Республики Казахстан, переданных на усыновление иностранцам</w:t>
            </w:r>
          </w:p>
        </w:tc>
        <w:tc>
          <w:tcPr>
            <w:tcW w:w="131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100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МИД</w:t>
            </w:r>
          </w:p>
        </w:tc>
        <w:tc>
          <w:tcPr>
            <w:tcW w:w="18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МИД</w:t>
            </w:r>
          </w:p>
        </w:tc>
        <w:tc>
          <w:tcPr>
            <w:tcW w:w="13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МИД</w:t>
            </w:r>
          </w:p>
        </w:tc>
        <w:tc>
          <w:tcPr>
            <w:tcW w:w="10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57.</w:t>
            </w:r>
          </w:p>
        </w:tc>
        <w:tc>
          <w:tcPr>
            <w:tcW w:w="121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00402009</w:t>
            </w:r>
          </w:p>
        </w:tc>
        <w:tc>
          <w:tcPr>
            <w:tcW w:w="19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Обследование и оказание психолого-медико-педагогической консультативной помощи детям с ограниченными возможностями</w:t>
            </w:r>
          </w:p>
        </w:tc>
        <w:tc>
          <w:tcPr>
            <w:tcW w:w="131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100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МОН</w:t>
            </w:r>
          </w:p>
        </w:tc>
        <w:tc>
          <w:tcPr>
            <w:tcW w:w="18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Психолого-медико-педагогическая консультация, кабинеты психолого-педагогической коррекции</w:t>
            </w:r>
          </w:p>
        </w:tc>
        <w:tc>
          <w:tcPr>
            <w:tcW w:w="13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Психолого-медико-педагогическая консультация, кабинеты психолого-педагогической коррекции</w:t>
            </w:r>
          </w:p>
        </w:tc>
        <w:tc>
          <w:tcPr>
            <w:tcW w:w="10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58.</w:t>
            </w:r>
          </w:p>
        </w:tc>
        <w:tc>
          <w:tcPr>
            <w:tcW w:w="121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00402010</w:t>
            </w:r>
          </w:p>
        </w:tc>
        <w:tc>
          <w:tcPr>
            <w:tcW w:w="19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Реабилитация и социальная адаптация детей и подростков с проблемами в развитии</w:t>
            </w:r>
          </w:p>
        </w:tc>
        <w:tc>
          <w:tcPr>
            <w:tcW w:w="131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100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МОН</w:t>
            </w:r>
          </w:p>
        </w:tc>
        <w:tc>
          <w:tcPr>
            <w:tcW w:w="18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Реабилитационные центры, кабинеты психолого-педагогической коррекции, логопедические пункты и другие организации специального образования</w:t>
            </w:r>
          </w:p>
        </w:tc>
        <w:tc>
          <w:tcPr>
            <w:tcW w:w="13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Реабилитационные центры, кабинеты психолого-педагогической коррекции, логопедические пункты и другие организации специального образования</w:t>
            </w:r>
          </w:p>
        </w:tc>
        <w:tc>
          <w:tcPr>
            <w:tcW w:w="10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59.</w:t>
            </w:r>
          </w:p>
        </w:tc>
        <w:tc>
          <w:tcPr>
            <w:tcW w:w="121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00402011</w:t>
            </w:r>
          </w:p>
        </w:tc>
        <w:tc>
          <w:tcPr>
            <w:tcW w:w="19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Назначение пособий на рождение ребенка и по уходу за ребенком</w:t>
            </w:r>
          </w:p>
        </w:tc>
        <w:tc>
          <w:tcPr>
            <w:tcW w:w="131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100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МТСЗН</w:t>
            </w:r>
          </w:p>
        </w:tc>
        <w:tc>
          <w:tcPr>
            <w:tcW w:w="18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подразделения Комитета по контролю и социальной защите МТСЗН</w:t>
            </w:r>
          </w:p>
        </w:tc>
        <w:tc>
          <w:tcPr>
            <w:tcW w:w="13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ГЦВП, веб-портал «электронного правительства»</w:t>
            </w:r>
          </w:p>
        </w:tc>
        <w:tc>
          <w:tcPr>
            <w:tcW w:w="10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60.</w:t>
            </w:r>
          </w:p>
        </w:tc>
        <w:tc>
          <w:tcPr>
            <w:tcW w:w="121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00402012</w:t>
            </w:r>
          </w:p>
        </w:tc>
        <w:tc>
          <w:tcPr>
            <w:tcW w:w="19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Назначение пособия матери или отцу, усыновителю (удочерителю), опекуну (попечителю), воспитывающему ребенка-инвалида</w:t>
            </w:r>
          </w:p>
        </w:tc>
        <w:tc>
          <w:tcPr>
            <w:tcW w:w="131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100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МТСЗН</w:t>
            </w:r>
          </w:p>
        </w:tc>
        <w:tc>
          <w:tcPr>
            <w:tcW w:w="18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подразделения Комитета по контролю и социальной защите МТСЗН</w:t>
            </w:r>
          </w:p>
        </w:tc>
        <w:tc>
          <w:tcPr>
            <w:tcW w:w="13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ГЦВП</w:t>
            </w:r>
          </w:p>
        </w:tc>
        <w:tc>
          <w:tcPr>
            <w:tcW w:w="10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00403. Образование и досуг для ребенка</w:t>
            </w:r>
          </w:p>
        </w:tc>
      </w:tr>
      <w:tr w:rsidR="00F711CA" w:rsidRPr="00A855A1">
        <w:trPr>
          <w:tblCellSpacing w:w="0" w:type="auto"/>
        </w:trPr>
        <w:tc>
          <w:tcPr>
            <w:tcW w:w="4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61.</w:t>
            </w:r>
          </w:p>
        </w:tc>
        <w:tc>
          <w:tcPr>
            <w:tcW w:w="121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00403001</w:t>
            </w:r>
          </w:p>
        </w:tc>
        <w:tc>
          <w:tcPr>
            <w:tcW w:w="19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Постановка на очередь детей дошкольного возраста (до 7 лет) для направления в детские дошкольные организации</w:t>
            </w:r>
          </w:p>
        </w:tc>
        <w:tc>
          <w:tcPr>
            <w:tcW w:w="131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100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МОН</w:t>
            </w:r>
          </w:p>
        </w:tc>
        <w:tc>
          <w:tcPr>
            <w:tcW w:w="18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Отделы образования районов и городов областного значения, аппараты акима поселка, села, сельского округа</w:t>
            </w:r>
          </w:p>
        </w:tc>
        <w:tc>
          <w:tcPr>
            <w:tcW w:w="13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отделы образования районов и городов областного значения, аппараты акима поселка, села, сельского округа, веб-портал «электронного правительства»</w:t>
            </w:r>
          </w:p>
        </w:tc>
        <w:tc>
          <w:tcPr>
            <w:tcW w:w="10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62.</w:t>
            </w:r>
          </w:p>
        </w:tc>
        <w:tc>
          <w:tcPr>
            <w:tcW w:w="121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00403002</w:t>
            </w:r>
          </w:p>
        </w:tc>
        <w:tc>
          <w:tcPr>
            <w:tcW w:w="19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Предоставление дошкольного образования</w:t>
            </w:r>
          </w:p>
        </w:tc>
        <w:tc>
          <w:tcPr>
            <w:tcW w:w="131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100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МОН</w:t>
            </w:r>
          </w:p>
        </w:tc>
        <w:tc>
          <w:tcPr>
            <w:tcW w:w="18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Дошкольные организации всех типов и видов</w:t>
            </w:r>
          </w:p>
        </w:tc>
        <w:tc>
          <w:tcPr>
            <w:tcW w:w="13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Дошкольные организации всех типов и видов</w:t>
            </w:r>
          </w:p>
        </w:tc>
        <w:tc>
          <w:tcPr>
            <w:tcW w:w="10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Платно/ Бесплатно</w:t>
            </w:r>
          </w:p>
        </w:tc>
        <w:tc>
          <w:tcPr>
            <w:tcW w:w="17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63.</w:t>
            </w:r>
          </w:p>
        </w:tc>
        <w:tc>
          <w:tcPr>
            <w:tcW w:w="121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00403003</w:t>
            </w:r>
          </w:p>
        </w:tc>
        <w:tc>
          <w:tcPr>
            <w:tcW w:w="19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Предоставление начального, основного среднего и общего среднего образования</w:t>
            </w:r>
          </w:p>
        </w:tc>
        <w:tc>
          <w:tcPr>
            <w:tcW w:w="131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100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МОН</w:t>
            </w:r>
          </w:p>
        </w:tc>
        <w:tc>
          <w:tcPr>
            <w:tcW w:w="18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Организации начального, основного среднего и общего среднего образования</w:t>
            </w:r>
          </w:p>
        </w:tc>
        <w:tc>
          <w:tcPr>
            <w:tcW w:w="13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Организации начального, основного среднего и общего среднего образования, веб-портал «электронного правительства»</w:t>
            </w:r>
          </w:p>
        </w:tc>
        <w:tc>
          <w:tcPr>
            <w:tcW w:w="10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64.</w:t>
            </w:r>
          </w:p>
        </w:tc>
        <w:tc>
          <w:tcPr>
            <w:tcW w:w="121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00403004</w:t>
            </w:r>
          </w:p>
        </w:tc>
        <w:tc>
          <w:tcPr>
            <w:tcW w:w="19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Предоставление индивидуального бесплатного обучения на дому детей, которые по состоянию здоровья в течение длительного времени не могут посещать организации начального, основного среднего, общего среднего образования</w:t>
            </w:r>
          </w:p>
        </w:tc>
        <w:tc>
          <w:tcPr>
            <w:tcW w:w="131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100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МОН</w:t>
            </w:r>
          </w:p>
        </w:tc>
        <w:tc>
          <w:tcPr>
            <w:tcW w:w="18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Организации начального, основного среднего и общего среднего образования</w:t>
            </w:r>
          </w:p>
        </w:tc>
        <w:tc>
          <w:tcPr>
            <w:tcW w:w="13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Организации начального, основного среднего и общего среднего образования</w:t>
            </w:r>
          </w:p>
        </w:tc>
        <w:tc>
          <w:tcPr>
            <w:tcW w:w="10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65.</w:t>
            </w:r>
          </w:p>
        </w:tc>
        <w:tc>
          <w:tcPr>
            <w:tcW w:w="121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00403005</w:t>
            </w:r>
          </w:p>
        </w:tc>
        <w:tc>
          <w:tcPr>
            <w:tcW w:w="19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Предоставление среднего образования на основе специальных (коррекционных) программ детям с ограниченными возможностями</w:t>
            </w:r>
          </w:p>
        </w:tc>
        <w:tc>
          <w:tcPr>
            <w:tcW w:w="131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100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МОН</w:t>
            </w:r>
          </w:p>
        </w:tc>
        <w:tc>
          <w:tcPr>
            <w:tcW w:w="18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Специальные организации образования </w:t>
            </w:r>
          </w:p>
        </w:tc>
        <w:tc>
          <w:tcPr>
            <w:tcW w:w="13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Специальные организации образования</w:t>
            </w:r>
          </w:p>
        </w:tc>
        <w:tc>
          <w:tcPr>
            <w:tcW w:w="10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66.</w:t>
            </w:r>
          </w:p>
        </w:tc>
        <w:tc>
          <w:tcPr>
            <w:tcW w:w="121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00403006</w:t>
            </w:r>
          </w:p>
        </w:tc>
        <w:tc>
          <w:tcPr>
            <w:tcW w:w="19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Предоставление дополнительного образования для детей</w:t>
            </w:r>
          </w:p>
        </w:tc>
        <w:tc>
          <w:tcPr>
            <w:tcW w:w="131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100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МОН</w:t>
            </w:r>
          </w:p>
        </w:tc>
        <w:tc>
          <w:tcPr>
            <w:tcW w:w="18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Организации дополнительного образования для детей</w:t>
            </w:r>
          </w:p>
        </w:tc>
        <w:tc>
          <w:tcPr>
            <w:tcW w:w="13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организации дополнительного образования для детей</w:t>
            </w:r>
          </w:p>
        </w:tc>
        <w:tc>
          <w:tcPr>
            <w:tcW w:w="10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Платно/ бесплатно</w:t>
            </w:r>
          </w:p>
        </w:tc>
        <w:tc>
          <w:tcPr>
            <w:tcW w:w="17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67.</w:t>
            </w:r>
          </w:p>
        </w:tc>
        <w:tc>
          <w:tcPr>
            <w:tcW w:w="121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00403007</w:t>
            </w:r>
          </w:p>
        </w:tc>
        <w:tc>
          <w:tcPr>
            <w:tcW w:w="19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Предоставление бесплатного подвоза к общеобразовательным организациям и обратно домой детям, проживающим в отдаленных сельских пунктах</w:t>
            </w:r>
          </w:p>
        </w:tc>
        <w:tc>
          <w:tcPr>
            <w:tcW w:w="131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100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МОН</w:t>
            </w:r>
          </w:p>
        </w:tc>
        <w:tc>
          <w:tcPr>
            <w:tcW w:w="18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Аппарат акима поселка, села, сельского округа</w:t>
            </w:r>
          </w:p>
        </w:tc>
        <w:tc>
          <w:tcPr>
            <w:tcW w:w="13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Аппарат акима поселка, села, сельского округа, веб-портал «электронного правительства»</w:t>
            </w:r>
          </w:p>
        </w:tc>
        <w:tc>
          <w:tcPr>
            <w:tcW w:w="10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68.</w:t>
            </w:r>
          </w:p>
        </w:tc>
        <w:tc>
          <w:tcPr>
            <w:tcW w:w="121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00403008</w:t>
            </w:r>
          </w:p>
        </w:tc>
        <w:tc>
          <w:tcPr>
            <w:tcW w:w="19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Предоставление бесплатного питания отдельным категориям обучающихся и воспитанников в общеобразовательных школах</w:t>
            </w:r>
          </w:p>
        </w:tc>
        <w:tc>
          <w:tcPr>
            <w:tcW w:w="131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100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МОН</w:t>
            </w:r>
          </w:p>
        </w:tc>
        <w:tc>
          <w:tcPr>
            <w:tcW w:w="18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Аппарат акима областей, гг. Астана и Алматы, районов и городов областного значения</w:t>
            </w:r>
          </w:p>
        </w:tc>
        <w:tc>
          <w:tcPr>
            <w:tcW w:w="13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Аппарат акима областей, гг. Астана и Алматы, районов и городов областного значения, веб-портал «электронного правительства»</w:t>
            </w:r>
          </w:p>
        </w:tc>
        <w:tc>
          <w:tcPr>
            <w:tcW w:w="10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69.</w:t>
            </w:r>
          </w:p>
        </w:tc>
        <w:tc>
          <w:tcPr>
            <w:tcW w:w="121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00403009</w:t>
            </w:r>
          </w:p>
        </w:tc>
        <w:tc>
          <w:tcPr>
            <w:tcW w:w="19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Предоставление отдыха детям из малообеспеченных семей в загородных и пришкольных лагерях</w:t>
            </w:r>
          </w:p>
        </w:tc>
        <w:tc>
          <w:tcPr>
            <w:tcW w:w="131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100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МОН</w:t>
            </w:r>
          </w:p>
        </w:tc>
        <w:tc>
          <w:tcPr>
            <w:tcW w:w="18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Управления образования областей, гг. Астана и Алматы, отделы образования районов и городов, организации образования</w:t>
            </w:r>
          </w:p>
        </w:tc>
        <w:tc>
          <w:tcPr>
            <w:tcW w:w="13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управления образования областей, гг. Астана и Алматы, отделы образования районов и городов организации образования</w:t>
            </w:r>
          </w:p>
        </w:tc>
        <w:tc>
          <w:tcPr>
            <w:tcW w:w="10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70.</w:t>
            </w:r>
          </w:p>
        </w:tc>
        <w:tc>
          <w:tcPr>
            <w:tcW w:w="121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00403010</w:t>
            </w:r>
          </w:p>
        </w:tc>
        <w:tc>
          <w:tcPr>
            <w:tcW w:w="19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разрешения и обучение в форме экстерната в организациях основного среднего, общего среднего образования</w:t>
            </w:r>
          </w:p>
        </w:tc>
        <w:tc>
          <w:tcPr>
            <w:tcW w:w="131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100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МОН</w:t>
            </w:r>
          </w:p>
        </w:tc>
        <w:tc>
          <w:tcPr>
            <w:tcW w:w="18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Организации основного среднего и общего среднего образования, управления образования областей, гг. Астана и Алматы, отделы образования районов и городов областного значения</w:t>
            </w:r>
          </w:p>
        </w:tc>
        <w:tc>
          <w:tcPr>
            <w:tcW w:w="13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Организации основного среднего и общего среднего образования</w:t>
            </w:r>
          </w:p>
        </w:tc>
        <w:tc>
          <w:tcPr>
            <w:tcW w:w="10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71.</w:t>
            </w:r>
          </w:p>
        </w:tc>
        <w:tc>
          <w:tcPr>
            <w:tcW w:w="121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00403011</w:t>
            </w:r>
          </w:p>
        </w:tc>
        <w:tc>
          <w:tcPr>
            <w:tcW w:w="19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Оказание консультативной помощи семьям, воспитывающим детей с ограниченными возможностями</w:t>
            </w:r>
          </w:p>
        </w:tc>
        <w:tc>
          <w:tcPr>
            <w:tcW w:w="131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100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МОН</w:t>
            </w:r>
          </w:p>
        </w:tc>
        <w:tc>
          <w:tcPr>
            <w:tcW w:w="18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Реабилитационные центры, кабинеты психолого-педагогической коррекции, логопедические пункты и другие организации специального образования</w:t>
            </w:r>
          </w:p>
        </w:tc>
        <w:tc>
          <w:tcPr>
            <w:tcW w:w="13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Управления образования гг. Астана и Алматы, отделы образования районов и городов областного значения</w:t>
            </w:r>
          </w:p>
        </w:tc>
        <w:tc>
          <w:tcPr>
            <w:tcW w:w="10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457"/>
        <w:gridCol w:w="946"/>
        <w:gridCol w:w="1567"/>
        <w:gridCol w:w="1145"/>
        <w:gridCol w:w="839"/>
        <w:gridCol w:w="1216"/>
        <w:gridCol w:w="1395"/>
        <w:gridCol w:w="1020"/>
        <w:gridCol w:w="1263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00404. Содержание и обеспечение ребенка</w:t>
            </w:r>
          </w:p>
        </w:tc>
      </w:tr>
      <w:tr w:rsidR="00F711CA" w:rsidRPr="00A855A1">
        <w:trPr>
          <w:tblCellSpacing w:w="0" w:type="auto"/>
        </w:trPr>
        <w:tc>
          <w:tcPr>
            <w:tcW w:w="4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72.</w:t>
            </w:r>
          </w:p>
        </w:tc>
        <w:tc>
          <w:tcPr>
            <w:tcW w:w="121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00404001</w:t>
            </w:r>
          </w:p>
        </w:tc>
        <w:tc>
          <w:tcPr>
            <w:tcW w:w="19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Назначение государственного пособия на детей до восемнадцати лет</w:t>
            </w:r>
          </w:p>
        </w:tc>
        <w:tc>
          <w:tcPr>
            <w:tcW w:w="131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100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МТСЗН</w:t>
            </w:r>
          </w:p>
        </w:tc>
        <w:tc>
          <w:tcPr>
            <w:tcW w:w="18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Управления координации занятости и социальных программ гг. Астана и Алматы, отделы занятости и социальных программ районов и городов областного значения</w:t>
            </w:r>
          </w:p>
        </w:tc>
        <w:tc>
          <w:tcPr>
            <w:tcW w:w="140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управления координации занятости и социальных программ гг. Астана и Алматы, отделы занятости и социальных программ районов и городов областного значения, аким поселка, села, сельского округа</w:t>
            </w:r>
          </w:p>
        </w:tc>
        <w:tc>
          <w:tcPr>
            <w:tcW w:w="10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7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73.</w:t>
            </w:r>
          </w:p>
        </w:tc>
        <w:tc>
          <w:tcPr>
            <w:tcW w:w="121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00404002</w:t>
            </w:r>
          </w:p>
        </w:tc>
        <w:tc>
          <w:tcPr>
            <w:tcW w:w="19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Назначение материального обеспечения детям-инвалидам, обучающимся на дому</w:t>
            </w:r>
          </w:p>
        </w:tc>
        <w:tc>
          <w:tcPr>
            <w:tcW w:w="131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100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МТСЗН</w:t>
            </w:r>
          </w:p>
        </w:tc>
        <w:tc>
          <w:tcPr>
            <w:tcW w:w="18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Управления координации занятости и социальных программ гг. Астана и Алматы, отделы занятости и социальных программ районов и городов областного значения</w:t>
            </w:r>
          </w:p>
        </w:tc>
        <w:tc>
          <w:tcPr>
            <w:tcW w:w="140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управления координации занятости и социальных программ гг. Астана и Алматы, отделы занятости и социальных программ районов и городов областного значения, веб-портал «электронного правительства»</w:t>
            </w:r>
          </w:p>
        </w:tc>
        <w:tc>
          <w:tcPr>
            <w:tcW w:w="10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7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45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74.</w:t>
            </w:r>
          </w:p>
        </w:tc>
        <w:tc>
          <w:tcPr>
            <w:tcW w:w="121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00404003</w:t>
            </w:r>
          </w:p>
        </w:tc>
        <w:tc>
          <w:tcPr>
            <w:tcW w:w="19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Назначение выплаты пособия опекунам или попечителям на содержание ребенка-сироты (детей-сирот) и ребенка (детей), оставшегося без попечения родителей</w:t>
            </w:r>
          </w:p>
        </w:tc>
        <w:tc>
          <w:tcPr>
            <w:tcW w:w="131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100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МОН</w:t>
            </w:r>
          </w:p>
        </w:tc>
        <w:tc>
          <w:tcPr>
            <w:tcW w:w="18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Управления образования гг. Астана и Алматы, отделы образования районов и городов областного значения</w:t>
            </w:r>
          </w:p>
        </w:tc>
        <w:tc>
          <w:tcPr>
            <w:tcW w:w="140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Управления образования гг. Астана и Алматы, отделы образования районов и городов областного значения, веб-портал «электронного правительства»</w:t>
            </w:r>
          </w:p>
        </w:tc>
        <w:tc>
          <w:tcPr>
            <w:tcW w:w="10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7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07"/>
        <w:gridCol w:w="859"/>
        <w:gridCol w:w="1871"/>
        <w:gridCol w:w="1108"/>
        <w:gridCol w:w="589"/>
        <w:gridCol w:w="1426"/>
        <w:gridCol w:w="1426"/>
        <w:gridCol w:w="924"/>
        <w:gridCol w:w="1138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005. Права на имущество и интеллектуальную собственность</w:t>
            </w:r>
          </w:p>
        </w:tc>
      </w:tr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00501. Движимое имущество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75.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00501001</w:t>
            </w:r>
          </w:p>
        </w:tc>
        <w:tc>
          <w:tcPr>
            <w:tcW w:w="194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Регистрация залога движимого имущества, не подлежащего обязательной государственной регистрации, и выдача дубликата свидетельства о регистрации залога движимого имущества, не подлежащего обязательной государственной регистрации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83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РГКП «Центр по недвижимости» областей и гг. Астана и Алматы и его филиалы</w:t>
            </w:r>
          </w:p>
        </w:tc>
        <w:tc>
          <w:tcPr>
            <w:tcW w:w="13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веб-портал «электронного правительства»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76.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00501002</w:t>
            </w:r>
          </w:p>
        </w:tc>
        <w:tc>
          <w:tcPr>
            <w:tcW w:w="194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справки по залогу движимого имущества, не подлежащего обязательной государственной регистрации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83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РГКП «Центр по недвижимости» областей и гг. Астана и Алматы и его филиалы</w:t>
            </w:r>
          </w:p>
        </w:tc>
        <w:tc>
          <w:tcPr>
            <w:tcW w:w="13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77.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00501003</w:t>
            </w:r>
          </w:p>
        </w:tc>
        <w:tc>
          <w:tcPr>
            <w:tcW w:w="194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Государственная регистрация, перерегистрация и снятие с регистрации судов внутреннего водного плавания и судов плавания «река-море» в Государственном судовом реестре и выдача дубликатов документов, подтверждающих их государственную регистрацию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3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органы Комитета транспортного контроля МТК</w:t>
            </w:r>
          </w:p>
        </w:tc>
        <w:tc>
          <w:tcPr>
            <w:tcW w:w="13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78.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00501004</w:t>
            </w:r>
          </w:p>
        </w:tc>
        <w:tc>
          <w:tcPr>
            <w:tcW w:w="194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Государственная регистрация арендованных судов внутреннего водного плавания и судов плавания «река-море» в реестре арендованных иностранных судов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3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органы Комитета транспортного контроля МТК</w:t>
            </w:r>
          </w:p>
        </w:tc>
        <w:tc>
          <w:tcPr>
            <w:tcW w:w="13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79.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00501005</w:t>
            </w:r>
          </w:p>
        </w:tc>
        <w:tc>
          <w:tcPr>
            <w:tcW w:w="194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Государственная регистрация, перерегистрация и снятие с государственной регистрации маломерных судов и выдача дубликатов документов, подтверждающих их государственную регистрацию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3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органы Комитета транспортного контроля МТК</w:t>
            </w:r>
          </w:p>
        </w:tc>
        <w:tc>
          <w:tcPr>
            <w:tcW w:w="13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веб-портал «электронного правительства»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80.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00501006</w:t>
            </w:r>
          </w:p>
        </w:tc>
        <w:tc>
          <w:tcPr>
            <w:tcW w:w="194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Регистрация залога железнодорожного подвижного состава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3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органы Комитета транспортного контроля МТК</w:t>
            </w:r>
          </w:p>
        </w:tc>
        <w:tc>
          <w:tcPr>
            <w:tcW w:w="13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веб-портал «электронного правительства»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81.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00501007</w:t>
            </w:r>
          </w:p>
        </w:tc>
        <w:tc>
          <w:tcPr>
            <w:tcW w:w="194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Регистрация железнодорожного подвижного состава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3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органы Комитета транспортного контроля МТК</w:t>
            </w:r>
          </w:p>
        </w:tc>
        <w:tc>
          <w:tcPr>
            <w:tcW w:w="13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веб-портал «электронного правительства»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82.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00501008</w:t>
            </w:r>
          </w:p>
        </w:tc>
        <w:tc>
          <w:tcPr>
            <w:tcW w:w="194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Регистрация, перерегистрация автотранспортных средств и выдача регистрационных номерных знаков, за исключением транспортных средств, регистрируемых Министерством сельского хозяйства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МВД</w:t>
            </w:r>
          </w:p>
        </w:tc>
        <w:tc>
          <w:tcPr>
            <w:tcW w:w="183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МВД</w:t>
            </w:r>
          </w:p>
        </w:tc>
        <w:tc>
          <w:tcPr>
            <w:tcW w:w="13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регистрационно-экзаменационные подразделения органов внутренних дел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83.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00501009</w:t>
            </w:r>
          </w:p>
        </w:tc>
        <w:tc>
          <w:tcPr>
            <w:tcW w:w="194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Регистрация и перерегистрация каждой единицы гражданского, служебного оружия физических и юридических лиц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МВД</w:t>
            </w:r>
          </w:p>
        </w:tc>
        <w:tc>
          <w:tcPr>
            <w:tcW w:w="183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МВД</w:t>
            </w:r>
          </w:p>
        </w:tc>
        <w:tc>
          <w:tcPr>
            <w:tcW w:w="13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Подразделения лицензионно-</w:t>
            </w:r>
            <w:r w:rsidRPr="00A855A1">
              <w:rPr>
                <w:rFonts w:ascii="Times New Roman" w:hAnsi="Times New Roman" w:cs="Times New Roman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разрешительной системы МВД, ДВД областей, гг. Астана и Алматы на транспорте, городских, районных органов внутренних дел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84.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00501010</w:t>
            </w:r>
          </w:p>
        </w:tc>
        <w:tc>
          <w:tcPr>
            <w:tcW w:w="194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Регистрация, перерегистрация тракторов и изготовленных на их базе самоходных шасси и механизмов, прицепов к ним, включая прицепы со смонтированным специальным оборудованием, самоходных сельскохозяйственных, мелиоративных и дорожно-строительных машин и механизмов, а также специальных машин повышенной проходимости с выдачей регистрационных номерных знаков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МСХ</w:t>
            </w:r>
          </w:p>
        </w:tc>
        <w:tc>
          <w:tcPr>
            <w:tcW w:w="183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Алматы, районов и города областного значения</w:t>
            </w:r>
          </w:p>
        </w:tc>
        <w:tc>
          <w:tcPr>
            <w:tcW w:w="13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Алматы, районов и города областного значения, веб-портал «электронного правительства»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85.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00501011</w:t>
            </w:r>
          </w:p>
        </w:tc>
        <w:tc>
          <w:tcPr>
            <w:tcW w:w="194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Регистрация и выдача свидетельства о государственной регистрации залога тракторов и изготовленных на их базе самоходных шасси и механизмов, прицепов к ним, включая прицепы со смонтированным специальным оборудованием, самоходных, сельскохозяйственных, мелиоративных и дорожно-строительных машин и механизмов, а также специальных машин повышенной проходимости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МСХ</w:t>
            </w:r>
          </w:p>
        </w:tc>
        <w:tc>
          <w:tcPr>
            <w:tcW w:w="183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Алматы, районов и городов областного значения</w:t>
            </w:r>
          </w:p>
        </w:tc>
        <w:tc>
          <w:tcPr>
            <w:tcW w:w="13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Алматы, районов и городов областного значения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86.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00501012</w:t>
            </w:r>
          </w:p>
        </w:tc>
        <w:tc>
          <w:tcPr>
            <w:tcW w:w="194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Государственная регистрация ипотеки судна и выдача дубликата документа, подтверждающего государственную регистрацию ипотеки судна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3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органы Комитета транспортного контроля МТК</w:t>
            </w:r>
          </w:p>
        </w:tc>
        <w:tc>
          <w:tcPr>
            <w:tcW w:w="13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87.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00501013</w:t>
            </w:r>
          </w:p>
        </w:tc>
        <w:tc>
          <w:tcPr>
            <w:tcW w:w="194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Государственная регистрация ипотеки маломерного судна и выдача дубликата документа, подтверждающего государственную регистрацию ипотеки маломерного судна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3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органы Комитета транспортного контроля МТК</w:t>
            </w:r>
          </w:p>
        </w:tc>
        <w:tc>
          <w:tcPr>
            <w:tcW w:w="13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88.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00501014</w:t>
            </w:r>
          </w:p>
        </w:tc>
        <w:tc>
          <w:tcPr>
            <w:tcW w:w="194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свидетельств о государственной регистрации гражданских воздушных судов Республики Казахстан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3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гражданской авиации МТК</w:t>
            </w:r>
          </w:p>
        </w:tc>
        <w:tc>
          <w:tcPr>
            <w:tcW w:w="13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гражданской авиации МТК, веб-портал «электронного правительства»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89.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00501015</w:t>
            </w:r>
          </w:p>
        </w:tc>
        <w:tc>
          <w:tcPr>
            <w:tcW w:w="194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информации о государственной регистрации ипотеки судна, маломерного судна или строящегося судна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3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органы Комитета транспортного контроля МТК, Морская администрация порта</w:t>
            </w:r>
          </w:p>
        </w:tc>
        <w:tc>
          <w:tcPr>
            <w:tcW w:w="13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органы Комитета транспортного контроля МТК, Морская администрация порта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90.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00501016</w:t>
            </w:r>
          </w:p>
        </w:tc>
        <w:tc>
          <w:tcPr>
            <w:tcW w:w="194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Государственная регистрация прав собственности на строящееся судно в реестре строящихся судов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3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3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91.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00501017</w:t>
            </w:r>
          </w:p>
        </w:tc>
        <w:tc>
          <w:tcPr>
            <w:tcW w:w="194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Государственная регистрация судов и прав на них в Государственном судовом реестре морских судов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3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3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92.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00501018</w:t>
            </w:r>
          </w:p>
        </w:tc>
        <w:tc>
          <w:tcPr>
            <w:tcW w:w="194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Государственная регистрация ипотеки судна (строящегося судна)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3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3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00502. Недвижимое имущество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93.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00502001</w:t>
            </w:r>
          </w:p>
        </w:tc>
        <w:tc>
          <w:tcPr>
            <w:tcW w:w="194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Государственная регистрация прав (обременений) на недвижимое имущество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83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органы юстиции</w:t>
            </w:r>
          </w:p>
        </w:tc>
        <w:tc>
          <w:tcPr>
            <w:tcW w:w="13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веб-портал «электронного правительства»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Электронная/ бумажная 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94.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00502002</w:t>
            </w:r>
          </w:p>
        </w:tc>
        <w:tc>
          <w:tcPr>
            <w:tcW w:w="194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дубликата правоустанавливающего документа на недвижимое имущество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83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органы юстиции</w:t>
            </w:r>
          </w:p>
        </w:tc>
        <w:tc>
          <w:tcPr>
            <w:tcW w:w="13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95.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00502003</w:t>
            </w:r>
          </w:p>
        </w:tc>
        <w:tc>
          <w:tcPr>
            <w:tcW w:w="194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технического паспорта объектов недвижимости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83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РГКП «Центр по недвижимости» областей и гг. Астана и Алматы и его филиалы</w:t>
            </w:r>
          </w:p>
        </w:tc>
        <w:tc>
          <w:tcPr>
            <w:tcW w:w="13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веб-портал «электронного правительства»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Электронная/ бумажная 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96.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00502004</w:t>
            </w:r>
          </w:p>
        </w:tc>
        <w:tc>
          <w:tcPr>
            <w:tcW w:w="194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дубликата технического паспорта объектов недвижимости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83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РГКП «Центр по недвижимости» областей и гг. Астана и Алматы и его филиалы</w:t>
            </w:r>
          </w:p>
        </w:tc>
        <w:tc>
          <w:tcPr>
            <w:tcW w:w="13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веб-портал «электронного правительства»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Электронная/ бумажная 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97.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00502005</w:t>
            </w:r>
          </w:p>
        </w:tc>
        <w:tc>
          <w:tcPr>
            <w:tcW w:w="194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копий документов регистрационного дела, заверенных регистрирующим органом, включая план (схемы) объектов недвижимости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83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органы юстиции</w:t>
            </w:r>
          </w:p>
        </w:tc>
        <w:tc>
          <w:tcPr>
            <w:tcW w:w="13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98.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00502006</w:t>
            </w:r>
          </w:p>
        </w:tc>
        <w:tc>
          <w:tcPr>
            <w:tcW w:w="194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справки о зарегистрированных правах (обременениях) на недвижимое имущество и его технических характеристиках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83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органы юстиции</w:t>
            </w:r>
          </w:p>
        </w:tc>
        <w:tc>
          <w:tcPr>
            <w:tcW w:w="13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веб-портал «электронного правительства»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99.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00502007</w:t>
            </w:r>
          </w:p>
        </w:tc>
        <w:tc>
          <w:tcPr>
            <w:tcW w:w="194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справки об отсутствии (наличии) недвижимого имущества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83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органы юстиции</w:t>
            </w:r>
          </w:p>
        </w:tc>
        <w:tc>
          <w:tcPr>
            <w:tcW w:w="13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веб-портал «электронного правительства»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100.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00502008</w:t>
            </w:r>
          </w:p>
        </w:tc>
        <w:tc>
          <w:tcPr>
            <w:tcW w:w="194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справок о зарегистрированных и прекращенных правах на недвижимое имущество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83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органы юстиции</w:t>
            </w:r>
          </w:p>
        </w:tc>
        <w:tc>
          <w:tcPr>
            <w:tcW w:w="136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веб-портал «электронного правительства»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51"/>
        <w:gridCol w:w="955"/>
        <w:gridCol w:w="1695"/>
        <w:gridCol w:w="1309"/>
        <w:gridCol w:w="580"/>
        <w:gridCol w:w="605"/>
        <w:gridCol w:w="1847"/>
        <w:gridCol w:w="1030"/>
        <w:gridCol w:w="1276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00503. Интеллектуальная собственность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101.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00503001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Государственная регистрация прав на произведения, охраняемые авторским правом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36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КИС МЮ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102.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00503002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Государственная регистрация лицензионных, сублицензионных договоров, договоров о платежах, связанных с использованием объектов промышленной собственности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36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РГП «Национальный институт интеллектуальной собственности», КИС МЮ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103.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00503003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Государственная регистрация договоров уступки, связанных с использованием объектов промышленной собственности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36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РГП «Национальный институт интеллектуальной собственности», КИС МЮ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104.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00503004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Аккредитация организаций, управляющих имущественными правами на коллективной основе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КИС МЮ</w:t>
            </w:r>
          </w:p>
        </w:tc>
        <w:tc>
          <w:tcPr>
            <w:tcW w:w="136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КИС МЮ, веб-портал «электронного правительства»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105.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00503005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справок о сдаче на хранение рукописи, хранение рукописей неопубликованных произведений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36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КИС МЮ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106.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00503006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Государственная регистрация и аттестация патентных поверенных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36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КИС МЮ, веб-портал «электронного правительства»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107.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00503007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свидетельства на товарный знак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36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РГП «Национальный институт интеллектуальной собственности», КИС МЮ, веб-портал «электронного правительства»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108.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00503008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свидетельства на наименование места происхождения товара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36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РГП «Национальный институт интеллектуальной собственности»,КИС МЮ, веб-портал «электронного правительства»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109.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00503009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патента на промышленный образец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36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РГП «Национальный институт интеллектуальной собственности», КИС МЮ, веб-портал «электронного правительства»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110.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00503010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патента на полезную модель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36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РГП «Национальный институт интеллектуальной собственности», КИС МЮ, веб-портал «электронного правительства»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111.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00503011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патента на изобретение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36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РГП «Национальный институт интеллектуальной собственности», КИС МЮ, веб-портал «электронного правительства»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112.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00503012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инновационного патента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36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РГП «Национальный институт интеллектуальной собственности», КИС МЮ, веб-портал «электронного правительства»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35"/>
        <w:gridCol w:w="923"/>
        <w:gridCol w:w="1652"/>
        <w:gridCol w:w="1197"/>
        <w:gridCol w:w="523"/>
        <w:gridCol w:w="1525"/>
        <w:gridCol w:w="1525"/>
        <w:gridCol w:w="995"/>
        <w:gridCol w:w="973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00504. Прочие государственные услуги в сфере прав на имущество и интеллектуальную собственность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113.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00504001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Принятие Республикой Казахстан прав на имущество негосударственных юридических лиц и физических лиц по договору дарения в порядке, определяемом Правительством Республики Казахстан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МФ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государственного имущества и приватизации МФ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государственного имущества и приватизации МФ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50"/>
        <w:gridCol w:w="955"/>
        <w:gridCol w:w="1683"/>
        <w:gridCol w:w="1156"/>
        <w:gridCol w:w="485"/>
        <w:gridCol w:w="1306"/>
        <w:gridCol w:w="1409"/>
        <w:gridCol w:w="1029"/>
        <w:gridCol w:w="1275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006. Здоровье, медицина и здравоохранение</w:t>
            </w:r>
          </w:p>
        </w:tc>
      </w:tr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00601. Медицинская помощь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114.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00601001</w:t>
            </w:r>
          </w:p>
        </w:tc>
        <w:tc>
          <w:tcPr>
            <w:tcW w:w="191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Прикрепление к медицинской организации, оказывающей первичную медико-санитарную помощь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МЗ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Медицинские организации, оказывающие первичную медико-санитарную помощь</w:t>
            </w:r>
          </w:p>
        </w:tc>
        <w:tc>
          <w:tcPr>
            <w:tcW w:w="13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Медицинские организации, оказывающие первичную медико-санитарную помощь, веб-портал «электронного правительства»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115.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00601002</w:t>
            </w:r>
          </w:p>
        </w:tc>
        <w:tc>
          <w:tcPr>
            <w:tcW w:w="191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Запись на прием к врачу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МЗ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Медицинские организации, оказывающие первичную медико-санитарную помощь</w:t>
            </w:r>
          </w:p>
        </w:tc>
        <w:tc>
          <w:tcPr>
            <w:tcW w:w="13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Медицинские организации, оказывающие первичную медико-</w:t>
            </w:r>
            <w:r w:rsidRPr="00A855A1">
              <w:rPr>
                <w:rFonts w:ascii="Times New Roman" w:hAnsi="Times New Roman" w:cs="Times New Roman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санитарную помощь, веб-портал «электронного правительства»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116.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00601003</w:t>
            </w:r>
          </w:p>
        </w:tc>
        <w:tc>
          <w:tcPr>
            <w:tcW w:w="191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Вызов врача на дом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МЗ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Медицинские организации, оказывающие первичную медико-санитарную помощь</w:t>
            </w:r>
          </w:p>
        </w:tc>
        <w:tc>
          <w:tcPr>
            <w:tcW w:w="13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Медицинские организации, оказывающие первичную медико-санитарную помощь, веб-портал «электронного правительства»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117.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00601004</w:t>
            </w:r>
          </w:p>
        </w:tc>
        <w:tc>
          <w:tcPr>
            <w:tcW w:w="191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Добровольное анонимное и обязательное конфиденциальное медицинское обследование на наличие ВИЧ-инфекции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МЗ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Медицинские организации, оказывающие первичную медико-санитарную помощь, Центры по профилактике и борьбе со СПИД областей, гг. Астана и Алматы</w:t>
            </w:r>
          </w:p>
        </w:tc>
        <w:tc>
          <w:tcPr>
            <w:tcW w:w="13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Медицинские организации, оказывающие первичную медико-санитарную помощь, Центры по профилактике и борьбе со СПИД областей, гг. Астана и Алматы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Платно/ 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20"/>
        <w:gridCol w:w="889"/>
        <w:gridCol w:w="1662"/>
        <w:gridCol w:w="1212"/>
        <w:gridCol w:w="461"/>
        <w:gridCol w:w="1483"/>
        <w:gridCol w:w="1483"/>
        <w:gridCol w:w="957"/>
        <w:gridCol w:w="1181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00602. Выдача разрешительных документов (включая лицензирование, регистрацию, сертификацию) в сфере здравоохранения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118.</w:t>
            </w:r>
          </w:p>
        </w:tc>
        <w:tc>
          <w:tcPr>
            <w:tcW w:w="11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00602001</w:t>
            </w:r>
          </w:p>
        </w:tc>
        <w:tc>
          <w:tcPr>
            <w:tcW w:w="194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разрешения на проведение клинических исследований медицинских технологий</w:t>
            </w:r>
          </w:p>
        </w:tc>
        <w:tc>
          <w:tcPr>
            <w:tcW w:w="12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МЗ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МЗ</w:t>
            </w:r>
          </w:p>
        </w:tc>
        <w:tc>
          <w:tcPr>
            <w:tcW w:w="136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МЗ</w:t>
            </w:r>
          </w:p>
        </w:tc>
        <w:tc>
          <w:tcPr>
            <w:tcW w:w="105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119.</w:t>
            </w:r>
          </w:p>
        </w:tc>
        <w:tc>
          <w:tcPr>
            <w:tcW w:w="11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00602002</w:t>
            </w:r>
          </w:p>
        </w:tc>
        <w:tc>
          <w:tcPr>
            <w:tcW w:w="194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сертификата специалиста без присвоения квалификационной категории</w:t>
            </w:r>
          </w:p>
        </w:tc>
        <w:tc>
          <w:tcPr>
            <w:tcW w:w="12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МЗ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департаменты ККМФД МЗ</w:t>
            </w:r>
          </w:p>
        </w:tc>
        <w:tc>
          <w:tcPr>
            <w:tcW w:w="136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департаменты ККМФД МЗ, веб-портал «электронного правительства»</w:t>
            </w:r>
          </w:p>
        </w:tc>
        <w:tc>
          <w:tcPr>
            <w:tcW w:w="105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120.</w:t>
            </w:r>
          </w:p>
        </w:tc>
        <w:tc>
          <w:tcPr>
            <w:tcW w:w="11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00602003</w:t>
            </w:r>
          </w:p>
        </w:tc>
        <w:tc>
          <w:tcPr>
            <w:tcW w:w="194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сертификата специалиста с присвоением квалификационной категории</w:t>
            </w:r>
          </w:p>
        </w:tc>
        <w:tc>
          <w:tcPr>
            <w:tcW w:w="12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МЗ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департаменты ККМФД МЗ, КГСЭН МЗ, территориальные департаменты КГСЭН МЗ</w:t>
            </w:r>
          </w:p>
        </w:tc>
        <w:tc>
          <w:tcPr>
            <w:tcW w:w="136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департаменты ККМФД МЗ, КГСЭН МЗ, территориальные департаменты КГСЭН МЗ, веб-портал «электронного правительства»</w:t>
            </w:r>
          </w:p>
        </w:tc>
        <w:tc>
          <w:tcPr>
            <w:tcW w:w="105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121.</w:t>
            </w:r>
          </w:p>
        </w:tc>
        <w:tc>
          <w:tcPr>
            <w:tcW w:w="11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00602004</w:t>
            </w:r>
          </w:p>
        </w:tc>
        <w:tc>
          <w:tcPr>
            <w:tcW w:w="194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свидетельства об аккредитации медицинским организациям</w:t>
            </w:r>
          </w:p>
        </w:tc>
        <w:tc>
          <w:tcPr>
            <w:tcW w:w="12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МЗ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ККМФД МЗ, территориальные подразделения ККМФД МЗ</w:t>
            </w:r>
          </w:p>
        </w:tc>
        <w:tc>
          <w:tcPr>
            <w:tcW w:w="136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ККМФД МЗ, территориальные подразделения ККМФД МЗ, веб-портал «электронного правительства»</w:t>
            </w:r>
          </w:p>
        </w:tc>
        <w:tc>
          <w:tcPr>
            <w:tcW w:w="105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122.</w:t>
            </w:r>
          </w:p>
        </w:tc>
        <w:tc>
          <w:tcPr>
            <w:tcW w:w="11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00602005</w:t>
            </w:r>
          </w:p>
        </w:tc>
        <w:tc>
          <w:tcPr>
            <w:tcW w:w="194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свидетельства об аккредитации физическим лицам для проведения независимой экспертизы деятельности субъектов здравоохранения</w:t>
            </w:r>
          </w:p>
        </w:tc>
        <w:tc>
          <w:tcPr>
            <w:tcW w:w="12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МЗ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ККМФД МЗ, территориальные подразделения ККМФД МЗ</w:t>
            </w:r>
          </w:p>
        </w:tc>
        <w:tc>
          <w:tcPr>
            <w:tcW w:w="136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ККМФД МЗ, территориальные подразделения ККМФД МЗ, веб-портал «электронного правительства»</w:t>
            </w:r>
          </w:p>
        </w:tc>
        <w:tc>
          <w:tcPr>
            <w:tcW w:w="105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123.</w:t>
            </w:r>
          </w:p>
        </w:tc>
        <w:tc>
          <w:tcPr>
            <w:tcW w:w="11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00602006</w:t>
            </w:r>
          </w:p>
        </w:tc>
        <w:tc>
          <w:tcPr>
            <w:tcW w:w="194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Обеспечение подготовки, повышения квалификации и переподготовки кадров отрасли здравоохранения</w:t>
            </w:r>
          </w:p>
        </w:tc>
        <w:tc>
          <w:tcPr>
            <w:tcW w:w="12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МЗ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Научные организации и организации образования в области здравоохранения</w:t>
            </w:r>
          </w:p>
        </w:tc>
        <w:tc>
          <w:tcPr>
            <w:tcW w:w="136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Научные организации и организации образования в области здравоохранения</w:t>
            </w:r>
          </w:p>
        </w:tc>
        <w:tc>
          <w:tcPr>
            <w:tcW w:w="105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Платно/ бесплатно</w:t>
            </w:r>
          </w:p>
        </w:tc>
        <w:tc>
          <w:tcPr>
            <w:tcW w:w="174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124.</w:t>
            </w:r>
          </w:p>
        </w:tc>
        <w:tc>
          <w:tcPr>
            <w:tcW w:w="11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00602007</w:t>
            </w:r>
          </w:p>
        </w:tc>
        <w:tc>
          <w:tcPr>
            <w:tcW w:w="194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Согласование ввоза/вывоза зарегистрированных и не зарегистрированных в Республике Казахстан лекарственных средств, изделий медицинского назначения и медицинской техники</w:t>
            </w:r>
          </w:p>
        </w:tc>
        <w:tc>
          <w:tcPr>
            <w:tcW w:w="12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МЗ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ККМФД МЗ, территориальные подразделения ККМФД МЗ</w:t>
            </w:r>
          </w:p>
        </w:tc>
        <w:tc>
          <w:tcPr>
            <w:tcW w:w="136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ККМФД МЗ, территориальные подразделения ККМФД МЗ, веб-портал «электронного правительства»</w:t>
            </w:r>
          </w:p>
        </w:tc>
        <w:tc>
          <w:tcPr>
            <w:tcW w:w="105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125.</w:t>
            </w:r>
          </w:p>
        </w:tc>
        <w:tc>
          <w:tcPr>
            <w:tcW w:w="11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00602008</w:t>
            </w:r>
          </w:p>
        </w:tc>
        <w:tc>
          <w:tcPr>
            <w:tcW w:w="194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Аттестация судебно-медицинских, судебно-психиатрических и судебно-наркологических экспертов</w:t>
            </w:r>
          </w:p>
        </w:tc>
        <w:tc>
          <w:tcPr>
            <w:tcW w:w="12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МЗ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ККМФД МЗ, территориальные подразделения ККМФД МЗ</w:t>
            </w:r>
          </w:p>
        </w:tc>
        <w:tc>
          <w:tcPr>
            <w:tcW w:w="136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ККМФД МЗ, территориальные подразделения ККМФД МЗ, веб-портал «электронного правительства»</w:t>
            </w:r>
          </w:p>
        </w:tc>
        <w:tc>
          <w:tcPr>
            <w:tcW w:w="105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126.</w:t>
            </w:r>
          </w:p>
        </w:tc>
        <w:tc>
          <w:tcPr>
            <w:tcW w:w="11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00602009</w:t>
            </w:r>
          </w:p>
        </w:tc>
        <w:tc>
          <w:tcPr>
            <w:tcW w:w="194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Присвоение квалификации на право производства определенного вида судебно-медицинской, судебно-психиатрической и судебно-наркологической экспертиз</w:t>
            </w:r>
          </w:p>
        </w:tc>
        <w:tc>
          <w:tcPr>
            <w:tcW w:w="12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МЗ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ККМФД МЗ, территориальные подразделения ККМФД МЗ</w:t>
            </w:r>
          </w:p>
        </w:tc>
        <w:tc>
          <w:tcPr>
            <w:tcW w:w="136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ККМФД МЗ, территориальные подразделения ККМФД МЗ, веб-портал «электронного правительства»</w:t>
            </w:r>
          </w:p>
        </w:tc>
        <w:tc>
          <w:tcPr>
            <w:tcW w:w="105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127.</w:t>
            </w:r>
          </w:p>
        </w:tc>
        <w:tc>
          <w:tcPr>
            <w:tcW w:w="11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00602010</w:t>
            </w:r>
          </w:p>
        </w:tc>
        <w:tc>
          <w:tcPr>
            <w:tcW w:w="194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Аттестация специалистов с медицинским образованием для осуществления реализации лекарственных средств и изделий медицинского назначения в отдаленных от районного центра населенных пунктах через аптечные пункты в организациях здравоохранения, оказывающих первичную медико-санитарную, консультативно-диагностическую помощь, и передвижные аптечные пункты, в случае отсутствия специалиста с фармацевтическим образованием</w:t>
            </w:r>
          </w:p>
        </w:tc>
        <w:tc>
          <w:tcPr>
            <w:tcW w:w="12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МЗ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подразделения ККМФД МЗ</w:t>
            </w:r>
          </w:p>
        </w:tc>
        <w:tc>
          <w:tcPr>
            <w:tcW w:w="136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подразделения ККМФД МЗ, веб-портал «электронного правительства»</w:t>
            </w:r>
          </w:p>
        </w:tc>
        <w:tc>
          <w:tcPr>
            <w:tcW w:w="105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128.</w:t>
            </w:r>
          </w:p>
        </w:tc>
        <w:tc>
          <w:tcPr>
            <w:tcW w:w="11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00602011</w:t>
            </w:r>
          </w:p>
        </w:tc>
        <w:tc>
          <w:tcPr>
            <w:tcW w:w="194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на медицинскую деятельность</w:t>
            </w:r>
          </w:p>
        </w:tc>
        <w:tc>
          <w:tcPr>
            <w:tcW w:w="12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МЗ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</w:t>
            </w:r>
          </w:p>
        </w:tc>
        <w:tc>
          <w:tcPr>
            <w:tcW w:w="136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МИО, веб-портал «электронного правительства»</w:t>
            </w:r>
          </w:p>
        </w:tc>
        <w:tc>
          <w:tcPr>
            <w:tcW w:w="105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4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129.</w:t>
            </w:r>
          </w:p>
        </w:tc>
        <w:tc>
          <w:tcPr>
            <w:tcW w:w="11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00602012</w:t>
            </w:r>
          </w:p>
        </w:tc>
        <w:tc>
          <w:tcPr>
            <w:tcW w:w="194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на фармацевтическую деятельность</w:t>
            </w:r>
          </w:p>
        </w:tc>
        <w:tc>
          <w:tcPr>
            <w:tcW w:w="12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МЗ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</w:t>
            </w:r>
          </w:p>
        </w:tc>
        <w:tc>
          <w:tcPr>
            <w:tcW w:w="136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Алматы, веб-портал «электронного правительства»</w:t>
            </w:r>
          </w:p>
        </w:tc>
        <w:tc>
          <w:tcPr>
            <w:tcW w:w="105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4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130.</w:t>
            </w:r>
          </w:p>
        </w:tc>
        <w:tc>
          <w:tcPr>
            <w:tcW w:w="11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00602013</w:t>
            </w:r>
          </w:p>
        </w:tc>
        <w:tc>
          <w:tcPr>
            <w:tcW w:w="194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на деятельность, связанную с оборотом наркотических средств, психотропных веществ и прекурсоров в области здравоохранения</w:t>
            </w:r>
          </w:p>
        </w:tc>
        <w:tc>
          <w:tcPr>
            <w:tcW w:w="12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МЗ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</w:t>
            </w:r>
          </w:p>
        </w:tc>
        <w:tc>
          <w:tcPr>
            <w:tcW w:w="136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МИО, веб-портал «электронного правительства»</w:t>
            </w:r>
          </w:p>
        </w:tc>
        <w:tc>
          <w:tcPr>
            <w:tcW w:w="105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4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131.</w:t>
            </w:r>
          </w:p>
        </w:tc>
        <w:tc>
          <w:tcPr>
            <w:tcW w:w="11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00602014</w:t>
            </w:r>
          </w:p>
        </w:tc>
        <w:tc>
          <w:tcPr>
            <w:tcW w:w="194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разрешения на рекламу лекарственных средств, изделия медицинского назначения и медицинской техники</w:t>
            </w:r>
          </w:p>
        </w:tc>
        <w:tc>
          <w:tcPr>
            <w:tcW w:w="12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МЗ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ДККМФД по г. Алматы</w:t>
            </w:r>
          </w:p>
        </w:tc>
        <w:tc>
          <w:tcPr>
            <w:tcW w:w="136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веб-портал «электронного правительства»</w:t>
            </w:r>
          </w:p>
        </w:tc>
        <w:tc>
          <w:tcPr>
            <w:tcW w:w="105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132.</w:t>
            </w:r>
          </w:p>
        </w:tc>
        <w:tc>
          <w:tcPr>
            <w:tcW w:w="11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00602015</w:t>
            </w:r>
          </w:p>
        </w:tc>
        <w:tc>
          <w:tcPr>
            <w:tcW w:w="194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разрешения на проведение доклинических (неклинических) исследований биологически активных веществ</w:t>
            </w:r>
          </w:p>
        </w:tc>
        <w:tc>
          <w:tcPr>
            <w:tcW w:w="12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МЗ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ДККМФД по г. Алматы, РГП на ПХВ «Национальный центр экспертизы лекарственных средств, изделий медицинского назначения и медицинской техники» МЗ, ККМФД МЗ</w:t>
            </w:r>
          </w:p>
        </w:tc>
        <w:tc>
          <w:tcPr>
            <w:tcW w:w="136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ДККМФД по г. Алматы, веб-портал «электронного правительства»</w:t>
            </w:r>
          </w:p>
        </w:tc>
        <w:tc>
          <w:tcPr>
            <w:tcW w:w="105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133.</w:t>
            </w:r>
          </w:p>
        </w:tc>
        <w:tc>
          <w:tcPr>
            <w:tcW w:w="11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00602016</w:t>
            </w:r>
          </w:p>
        </w:tc>
        <w:tc>
          <w:tcPr>
            <w:tcW w:w="194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разрешения на проведение клинических исследований и (или) испытаний фармакологических и лекарственных средств, изделий медицинского назначения и медицинской техники</w:t>
            </w:r>
          </w:p>
        </w:tc>
        <w:tc>
          <w:tcPr>
            <w:tcW w:w="12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МЗ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ДККМФД по г. Алматы, РГП на ПХВ «Национальный центр экспертизы лекарственных средств, изделий медицинского назначения и медицинской техники» МЗ, ККМФД МЗ</w:t>
            </w:r>
          </w:p>
        </w:tc>
        <w:tc>
          <w:tcPr>
            <w:tcW w:w="136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ДККМФД по г. Алматы, веб-портал «электронного правительства»</w:t>
            </w:r>
          </w:p>
        </w:tc>
        <w:tc>
          <w:tcPr>
            <w:tcW w:w="105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134.</w:t>
            </w:r>
          </w:p>
        </w:tc>
        <w:tc>
          <w:tcPr>
            <w:tcW w:w="11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00602017</w:t>
            </w:r>
          </w:p>
        </w:tc>
        <w:tc>
          <w:tcPr>
            <w:tcW w:w="194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Государственная регистрация, перерегистрация и внесение изменений в регистрационное досье лекарственных средств, изделий медицинского назначения и медицинской техники</w:t>
            </w:r>
          </w:p>
        </w:tc>
        <w:tc>
          <w:tcPr>
            <w:tcW w:w="12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МЗ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ДККМФД по г. Алматы</w:t>
            </w:r>
          </w:p>
        </w:tc>
        <w:tc>
          <w:tcPr>
            <w:tcW w:w="136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ДККМФД по г. Алматы, веб-портал «электронного правительства»</w:t>
            </w:r>
          </w:p>
        </w:tc>
        <w:tc>
          <w:tcPr>
            <w:tcW w:w="105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4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135.</w:t>
            </w:r>
          </w:p>
        </w:tc>
        <w:tc>
          <w:tcPr>
            <w:tcW w:w="11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00602018</w:t>
            </w:r>
          </w:p>
        </w:tc>
        <w:tc>
          <w:tcPr>
            <w:tcW w:w="194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Государственная регистрация и перерегистрация продуктов детского питания, пищевых и биологически активных добавок к пище, генетически модифицированных объектов, красителей, средств дезинфекции, дезинсекции и дератизации, материалов и изделий, контактирующих с водой и продуктами питания, химических веществ, отдельных видов продукции и веществ, оказывающих вредное воздействие на здоровье человека</w:t>
            </w:r>
          </w:p>
        </w:tc>
        <w:tc>
          <w:tcPr>
            <w:tcW w:w="12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МЗ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КГСЭН МЗ, территориальные подразделения КГСЭН МЗ</w:t>
            </w:r>
          </w:p>
        </w:tc>
        <w:tc>
          <w:tcPr>
            <w:tcW w:w="136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КГСЭН МЗ, территориальные подразделения КГСЭН МЗ, веб-портал «электронного правительства»</w:t>
            </w:r>
          </w:p>
        </w:tc>
        <w:tc>
          <w:tcPr>
            <w:tcW w:w="105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136.</w:t>
            </w:r>
          </w:p>
        </w:tc>
        <w:tc>
          <w:tcPr>
            <w:tcW w:w="11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00602019</w:t>
            </w:r>
          </w:p>
        </w:tc>
        <w:tc>
          <w:tcPr>
            <w:tcW w:w="194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 на ввоз, вывоз тканей и (или) органов (части органов) человека, а также на ввоз, вывоз крови и ее компонентов в случаях, предусмотренных</w:t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u w:val="single"/>
              </w:rPr>
              <w:t xml:space="preserve"> Кодексом</w:t>
            </w: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 Республики Казахстан</w:t>
            </w:r>
            <w:r w:rsidRPr="00A855A1">
              <w:rPr>
                <w:rFonts w:ascii="Times New Roman" w:hAnsi="Times New Roman" w:cs="Times New Roman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«О здоровье народа и системе здравоохранения»</w:t>
            </w:r>
          </w:p>
        </w:tc>
        <w:tc>
          <w:tcPr>
            <w:tcW w:w="12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МЗ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МЗ</w:t>
            </w:r>
          </w:p>
        </w:tc>
        <w:tc>
          <w:tcPr>
            <w:tcW w:w="136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МЗ</w:t>
            </w:r>
          </w:p>
        </w:tc>
        <w:tc>
          <w:tcPr>
            <w:tcW w:w="105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16"/>
        <w:gridCol w:w="882"/>
        <w:gridCol w:w="1772"/>
        <w:gridCol w:w="1202"/>
        <w:gridCol w:w="459"/>
        <w:gridCol w:w="1470"/>
        <w:gridCol w:w="1425"/>
        <w:gridCol w:w="950"/>
        <w:gridCol w:w="1172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00603. Санитарно-эпидемиологическое благополучие населения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137.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00603001</w:t>
            </w:r>
          </w:p>
        </w:tc>
        <w:tc>
          <w:tcPr>
            <w:tcW w:w="191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санитарно-эпидемиологических заключений о соответствии (несоответствии) объекта государственного санитарно-эпидемиологического надзора нормативным правовым актам в сфере санитарно-эпидемиологического благополучия населения и гигиеническим нормативам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МЗ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КГСЭН МЗ, территориальные подразделения КГСЭН МЗ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КГСЭН МЗ, территориальные подразделения КГСЭН МЗ, веб-портал «электронного правительства»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138.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00603002</w:t>
            </w:r>
          </w:p>
        </w:tc>
        <w:tc>
          <w:tcPr>
            <w:tcW w:w="191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Присвоение учетных номеров объектам производства пищевой продукции, подлежащей санитарно-эпидемиологическому надзору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МЗ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КГСЭН МЗ, территориальные подразделения КГСЭН МЗ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КГСЭН МЗ, территориальные подразделения КГСЭН МЗ, веб-портал «электронного правительства»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139.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00603003</w:t>
            </w:r>
          </w:p>
        </w:tc>
        <w:tc>
          <w:tcPr>
            <w:tcW w:w="191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санитарно-эпидемиологического заключения на проекты, продукцию, работы и услуги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МЗ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подразделения КГСЭН МЗ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территориальные подразделения КГСЭН МЗ, веб-портал «электронного правительства»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140.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00603004</w:t>
            </w:r>
          </w:p>
        </w:tc>
        <w:tc>
          <w:tcPr>
            <w:tcW w:w="191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разрешения микробиологическим лабораториям на работу с возбудителями 1-4 группы патогенности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МЗ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КГСЭН МЗ (Центральная режимная комиссия), территориальные подразделения КГСЭН МЗ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КГСЭН МЗ (Центральная режимная комиссия), территориальные подразделения КГСЭН МЗ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141.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00603005</w:t>
            </w:r>
          </w:p>
        </w:tc>
        <w:tc>
          <w:tcPr>
            <w:tcW w:w="191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Согласование сроков годности и условий хранения пищевой продукции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МЗ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КГСЭН МЗ и его территориальные подразделения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КГСЭН МЗ и его территориальные подразделения, веб-портал «электронного правительства»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60"/>
        <w:gridCol w:w="979"/>
        <w:gridCol w:w="2114"/>
        <w:gridCol w:w="1186"/>
        <w:gridCol w:w="494"/>
        <w:gridCol w:w="1332"/>
        <w:gridCol w:w="1332"/>
        <w:gridCol w:w="819"/>
        <w:gridCol w:w="1032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00604. Прочие государственные услуги в сфере здоровья, медицины и здравоохранения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142.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00604001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справки с психоневрологического диспансера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МЗ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Медицинские организации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Медицинские организации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143.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00604002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справки с наркологического диспансера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МЗ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Медицинские организации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Медицинские организации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144.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00604003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справки с туберкулезного диспансера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МЗ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Медицинские организации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Медицинские организации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57"/>
        <w:gridCol w:w="974"/>
        <w:gridCol w:w="1229"/>
        <w:gridCol w:w="1180"/>
        <w:gridCol w:w="862"/>
        <w:gridCol w:w="1254"/>
        <w:gridCol w:w="1439"/>
        <w:gridCol w:w="1050"/>
        <w:gridCol w:w="1303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007. Труд и социальная защита</w:t>
            </w:r>
          </w:p>
        </w:tc>
      </w:tr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00701. Занятость населения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145.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00701001</w:t>
            </w:r>
          </w:p>
        </w:tc>
        <w:tc>
          <w:tcPr>
            <w:tcW w:w="19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Регистрация и постановка на учет безработных граждан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МТСЗН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Управления координации занятости и социальных программ гг. Астана и Алматы, отделы занятости и социальных программ районов и городов областного значения</w:t>
            </w:r>
          </w:p>
        </w:tc>
        <w:tc>
          <w:tcPr>
            <w:tcW w:w="13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управления координации занятости и социальных программ гг. Астана и Алматы, отделы занятости и социальных программ районов и городов областного значения, веб-портал «электронного правительства»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146.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00701002</w:t>
            </w:r>
          </w:p>
        </w:tc>
        <w:tc>
          <w:tcPr>
            <w:tcW w:w="19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направлений лицам на участие в активных формах содействия занятости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МТСЗН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Управления координации занятости и социальных программ гг. Астана и Алматы, отделы занятости и социальных программ районов и городов областного значения</w:t>
            </w:r>
          </w:p>
        </w:tc>
        <w:tc>
          <w:tcPr>
            <w:tcW w:w="13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Управления координации занятости и социальных программ гг. Астана и Алматы, отделы занятости и социальных программ районов и городов областного значения, веб-портал «электронного правительства»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37"/>
        <w:gridCol w:w="927"/>
        <w:gridCol w:w="1573"/>
        <w:gridCol w:w="1202"/>
        <w:gridCol w:w="822"/>
        <w:gridCol w:w="1189"/>
        <w:gridCol w:w="1364"/>
        <w:gridCol w:w="999"/>
        <w:gridCol w:w="1235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00702. Выдача разрешительных документов в сфере занятости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147.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00702001</w:t>
            </w:r>
          </w:p>
        </w:tc>
        <w:tc>
          <w:tcPr>
            <w:tcW w:w="191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Выдача, переоформление и продление разрешения иностранному работнику на трудоустройство и работодателям на привлечение иностранной рабочей силы для осуществления трудовой деятельности на территории соответствующей административно-территориальной единицы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МТСЗН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Управления координации занятости и социальных программ областей, гг. Астана и Алматы</w:t>
            </w:r>
          </w:p>
        </w:tc>
        <w:tc>
          <w:tcPr>
            <w:tcW w:w="136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Управления координации занятости и социальных программ областей, гг. Астана и Алматы, веб-портал «электронного правительства»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23"/>
        <w:gridCol w:w="898"/>
        <w:gridCol w:w="1566"/>
        <w:gridCol w:w="1084"/>
        <w:gridCol w:w="798"/>
        <w:gridCol w:w="1500"/>
        <w:gridCol w:w="1318"/>
        <w:gridCol w:w="967"/>
        <w:gridCol w:w="1194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00703. Социальное обеспечение, в том числе пенсионное обеспечение и социальное страхование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148.</w:t>
            </w:r>
          </w:p>
        </w:tc>
        <w:tc>
          <w:tcPr>
            <w:tcW w:w="11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00703001</w:t>
            </w:r>
          </w:p>
        </w:tc>
        <w:tc>
          <w:tcPr>
            <w:tcW w:w="19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Назначение пенсионных выплат из Государственного центра по выплате пенсий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МТСЗН</w:t>
            </w:r>
          </w:p>
        </w:tc>
        <w:tc>
          <w:tcPr>
            <w:tcW w:w="182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подразделения Комитета по контролю и социальной защите МТСЗН</w:t>
            </w:r>
          </w:p>
        </w:tc>
        <w:tc>
          <w:tcPr>
            <w:tcW w:w="136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ГЦВП, веб-портал «электронного правительства»</w:t>
            </w:r>
          </w:p>
        </w:tc>
        <w:tc>
          <w:tcPr>
            <w:tcW w:w="105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149.</w:t>
            </w:r>
          </w:p>
        </w:tc>
        <w:tc>
          <w:tcPr>
            <w:tcW w:w="11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00703002</w:t>
            </w:r>
          </w:p>
        </w:tc>
        <w:tc>
          <w:tcPr>
            <w:tcW w:w="19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Назначение государственной базовой пенсионной выплаты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МТСЗН</w:t>
            </w:r>
          </w:p>
        </w:tc>
        <w:tc>
          <w:tcPr>
            <w:tcW w:w="182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подразделения Комитета по контролю и социальной защите МТСЗН</w:t>
            </w:r>
          </w:p>
        </w:tc>
        <w:tc>
          <w:tcPr>
            <w:tcW w:w="136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ГЦВП,  веб-портал «электронного правительства»</w:t>
            </w:r>
          </w:p>
        </w:tc>
        <w:tc>
          <w:tcPr>
            <w:tcW w:w="105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150.</w:t>
            </w:r>
          </w:p>
        </w:tc>
        <w:tc>
          <w:tcPr>
            <w:tcW w:w="11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00703003</w:t>
            </w:r>
          </w:p>
        </w:tc>
        <w:tc>
          <w:tcPr>
            <w:tcW w:w="19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Назначение социальной выплаты на случаи социальных рисков: утраты трудоспособности; потери кормильца; потери работы; потери дохода в связи с беременностью и родами; потери дохода в связи с усыновлением (удочерением) новорожденного ребенка (детей); потери дохода в связи с уходом за ребенком по достижении им возраста одного года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МТСЗН</w:t>
            </w:r>
          </w:p>
        </w:tc>
        <w:tc>
          <w:tcPr>
            <w:tcW w:w="182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подразделения Комитета по контролю и социальной защите МТСЗН</w:t>
            </w:r>
          </w:p>
        </w:tc>
        <w:tc>
          <w:tcPr>
            <w:tcW w:w="136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ГЦВП</w:t>
            </w:r>
          </w:p>
        </w:tc>
        <w:tc>
          <w:tcPr>
            <w:tcW w:w="105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151.</w:t>
            </w:r>
          </w:p>
        </w:tc>
        <w:tc>
          <w:tcPr>
            <w:tcW w:w="11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00703004</w:t>
            </w:r>
          </w:p>
        </w:tc>
        <w:tc>
          <w:tcPr>
            <w:tcW w:w="19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Назначение государственных специальных пособий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МТСЗН</w:t>
            </w:r>
          </w:p>
        </w:tc>
        <w:tc>
          <w:tcPr>
            <w:tcW w:w="182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подразделения Комитета по контролю и социальной защите МТСЗН</w:t>
            </w:r>
          </w:p>
        </w:tc>
        <w:tc>
          <w:tcPr>
            <w:tcW w:w="136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ГЦВП, веб-портал «электронного правительства»</w:t>
            </w:r>
          </w:p>
        </w:tc>
        <w:tc>
          <w:tcPr>
            <w:tcW w:w="105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152.</w:t>
            </w:r>
          </w:p>
        </w:tc>
        <w:tc>
          <w:tcPr>
            <w:tcW w:w="11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00703005</w:t>
            </w:r>
          </w:p>
        </w:tc>
        <w:tc>
          <w:tcPr>
            <w:tcW w:w="19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Назначение государственных социальных пособий по инвалидности, по случаю потери кормильца и по возрасту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МТСЗН</w:t>
            </w:r>
          </w:p>
        </w:tc>
        <w:tc>
          <w:tcPr>
            <w:tcW w:w="182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подразделения Комитета по контролю и социальной защите МТСЗН</w:t>
            </w:r>
          </w:p>
        </w:tc>
        <w:tc>
          <w:tcPr>
            <w:tcW w:w="136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ГЦВП, веб-портал «электронного правительства»</w:t>
            </w:r>
          </w:p>
        </w:tc>
        <w:tc>
          <w:tcPr>
            <w:tcW w:w="105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15"/>
        <w:gridCol w:w="881"/>
        <w:gridCol w:w="1491"/>
        <w:gridCol w:w="1138"/>
        <w:gridCol w:w="783"/>
        <w:gridCol w:w="1467"/>
        <w:gridCol w:w="1456"/>
        <w:gridCol w:w="948"/>
        <w:gridCol w:w="1169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00704. Социальная поддержка отдельных категорий граждан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153.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00704001</w:t>
            </w:r>
          </w:p>
        </w:tc>
        <w:tc>
          <w:tcPr>
            <w:tcW w:w="191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Назначение единовременной выплаты на погребение</w:t>
            </w:r>
          </w:p>
        </w:tc>
        <w:tc>
          <w:tcPr>
            <w:tcW w:w="13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МТСЗН</w:t>
            </w:r>
          </w:p>
        </w:tc>
        <w:tc>
          <w:tcPr>
            <w:tcW w:w="183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ГЦВП</w:t>
            </w:r>
          </w:p>
        </w:tc>
        <w:tc>
          <w:tcPr>
            <w:tcW w:w="139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ГЦВП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154.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00704002</w:t>
            </w:r>
          </w:p>
        </w:tc>
        <w:tc>
          <w:tcPr>
            <w:tcW w:w="191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Назначение государственной адресной социальной помощи</w:t>
            </w:r>
          </w:p>
        </w:tc>
        <w:tc>
          <w:tcPr>
            <w:tcW w:w="13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МТСЗН</w:t>
            </w:r>
          </w:p>
        </w:tc>
        <w:tc>
          <w:tcPr>
            <w:tcW w:w="183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Управления координации занятости и социальных программ гг. Астана и Алматы, отделы занятости и социальных программ районов и городов областного значения</w:t>
            </w:r>
          </w:p>
        </w:tc>
        <w:tc>
          <w:tcPr>
            <w:tcW w:w="139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управления координации занятости и социальных программ гг. Астана и Алматы, отделы занятости и социальных программ районов и городов областного значения, аким поселка, села, сельского округа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155.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00704003</w:t>
            </w:r>
          </w:p>
        </w:tc>
        <w:tc>
          <w:tcPr>
            <w:tcW w:w="191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Назначение специального государственного пособия</w:t>
            </w:r>
          </w:p>
        </w:tc>
        <w:tc>
          <w:tcPr>
            <w:tcW w:w="13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МТСЗН</w:t>
            </w:r>
          </w:p>
        </w:tc>
        <w:tc>
          <w:tcPr>
            <w:tcW w:w="183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подразделения Комитета по контролю и социальной защите МТСЗН</w:t>
            </w:r>
          </w:p>
        </w:tc>
        <w:tc>
          <w:tcPr>
            <w:tcW w:w="139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ГЦВП, веб-портал «электронного правительства»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156.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00704004</w:t>
            </w:r>
          </w:p>
        </w:tc>
        <w:tc>
          <w:tcPr>
            <w:tcW w:w="191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Назначение социальной помощи отдельным категориям нуждающихся граждан по решениям местных представительных органов</w:t>
            </w:r>
          </w:p>
        </w:tc>
        <w:tc>
          <w:tcPr>
            <w:tcW w:w="13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МТСЗН</w:t>
            </w:r>
          </w:p>
        </w:tc>
        <w:tc>
          <w:tcPr>
            <w:tcW w:w="183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Управления координации занятости и социальных программ гг. Астана и Алматы, отделы занятости и социальных программ районов и городов областного значения</w:t>
            </w:r>
          </w:p>
        </w:tc>
        <w:tc>
          <w:tcPr>
            <w:tcW w:w="139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Управления координации занятости и социальных программ гг. Астана и Алматы, отделы занятости и социальных программ районов и городов областного значения, аким поселка, села, сельского округа, веб-портал «электронного правительства»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157.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00704005</w:t>
            </w:r>
          </w:p>
        </w:tc>
        <w:tc>
          <w:tcPr>
            <w:tcW w:w="191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Назначение социальной помощи специалистам социальной сферы, проживающим и работающим в сельских населенных пунктах, по приобретению топлива</w:t>
            </w:r>
          </w:p>
        </w:tc>
        <w:tc>
          <w:tcPr>
            <w:tcW w:w="13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МТСЗН</w:t>
            </w:r>
          </w:p>
        </w:tc>
        <w:tc>
          <w:tcPr>
            <w:tcW w:w="183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Отделы занятости и социальных программ районов и городов областного значения</w:t>
            </w:r>
          </w:p>
        </w:tc>
        <w:tc>
          <w:tcPr>
            <w:tcW w:w="139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отделы занятости и социальных программ районов и городов областного значения, аким поселка, села, сельского округа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158.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00704006</w:t>
            </w:r>
          </w:p>
        </w:tc>
        <w:tc>
          <w:tcPr>
            <w:tcW w:w="191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Регистрация и учет граждан, пострадавших вследствие ядерных испытаний на Семипалатинском испытательном ядерном полигоне, выплата единовременной государственной денежной компенсации, выдача удостоверений</w:t>
            </w:r>
          </w:p>
        </w:tc>
        <w:tc>
          <w:tcPr>
            <w:tcW w:w="13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МТСЗН</w:t>
            </w:r>
          </w:p>
        </w:tc>
        <w:tc>
          <w:tcPr>
            <w:tcW w:w="183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Управления координации занятости и социальных программ гг. Астана и Алматы, отделы занятости и социальных программ районов и городов областного значения</w:t>
            </w:r>
          </w:p>
        </w:tc>
        <w:tc>
          <w:tcPr>
            <w:tcW w:w="139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ГЦВП, управления координации занятости и социальных программ гг. Астана и Алматы, отделы занятости и социальных программ районов и городов областного значения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159.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00704007</w:t>
            </w:r>
          </w:p>
        </w:tc>
        <w:tc>
          <w:tcPr>
            <w:tcW w:w="191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Предоставление мер социальной поддержки специалистам здравоохранения, образования, социального обеспечения, культуры, спорта и ветеринарии, прибывшим для работы и проживания в сельские населенные пункты</w:t>
            </w:r>
          </w:p>
        </w:tc>
        <w:tc>
          <w:tcPr>
            <w:tcW w:w="13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МРР</w:t>
            </w:r>
          </w:p>
        </w:tc>
        <w:tc>
          <w:tcPr>
            <w:tcW w:w="183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Уполномоченные органы в области развития сельских территорий МИО районов и городов областного значения</w:t>
            </w:r>
          </w:p>
        </w:tc>
        <w:tc>
          <w:tcPr>
            <w:tcW w:w="139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Уполномоченные органы в области развития сельских территорий МИО районов и городов областного значения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14"/>
        <w:gridCol w:w="876"/>
        <w:gridCol w:w="1607"/>
        <w:gridCol w:w="1055"/>
        <w:gridCol w:w="778"/>
        <w:gridCol w:w="1457"/>
        <w:gridCol w:w="1457"/>
        <w:gridCol w:w="942"/>
        <w:gridCol w:w="1162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00705. Социальные услуги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160.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00705001</w:t>
            </w:r>
          </w:p>
        </w:tc>
        <w:tc>
          <w:tcPr>
            <w:tcW w:w="19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Установление инвалидности и/или степени утраты трудоспособности и/или определение необходимых мер социальной защиты</w:t>
            </w:r>
          </w:p>
        </w:tc>
        <w:tc>
          <w:tcPr>
            <w:tcW w:w="13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МТСЗН</w:t>
            </w:r>
          </w:p>
        </w:tc>
        <w:tc>
          <w:tcPr>
            <w:tcW w:w="183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подразделения Комитета по контролю и социальной защите МТСЗН</w:t>
            </w:r>
          </w:p>
        </w:tc>
        <w:tc>
          <w:tcPr>
            <w:tcW w:w="138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подразделения Комитета по контролю и социальной защите МТСЗН, веб-портал «электронного правительства»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161.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00705002</w:t>
            </w:r>
          </w:p>
        </w:tc>
        <w:tc>
          <w:tcPr>
            <w:tcW w:w="19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Оформление документов на инвалидов для предоставления им протезно-ортопедической помощи</w:t>
            </w:r>
          </w:p>
        </w:tc>
        <w:tc>
          <w:tcPr>
            <w:tcW w:w="13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МТСЗН</w:t>
            </w:r>
          </w:p>
        </w:tc>
        <w:tc>
          <w:tcPr>
            <w:tcW w:w="183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Управления координации занятости и социальных программ гг. Астана и Алматы, отделы занятости и социальных программ районов и городов областного значения</w:t>
            </w:r>
          </w:p>
        </w:tc>
        <w:tc>
          <w:tcPr>
            <w:tcW w:w="138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управления координации занятости и социальных программ гг. Астана и Алматы, отделы занятости и социальных программ районов и городов областного значения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162.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00705003</w:t>
            </w:r>
          </w:p>
        </w:tc>
        <w:tc>
          <w:tcPr>
            <w:tcW w:w="19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Оформление документов на инвалидов для обеспечения их сурдо-тифлотехническими и обязательными гигиеническими средствами</w:t>
            </w:r>
          </w:p>
        </w:tc>
        <w:tc>
          <w:tcPr>
            <w:tcW w:w="13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МТСЗН</w:t>
            </w:r>
          </w:p>
        </w:tc>
        <w:tc>
          <w:tcPr>
            <w:tcW w:w="183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Управления координации занятости и социальных программ гг. Астана и Алматы, отделы занятости и социальных программ районов и городов областного значения</w:t>
            </w:r>
          </w:p>
        </w:tc>
        <w:tc>
          <w:tcPr>
            <w:tcW w:w="138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управления координации занятости и социальных программ гг. Астана и Алматы, отделы занятости и социальных программ районов и городов областного значения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163.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00705004</w:t>
            </w:r>
          </w:p>
        </w:tc>
        <w:tc>
          <w:tcPr>
            <w:tcW w:w="19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Оформление документов на инвалидов для предоставления им услуги индивидуального помощника для инвалидов первой группы, имеющих затруднение в передвижении, и специалиста жестового языка для инвалидов по слуху</w:t>
            </w:r>
          </w:p>
        </w:tc>
        <w:tc>
          <w:tcPr>
            <w:tcW w:w="13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МТСЗН</w:t>
            </w:r>
          </w:p>
        </w:tc>
        <w:tc>
          <w:tcPr>
            <w:tcW w:w="183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Управления координации занятости и социальных программ гг. Астана и Алматы, отделы занятости и социальных программ районов и городов областного значения</w:t>
            </w:r>
          </w:p>
        </w:tc>
        <w:tc>
          <w:tcPr>
            <w:tcW w:w="138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управления координации занятости и социальных программ гг. Астана и Алматы, отделы занятости и социальных программ районов и городов областного значения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164.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00705005</w:t>
            </w:r>
          </w:p>
        </w:tc>
        <w:tc>
          <w:tcPr>
            <w:tcW w:w="19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Оформление документов на инвалидов для предоставления им кресла-коляски</w:t>
            </w:r>
          </w:p>
        </w:tc>
        <w:tc>
          <w:tcPr>
            <w:tcW w:w="13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МТСЗН</w:t>
            </w:r>
          </w:p>
        </w:tc>
        <w:tc>
          <w:tcPr>
            <w:tcW w:w="183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Управления координации занятости и социальных программ гг. Астана и Алматы, отделы занятости и социальных программ районов и городов областного значения</w:t>
            </w:r>
          </w:p>
        </w:tc>
        <w:tc>
          <w:tcPr>
            <w:tcW w:w="138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управления координации занятости и социальных программ гг. Астана и Алматы, отделы занятости и социальных программ районов и городов областного значения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165.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00705006</w:t>
            </w:r>
          </w:p>
        </w:tc>
        <w:tc>
          <w:tcPr>
            <w:tcW w:w="19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Оформление документов на инвалидов для обеспечения их санаторно-курортным лечением</w:t>
            </w:r>
          </w:p>
        </w:tc>
        <w:tc>
          <w:tcPr>
            <w:tcW w:w="13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МТСЗН</w:t>
            </w:r>
          </w:p>
        </w:tc>
        <w:tc>
          <w:tcPr>
            <w:tcW w:w="183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Управления координации занятости и социальных программ гг. Астана и Алматы, отделы занятости и социальных программ районов и городов областного значения</w:t>
            </w:r>
          </w:p>
        </w:tc>
        <w:tc>
          <w:tcPr>
            <w:tcW w:w="138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управления координации занятости и социальных программ гг. Астана и Алматы, отделы занятости и социальных программ районов и городов областного значения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166.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00705007</w:t>
            </w:r>
          </w:p>
        </w:tc>
        <w:tc>
          <w:tcPr>
            <w:tcW w:w="19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Оформление документов на оказание специальных социальных услуг в условиях ухода на дому</w:t>
            </w:r>
          </w:p>
        </w:tc>
        <w:tc>
          <w:tcPr>
            <w:tcW w:w="13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МТСЗН</w:t>
            </w:r>
          </w:p>
        </w:tc>
        <w:tc>
          <w:tcPr>
            <w:tcW w:w="183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Управления координации занятости и социальных программ гг. Астана и Алматы, отделы занятости и социальных программ районов и городов областного значения</w:t>
            </w:r>
          </w:p>
        </w:tc>
        <w:tc>
          <w:tcPr>
            <w:tcW w:w="138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управления координации занятости и социальных программ гг. Астана и Алматы, отделы занятости и социальных программ районов и городов областного значения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167.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00705008</w:t>
            </w:r>
          </w:p>
        </w:tc>
        <w:tc>
          <w:tcPr>
            <w:tcW w:w="19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Оформление документов на оказание специальных социальных услуг в медико-социальных учреждениях (организациях)</w:t>
            </w:r>
          </w:p>
        </w:tc>
        <w:tc>
          <w:tcPr>
            <w:tcW w:w="13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МТСЗН</w:t>
            </w:r>
          </w:p>
        </w:tc>
        <w:tc>
          <w:tcPr>
            <w:tcW w:w="183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Управления координации занятости и социальных программ гг. Астана и Алматы, отделы занятости и социальных программ районов и городов областного значения</w:t>
            </w:r>
          </w:p>
        </w:tc>
        <w:tc>
          <w:tcPr>
            <w:tcW w:w="138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управления координации занятости и социальных программ гг. Астана и Алматы, отделы занятости и социальных программ районов и городов областного значения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00706. Прочие государственные услуги в сфере труда и социальной защиты населения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168.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00706001</w:t>
            </w:r>
          </w:p>
        </w:tc>
        <w:tc>
          <w:tcPr>
            <w:tcW w:w="19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информации о поступлении и движении средств вкладчика единого накопительного пенсионного фонда</w:t>
            </w:r>
          </w:p>
        </w:tc>
        <w:tc>
          <w:tcPr>
            <w:tcW w:w="13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МТСЗН</w:t>
            </w:r>
          </w:p>
        </w:tc>
        <w:tc>
          <w:tcPr>
            <w:tcW w:w="183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ГЦВП</w:t>
            </w:r>
          </w:p>
        </w:tc>
        <w:tc>
          <w:tcPr>
            <w:tcW w:w="138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веб-портал «электронного правительства»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169.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00706002</w:t>
            </w:r>
          </w:p>
        </w:tc>
        <w:tc>
          <w:tcPr>
            <w:tcW w:w="19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справки, подтверждающей принадлежность заявителя (семьи) к получателям адресной социальной помощи</w:t>
            </w:r>
          </w:p>
        </w:tc>
        <w:tc>
          <w:tcPr>
            <w:tcW w:w="13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МТСЗН</w:t>
            </w:r>
          </w:p>
        </w:tc>
        <w:tc>
          <w:tcPr>
            <w:tcW w:w="183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Управления координации занятости и социальных программ гг. Астана и Алматы, отделы занятости и социальных программ районов и городов областного значения, аким поселка, села, сельского округа</w:t>
            </w:r>
          </w:p>
        </w:tc>
        <w:tc>
          <w:tcPr>
            <w:tcW w:w="138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управления координации занятости и социальных программ гг. Астана и Алматы, отделы занятости и социальных программ районов и городов областного значения, аким поселка, села, сельского округа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170.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00706003</w:t>
            </w:r>
          </w:p>
        </w:tc>
        <w:tc>
          <w:tcPr>
            <w:tcW w:w="19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справок безработным гражданам</w:t>
            </w:r>
          </w:p>
        </w:tc>
        <w:tc>
          <w:tcPr>
            <w:tcW w:w="13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МТСЗН</w:t>
            </w:r>
          </w:p>
        </w:tc>
        <w:tc>
          <w:tcPr>
            <w:tcW w:w="183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Управления координации занятости и социальных программ гг. Астана и Алматы, отделы занятости и социальных программ районов и городов областного значения</w:t>
            </w:r>
          </w:p>
        </w:tc>
        <w:tc>
          <w:tcPr>
            <w:tcW w:w="138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управления координации занятости и социальных программ гг. Астана и Алматы, отделы занятости и социальных программ районов и городов областного значения, веб-портал «электронного правительства»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171.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00706004</w:t>
            </w:r>
          </w:p>
        </w:tc>
        <w:tc>
          <w:tcPr>
            <w:tcW w:w="19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Обеспечение жильем военнослужащих</w:t>
            </w:r>
          </w:p>
        </w:tc>
        <w:tc>
          <w:tcPr>
            <w:tcW w:w="13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</w:t>
            </w:r>
          </w:p>
        </w:tc>
        <w:tc>
          <w:tcPr>
            <w:tcW w:w="183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</w:t>
            </w:r>
          </w:p>
        </w:tc>
        <w:tc>
          <w:tcPr>
            <w:tcW w:w="138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14"/>
        <w:gridCol w:w="877"/>
        <w:gridCol w:w="1460"/>
        <w:gridCol w:w="1057"/>
        <w:gridCol w:w="609"/>
        <w:gridCol w:w="1341"/>
        <w:gridCol w:w="1341"/>
        <w:gridCol w:w="1485"/>
        <w:gridCol w:w="1164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008. Образование и наука</w:t>
            </w:r>
          </w:p>
        </w:tc>
      </w:tr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00801. Высшее и послевузовское образование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172.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00801001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Прием документов для участия в конкурсе на присуждение международной стипендии </w:t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u w:val="single"/>
              </w:rPr>
              <w:t>«Болашак»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МОН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АО «Центр международных программ»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АО «Центр международных программ», веб-портал «электронного правительства»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173.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00801002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разрешений на обучение в форме экстерната в организациях образования, дающих высшее образование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МОН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Высшие учебные заведения,</w:t>
            </w:r>
          </w:p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МОН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Высшие учебные заведения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174.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00801003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Предоставление высшего образования в высших учебных заведениях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МОН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Высшие учебные заведения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Высшие учебные заведения, веб-портал «электронного правительства»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Платно/бесплатно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175.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00801004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Предоставление послевузовского образования в высших учебных заведениях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МОН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Высшие учебные заведения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Высшие учебные заведения, веб-портал «электронного правительства»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Платно/бесплатно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176.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00801005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Прием документов и присуждение государственного гранта «Лучший преподаватель вуза»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МОН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МОН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Высшие учебные заведения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177.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00801006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Присуждение образовательных грантов, а также оказание социальной поддержки обучающимся в организациях высшего образования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МОН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МОН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Высшие учебные заведения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178.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00801007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справки о статусе стипендиата международной стипендии «Болашак»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МОН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АО «Центр международных программ»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АО «Центр международных программ»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179.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00801008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Предоставление гарантийного письма для выезжающих на обучение в качестве стипендиата международной стипендии </w:t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u w:val="single"/>
              </w:rPr>
              <w:t>«Болашак»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МОН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АО «Центр международных программ»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АО «Центр международных программ»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180.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00801009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Возмещение расходов стипендиатам международной стипендии «Болашак»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МОН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АО «Центр международных программ»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АО «Центр международных программ»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181.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00801010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Авансирование стипендиатов международной стипендии «Болашак»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МОН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АО «Центр международных программ»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АО «Центр международных программ»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182.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00801011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Выдача договора залога недвижимого имущества, предоставленного в качестве обеспечения исполнения обязательств стипендиатов международной стипендии </w:t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u w:val="single"/>
              </w:rPr>
              <w:t>«Болашак»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МОН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АО «Центр международных программ»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АО «Центр международных программ»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183.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00801012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уведомления о прекращении залога с недвижимого имущества при исполнении обязательств стипендиатом международной стипендии «Болашак»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МОН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АО «Центр международных программ»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АО «Центр международных программ»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26"/>
        <w:gridCol w:w="905"/>
        <w:gridCol w:w="1632"/>
        <w:gridCol w:w="1235"/>
        <w:gridCol w:w="625"/>
        <w:gridCol w:w="1466"/>
        <w:gridCol w:w="1328"/>
        <w:gridCol w:w="974"/>
        <w:gridCol w:w="1157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00802. Выдача разрешительных документов (включая лицензирование, регистрацию, сертификацию) в сфере образования и науки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184.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00802001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 и/или приложения к лицензии, переоформление, выдача дубликатов лицензии и/или приложения к ней на образовательную деятельность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МОН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в сфере образования и науки МОН, территориальные департаменты Комитета по контролю в сфере образования и науки МОН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Веб-портал «электронного правительства»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Платно/ 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185.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00802002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Аккредитация субъектов научной и (или) научно-технической деятельности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МОН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в сфере образования и науки МОН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в сфере образования и науки МОН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186.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00802003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экспертного заключения авторам и авторскому коллективу на учебные издания дошкольного, начального, основного среднего, общего среднего, технического и профессионального и высшего образования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МОН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МОН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МОН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496"/>
        <w:gridCol w:w="835"/>
        <w:gridCol w:w="1526"/>
        <w:gridCol w:w="1074"/>
        <w:gridCol w:w="584"/>
        <w:gridCol w:w="1526"/>
        <w:gridCol w:w="1526"/>
        <w:gridCol w:w="1403"/>
        <w:gridCol w:w="878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00803. Прочие государственные услуги в сфере образования и науки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187.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00803001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Предоставление общежития обучающимся в высших учебных заведениях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МОН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Высшие учебные заведения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Высшие учебные заведения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188.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00803002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Предоставление общежития обучающимся в организациях технического и профессионального образования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МОН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Организации технического и профессионального образования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Организации технического и профессионального образования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189.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00803003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Оценка уровня знания казахского языка (КАЗТЕСТ)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МОН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РГКП «Национальный центр тестирования»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РГКП «Национальный центр тестирования»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190.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00803004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Проведение государственной научно-технической экспертизы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МОН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АО «Национальный центр государственной научно-технической экспертизы»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науки МОН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191.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00803005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Признание и нострификация документов об образовании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МОН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в сфере образования и науки МОН, РГП на ПХВ «Центр Болонского процесса и академической мобильности» МОН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РГП на ПХВ «Центр Болонского процесса и академической мобильности» МОН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192.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00803006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дубликатов документов об основном среднем, общем среднем образовании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МОН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Организации основного среднего и общего среднего образования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организации основного среднего и общего среднего образования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193.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00803007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дубликатов документов о техническом и профессиональном образовании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МОН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Организации технического и профессионального образования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организации технического и профессионального образования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Платно/бесплатно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194.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00803008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дубликатов документов о высшем и послевузовском образовании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МОН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Высшие учебные заведения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высшие учебные заведения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195.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00803009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Предоставление технического и профессионального, послесреднего образования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МОН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Организации технического и профессионального, послесреднего образования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Организации технического и профессионального, послесреднего образования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Платно/бесплатно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20"/>
        <w:gridCol w:w="890"/>
        <w:gridCol w:w="1793"/>
        <w:gridCol w:w="1213"/>
        <w:gridCol w:w="548"/>
        <w:gridCol w:w="1439"/>
        <w:gridCol w:w="1304"/>
        <w:gridCol w:w="958"/>
        <w:gridCol w:w="1183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009. Бизнес и предпринимательство</w:t>
            </w:r>
          </w:p>
        </w:tc>
      </w:tr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00901. Начало бизнеса или частного предпринимательства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196.</w:t>
            </w:r>
          </w:p>
        </w:tc>
        <w:tc>
          <w:tcPr>
            <w:tcW w:w="12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00901001</w:t>
            </w:r>
          </w:p>
        </w:tc>
        <w:tc>
          <w:tcPr>
            <w:tcW w:w="191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Государственная регистрация юридических лиц, учетная регистрация их филиалов и представительств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регистрационной службы и оказания правовой помощи МЮ, территориальные органы юстиции</w:t>
            </w:r>
          </w:p>
        </w:tc>
        <w:tc>
          <w:tcPr>
            <w:tcW w:w="137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веб-портал «электронного правительства»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197.</w:t>
            </w:r>
          </w:p>
        </w:tc>
        <w:tc>
          <w:tcPr>
            <w:tcW w:w="12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00901002</w:t>
            </w:r>
          </w:p>
        </w:tc>
        <w:tc>
          <w:tcPr>
            <w:tcW w:w="191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Государственная перерегистрация юридических лиц, учетная перерегистрация их филиалов и представительств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регистрационной службы и оказания правовой помощи МЮ, территориальные органы юстиции</w:t>
            </w:r>
          </w:p>
        </w:tc>
        <w:tc>
          <w:tcPr>
            <w:tcW w:w="137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198.</w:t>
            </w:r>
          </w:p>
        </w:tc>
        <w:tc>
          <w:tcPr>
            <w:tcW w:w="12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00901003</w:t>
            </w:r>
          </w:p>
        </w:tc>
        <w:tc>
          <w:tcPr>
            <w:tcW w:w="191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справки о регистрации (перерегистрации) юридических лиц, об учетной регистрации (перерегистрации) их филиалов и представительств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регистрационной службы и оказания правовой помощи МЮ, территориальные органы юстиции</w:t>
            </w:r>
          </w:p>
        </w:tc>
        <w:tc>
          <w:tcPr>
            <w:tcW w:w="137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Веб-портал «электронного правительства»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199.</w:t>
            </w:r>
          </w:p>
        </w:tc>
        <w:tc>
          <w:tcPr>
            <w:tcW w:w="12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00901004</w:t>
            </w:r>
          </w:p>
        </w:tc>
        <w:tc>
          <w:tcPr>
            <w:tcW w:w="191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Регистрация внесенных изменений и дополнений в учредительные документы юридических лиц, филиалов и представительств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регистрационной службы и оказания правовой помощи МЮ, территориальные органы юстиции</w:t>
            </w:r>
          </w:p>
        </w:tc>
        <w:tc>
          <w:tcPr>
            <w:tcW w:w="137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200.</w:t>
            </w:r>
          </w:p>
        </w:tc>
        <w:tc>
          <w:tcPr>
            <w:tcW w:w="12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00901005</w:t>
            </w:r>
          </w:p>
        </w:tc>
        <w:tc>
          <w:tcPr>
            <w:tcW w:w="191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дубликата устава (положения) юридического лица, не относящегося к субъекту частного предпринимательства, а также акционерного общества, их филиалов и представительств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регистрационной службы и оказания правовой помощи МЮ, территориальные органы юстиции</w:t>
            </w:r>
          </w:p>
        </w:tc>
        <w:tc>
          <w:tcPr>
            <w:tcW w:w="137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201.</w:t>
            </w:r>
          </w:p>
        </w:tc>
        <w:tc>
          <w:tcPr>
            <w:tcW w:w="12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00901006</w:t>
            </w:r>
          </w:p>
        </w:tc>
        <w:tc>
          <w:tcPr>
            <w:tcW w:w="191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Государственная регистрация (перерегистрация) юридических лиц - участников регионального финансового центра города Алматы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37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Центральный аппарат НБ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202.</w:t>
            </w:r>
          </w:p>
        </w:tc>
        <w:tc>
          <w:tcPr>
            <w:tcW w:w="12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00901007</w:t>
            </w:r>
          </w:p>
        </w:tc>
        <w:tc>
          <w:tcPr>
            <w:tcW w:w="191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патента индивидуальным предпринимателям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МФ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Налоговые управления по районам, городам и районам в городах, на территории специальных экономических зон, межрайонные налоговые управления</w:t>
            </w:r>
          </w:p>
        </w:tc>
        <w:tc>
          <w:tcPr>
            <w:tcW w:w="137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Налоговые управления по районам, городам и районам в городах, на территории специальных экономических зон, межрайонные налоговые управления, веб-портал «электронного правительства»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41"/>
        <w:gridCol w:w="933"/>
        <w:gridCol w:w="1608"/>
        <w:gridCol w:w="1277"/>
        <w:gridCol w:w="569"/>
        <w:gridCol w:w="1518"/>
        <w:gridCol w:w="1374"/>
        <w:gridCol w:w="783"/>
        <w:gridCol w:w="1245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00902. Прекращение деятельности частного предпринимателя или юридического лица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203.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00902001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Государственная регистрация прекращения деятельности юридического лица, снятие с учетной регистрации филиала и представительства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регистрационной службы и оказания правовой помощи МЮ, территориальные органы юстиции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веб-портал «электронного правительства»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484"/>
        <w:gridCol w:w="812"/>
        <w:gridCol w:w="1467"/>
        <w:gridCol w:w="1098"/>
        <w:gridCol w:w="744"/>
        <w:gridCol w:w="1338"/>
        <w:gridCol w:w="1338"/>
        <w:gridCol w:w="873"/>
        <w:gridCol w:w="1694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00903. Выдача разрешительных документов (включая лицензирование, регистрацию, сертификацию) на занятие определенными видами деятельности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204.</w:t>
            </w:r>
          </w:p>
        </w:tc>
        <w:tc>
          <w:tcPr>
            <w:tcW w:w="12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00903001</w:t>
            </w:r>
          </w:p>
        </w:tc>
        <w:tc>
          <w:tcPr>
            <w:tcW w:w="19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на осуществление судебно-экспертной деятельности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регистрационной службы и оказания правовой помощи МЮ</w:t>
            </w:r>
          </w:p>
        </w:tc>
        <w:tc>
          <w:tcPr>
            <w:tcW w:w="13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регистрационной службы и оказания правовой помощи МЮ, веб-портал «электронного правительства»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205.</w:t>
            </w:r>
          </w:p>
        </w:tc>
        <w:tc>
          <w:tcPr>
            <w:tcW w:w="12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00903002</w:t>
            </w:r>
          </w:p>
        </w:tc>
        <w:tc>
          <w:tcPr>
            <w:tcW w:w="19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Проведение квалификационного экзамена и выдача лицензии, переоформление, выдача дубликатов лицензии на право осуществления деятельности по оценке имущества (за исключением объектов интеллектуальной собственности, стоимости нематериальных активов)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регистрационной службы и оказания правовой помощи МЮ</w:t>
            </w:r>
          </w:p>
        </w:tc>
        <w:tc>
          <w:tcPr>
            <w:tcW w:w="13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регистрационной службы и оказания правовой помощи МЮ, веб-портал «электронного правительства»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Платно/ Бесплатно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206.</w:t>
            </w:r>
          </w:p>
        </w:tc>
        <w:tc>
          <w:tcPr>
            <w:tcW w:w="12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00903003</w:t>
            </w:r>
          </w:p>
        </w:tc>
        <w:tc>
          <w:tcPr>
            <w:tcW w:w="19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Проведение квалификационного экзамена и выдача лицензии, переоформление, выдача дубликатов лицензии на право осуществления деятельности по оценке интеллектуальной собственности, стоимости нематериальных активов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регистрационной службы и оказания правовой помощи МЮ</w:t>
            </w:r>
          </w:p>
        </w:tc>
        <w:tc>
          <w:tcPr>
            <w:tcW w:w="13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регистрационной службы и оказания правовой помощи МЮ, веб-портал «электронного правительства»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Платно/ Бесплатно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207.</w:t>
            </w:r>
          </w:p>
        </w:tc>
        <w:tc>
          <w:tcPr>
            <w:tcW w:w="12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00903004</w:t>
            </w:r>
          </w:p>
        </w:tc>
        <w:tc>
          <w:tcPr>
            <w:tcW w:w="19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Проведение аттестации на занятие адвокатской деятельностью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органы юстиции</w:t>
            </w:r>
          </w:p>
        </w:tc>
        <w:tc>
          <w:tcPr>
            <w:tcW w:w="13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органы юстиции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208.</w:t>
            </w:r>
          </w:p>
        </w:tc>
        <w:tc>
          <w:tcPr>
            <w:tcW w:w="12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00903005</w:t>
            </w:r>
          </w:p>
        </w:tc>
        <w:tc>
          <w:tcPr>
            <w:tcW w:w="19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на занятие адвокатской деятельностью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регистрационной службы и оказания правовой помощи МЮ</w:t>
            </w:r>
          </w:p>
        </w:tc>
        <w:tc>
          <w:tcPr>
            <w:tcW w:w="13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регистрационной службы и оказания правовой помощи МЮ, веб-портал «электронного правительства»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209.</w:t>
            </w:r>
          </w:p>
        </w:tc>
        <w:tc>
          <w:tcPr>
            <w:tcW w:w="12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00903006</w:t>
            </w:r>
          </w:p>
        </w:tc>
        <w:tc>
          <w:tcPr>
            <w:tcW w:w="19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Проведение аттестации на право занятия нотариальной деятельностью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органы юстиции</w:t>
            </w:r>
          </w:p>
        </w:tc>
        <w:tc>
          <w:tcPr>
            <w:tcW w:w="13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органы юстиции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210.</w:t>
            </w:r>
          </w:p>
        </w:tc>
        <w:tc>
          <w:tcPr>
            <w:tcW w:w="12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00903007</w:t>
            </w:r>
          </w:p>
        </w:tc>
        <w:tc>
          <w:tcPr>
            <w:tcW w:w="19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на право занятия нотариальной деятельностью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регистрационной службы и оказания правовой помощи МЮ</w:t>
            </w:r>
          </w:p>
        </w:tc>
        <w:tc>
          <w:tcPr>
            <w:tcW w:w="13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регистрационной службы и оказания правовой помощи МЮ, веб-портал «электронного правительства»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211.</w:t>
            </w:r>
          </w:p>
        </w:tc>
        <w:tc>
          <w:tcPr>
            <w:tcW w:w="12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00903008</w:t>
            </w:r>
          </w:p>
        </w:tc>
        <w:tc>
          <w:tcPr>
            <w:tcW w:w="19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Проведение квалификационного экзамена и выдача лицензии, переоформление, выдача дубликатов лицензии на право занятия деятельностью частного судебного исполнителя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МЮ 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исполнению судебных актов МЮ</w:t>
            </w:r>
          </w:p>
        </w:tc>
        <w:tc>
          <w:tcPr>
            <w:tcW w:w="13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исполнению судебных актов МЮ, веб-портал «электронного правительства»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212.</w:t>
            </w:r>
          </w:p>
        </w:tc>
        <w:tc>
          <w:tcPr>
            <w:tcW w:w="12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00903009</w:t>
            </w:r>
          </w:p>
        </w:tc>
        <w:tc>
          <w:tcPr>
            <w:tcW w:w="19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 лицензии на деятельность по осуществлению археологических и (или) научно-реставрационных работ на памятниках истории и культуры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МКИ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культуре МКИ</w:t>
            </w:r>
          </w:p>
        </w:tc>
        <w:tc>
          <w:tcPr>
            <w:tcW w:w="13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комитет по культуре МКИ, веб-портал «электронного правительства»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213.</w:t>
            </w:r>
          </w:p>
        </w:tc>
        <w:tc>
          <w:tcPr>
            <w:tcW w:w="12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00903010</w:t>
            </w:r>
          </w:p>
        </w:tc>
        <w:tc>
          <w:tcPr>
            <w:tcW w:w="19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на осуществление вида деятельности по организации и проведению лотерей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АДСФК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АДСФК</w:t>
            </w:r>
          </w:p>
        </w:tc>
        <w:tc>
          <w:tcPr>
            <w:tcW w:w="13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веб-портал «электронного правительства»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214.</w:t>
            </w:r>
          </w:p>
        </w:tc>
        <w:tc>
          <w:tcPr>
            <w:tcW w:w="12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00903011</w:t>
            </w:r>
          </w:p>
        </w:tc>
        <w:tc>
          <w:tcPr>
            <w:tcW w:w="19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для занятия деятельностью казино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АДСФК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АДСФК</w:t>
            </w:r>
          </w:p>
        </w:tc>
        <w:tc>
          <w:tcPr>
            <w:tcW w:w="13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веб-портал «электронного правительства»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215.</w:t>
            </w:r>
          </w:p>
        </w:tc>
        <w:tc>
          <w:tcPr>
            <w:tcW w:w="12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00903012</w:t>
            </w:r>
          </w:p>
        </w:tc>
        <w:tc>
          <w:tcPr>
            <w:tcW w:w="19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для занятия деятельностью зала игровых автоматов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АДСФК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АДСФК</w:t>
            </w:r>
          </w:p>
        </w:tc>
        <w:tc>
          <w:tcPr>
            <w:tcW w:w="13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веб-портал «электронного правительства»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216.</w:t>
            </w:r>
          </w:p>
        </w:tc>
        <w:tc>
          <w:tcPr>
            <w:tcW w:w="12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00903013</w:t>
            </w:r>
          </w:p>
        </w:tc>
        <w:tc>
          <w:tcPr>
            <w:tcW w:w="19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для занятия деятельностью букмекерской конторы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АДСФК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АДСФК</w:t>
            </w:r>
          </w:p>
        </w:tc>
        <w:tc>
          <w:tcPr>
            <w:tcW w:w="13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веб-портал «электронного правительства»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217.</w:t>
            </w:r>
          </w:p>
        </w:tc>
        <w:tc>
          <w:tcPr>
            <w:tcW w:w="12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00903014</w:t>
            </w:r>
          </w:p>
        </w:tc>
        <w:tc>
          <w:tcPr>
            <w:tcW w:w="19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для занятия деятельностью тотализатора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АДСФК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АДСФК</w:t>
            </w:r>
          </w:p>
        </w:tc>
        <w:tc>
          <w:tcPr>
            <w:tcW w:w="13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веб-портал «электронного правительства»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218.</w:t>
            </w:r>
          </w:p>
        </w:tc>
        <w:tc>
          <w:tcPr>
            <w:tcW w:w="12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00903015</w:t>
            </w:r>
          </w:p>
        </w:tc>
        <w:tc>
          <w:tcPr>
            <w:tcW w:w="19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на импорт товаров, являющихся объектами разбирательства, на территорию Республики Казахстан без применения количественных ограничений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МЭБП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торговли МЭБП</w:t>
            </w:r>
          </w:p>
        </w:tc>
        <w:tc>
          <w:tcPr>
            <w:tcW w:w="13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веб-портал «электронного правительства»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219.</w:t>
            </w:r>
          </w:p>
        </w:tc>
        <w:tc>
          <w:tcPr>
            <w:tcW w:w="12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00903016</w:t>
            </w:r>
          </w:p>
        </w:tc>
        <w:tc>
          <w:tcPr>
            <w:tcW w:w="19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 на импорт и (или) экспорт товаров при применении мер таможенно-тарифного и нетарифного регулирования внешнеторговой деятельности, а также специальных защитных мер на основании решений Правительства Республики Казахстан и (или) Евразийской экономической комиссии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МЭБП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торговли МЭБП</w:t>
            </w:r>
          </w:p>
        </w:tc>
        <w:tc>
          <w:tcPr>
            <w:tcW w:w="13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комитет торговли МЭБП, веб-портал «электронного правительства»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220.</w:t>
            </w:r>
          </w:p>
        </w:tc>
        <w:tc>
          <w:tcPr>
            <w:tcW w:w="12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00903017</w:t>
            </w:r>
          </w:p>
        </w:tc>
        <w:tc>
          <w:tcPr>
            <w:tcW w:w="19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 лицензии на право занятия деятельностью товарных бирж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МЭБП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торговли МЭБП</w:t>
            </w:r>
          </w:p>
        </w:tc>
        <w:tc>
          <w:tcPr>
            <w:tcW w:w="13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веб-портал «электронного правительства»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221.</w:t>
            </w:r>
          </w:p>
        </w:tc>
        <w:tc>
          <w:tcPr>
            <w:tcW w:w="12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00903018</w:t>
            </w:r>
          </w:p>
        </w:tc>
        <w:tc>
          <w:tcPr>
            <w:tcW w:w="19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 лицензии на право занятия брокерской деятельностью в сфере товарных бирж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МЭБП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торговли МЭБП</w:t>
            </w:r>
          </w:p>
        </w:tc>
        <w:tc>
          <w:tcPr>
            <w:tcW w:w="13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веб-портал «электронного правительства»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222.</w:t>
            </w:r>
          </w:p>
        </w:tc>
        <w:tc>
          <w:tcPr>
            <w:tcW w:w="12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00903019</w:t>
            </w:r>
          </w:p>
        </w:tc>
        <w:tc>
          <w:tcPr>
            <w:tcW w:w="19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 лицензии на право занятия дилерской деятельностью в сфере товарных бирж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МЭБП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торговли МЭБП</w:t>
            </w:r>
          </w:p>
        </w:tc>
        <w:tc>
          <w:tcPr>
            <w:tcW w:w="13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веб-портал «электронного правительства»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223.</w:t>
            </w:r>
          </w:p>
        </w:tc>
        <w:tc>
          <w:tcPr>
            <w:tcW w:w="12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00903020</w:t>
            </w:r>
          </w:p>
        </w:tc>
        <w:tc>
          <w:tcPr>
            <w:tcW w:w="19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разрешения на импорт отдельных видов товаров на территорию Республики Казахстан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МЭБП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торговли МЭБП</w:t>
            </w:r>
          </w:p>
        </w:tc>
        <w:tc>
          <w:tcPr>
            <w:tcW w:w="13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торговли МЭБП, веб-портал «электронного правительства»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69"/>
        <w:gridCol w:w="998"/>
        <w:gridCol w:w="1631"/>
        <w:gridCol w:w="1301"/>
        <w:gridCol w:w="556"/>
        <w:gridCol w:w="1142"/>
        <w:gridCol w:w="1479"/>
        <w:gridCol w:w="834"/>
        <w:gridCol w:w="1338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00904. Выдача разрешительных документов (включая лицензирование, регистрацию, сертификацию) на производство отдельных видов продукции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224.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00904001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на производство табачных изделий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МФ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Налоговый комитет МФ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Налоговый комитет МФ, веб-портал «электронного правительства»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225.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00904002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на производство этилового спирта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МФ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Налоговый комитет МФ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Налоговый комитет МФ, веб-портал «электронного правительства»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226.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00904003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на производство алкогольной продукции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МФ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Налоговый комитет МФ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Налоговый комитет МФ, веб-портал «электронного правительства»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70"/>
        <w:gridCol w:w="1000"/>
        <w:gridCol w:w="1634"/>
        <w:gridCol w:w="1303"/>
        <w:gridCol w:w="556"/>
        <w:gridCol w:w="1127"/>
        <w:gridCol w:w="1482"/>
        <w:gridCol w:w="836"/>
        <w:gridCol w:w="1340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00905. Выдача разрешительных документов (включая лицензирование, регистрацию, сертификацию) на приобретение, реализацию и хранение отдельных видов продукции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227.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00905001</w:t>
            </w:r>
          </w:p>
        </w:tc>
        <w:tc>
          <w:tcPr>
            <w:tcW w:w="192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на хранение и оптовую реализацию алкогольной продукции, за исключением деятельности по хранению и оптовой реализации алкогольной продукции на территории ее производства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МФ</w:t>
            </w:r>
          </w:p>
        </w:tc>
        <w:tc>
          <w:tcPr>
            <w:tcW w:w="18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Налоговые органы по областям, гг. Астана и Алматы</w:t>
            </w:r>
          </w:p>
        </w:tc>
        <w:tc>
          <w:tcPr>
            <w:tcW w:w="136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налогов е органы по областям, гг. Астана и Алматы, веб-портал «электронного правительства»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228.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00905002</w:t>
            </w:r>
          </w:p>
        </w:tc>
        <w:tc>
          <w:tcPr>
            <w:tcW w:w="192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на хранение и розничную реализацию алкогольной продукции, за исключением деятельности по хранению и розничной реализации алкогольной продукции на территории ее производства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МФ</w:t>
            </w:r>
          </w:p>
        </w:tc>
        <w:tc>
          <w:tcPr>
            <w:tcW w:w="18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Налоговые органы по областям, гг. Астана и Алматы</w:t>
            </w:r>
          </w:p>
        </w:tc>
        <w:tc>
          <w:tcPr>
            <w:tcW w:w="136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налоговые органы по областям, гг. Астана и Алматы, веб-портал «электронного правительства»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54"/>
        <w:gridCol w:w="968"/>
        <w:gridCol w:w="1929"/>
        <w:gridCol w:w="1259"/>
        <w:gridCol w:w="602"/>
        <w:gridCol w:w="1236"/>
        <w:gridCol w:w="1236"/>
        <w:gridCol w:w="1044"/>
        <w:gridCol w:w="1020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00906. Поддержка предпринимательской деятельности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229.</w:t>
            </w:r>
          </w:p>
        </w:tc>
        <w:tc>
          <w:tcPr>
            <w:tcW w:w="12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00906001</w:t>
            </w:r>
          </w:p>
        </w:tc>
        <w:tc>
          <w:tcPr>
            <w:tcW w:w="192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Предоставление субсидирования ставки вознаграждения в рамках программы «Дорожная карта бизнеса 2020»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МРР</w:t>
            </w:r>
          </w:p>
        </w:tc>
        <w:tc>
          <w:tcPr>
            <w:tcW w:w="18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Алматы, АО «ФРП «Даму»</w:t>
            </w:r>
          </w:p>
        </w:tc>
        <w:tc>
          <w:tcPr>
            <w:tcW w:w="136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230.</w:t>
            </w:r>
          </w:p>
        </w:tc>
        <w:tc>
          <w:tcPr>
            <w:tcW w:w="12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00906002</w:t>
            </w:r>
          </w:p>
        </w:tc>
        <w:tc>
          <w:tcPr>
            <w:tcW w:w="192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Предоставление гарантий в рамках программы «Дорожная карта бизнеса 2020»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МРР</w:t>
            </w:r>
          </w:p>
        </w:tc>
        <w:tc>
          <w:tcPr>
            <w:tcW w:w="18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Алматы, АО «ФРП «Даму»</w:t>
            </w:r>
          </w:p>
        </w:tc>
        <w:tc>
          <w:tcPr>
            <w:tcW w:w="136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231.</w:t>
            </w:r>
          </w:p>
        </w:tc>
        <w:tc>
          <w:tcPr>
            <w:tcW w:w="12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00906003</w:t>
            </w:r>
          </w:p>
        </w:tc>
        <w:tc>
          <w:tcPr>
            <w:tcW w:w="192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Предоставление грантов в рамках программы «Дорожная карта бизнеса 2020»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МРР</w:t>
            </w:r>
          </w:p>
        </w:tc>
        <w:tc>
          <w:tcPr>
            <w:tcW w:w="18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</w:t>
            </w:r>
          </w:p>
        </w:tc>
        <w:tc>
          <w:tcPr>
            <w:tcW w:w="136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232.</w:t>
            </w:r>
          </w:p>
        </w:tc>
        <w:tc>
          <w:tcPr>
            <w:tcW w:w="12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00906004</w:t>
            </w:r>
          </w:p>
        </w:tc>
        <w:tc>
          <w:tcPr>
            <w:tcW w:w="192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Предоставление поддержки по развитию производственной (индустриальной) инфраструктуры в рамках программы «Дорожная карта бизнеса 2020»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МРР</w:t>
            </w:r>
          </w:p>
        </w:tc>
        <w:tc>
          <w:tcPr>
            <w:tcW w:w="18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</w:t>
            </w:r>
          </w:p>
        </w:tc>
        <w:tc>
          <w:tcPr>
            <w:tcW w:w="136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233.</w:t>
            </w:r>
          </w:p>
        </w:tc>
        <w:tc>
          <w:tcPr>
            <w:tcW w:w="12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00906005</w:t>
            </w:r>
          </w:p>
        </w:tc>
        <w:tc>
          <w:tcPr>
            <w:tcW w:w="192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Предоставление грантов в рамках </w:t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u w:val="single"/>
              </w:rPr>
              <w:t>Программы</w:t>
            </w: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 развитие моногородов на 2012-2020 годы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МРР</w:t>
            </w:r>
          </w:p>
        </w:tc>
        <w:tc>
          <w:tcPr>
            <w:tcW w:w="18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</w:t>
            </w:r>
          </w:p>
        </w:tc>
        <w:tc>
          <w:tcPr>
            <w:tcW w:w="136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моногородов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234.</w:t>
            </w:r>
          </w:p>
        </w:tc>
        <w:tc>
          <w:tcPr>
            <w:tcW w:w="12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00906006</w:t>
            </w:r>
          </w:p>
        </w:tc>
        <w:tc>
          <w:tcPr>
            <w:tcW w:w="192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Предоставление субсидирования ставки вознаграждения в рамках Программы развитие моногородов на 2012-2020 годы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МРР</w:t>
            </w:r>
          </w:p>
        </w:tc>
        <w:tc>
          <w:tcPr>
            <w:tcW w:w="18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Алматы, АО «ФРП «Даму»</w:t>
            </w:r>
          </w:p>
        </w:tc>
        <w:tc>
          <w:tcPr>
            <w:tcW w:w="136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моногородов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235.</w:t>
            </w:r>
          </w:p>
        </w:tc>
        <w:tc>
          <w:tcPr>
            <w:tcW w:w="12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00906007</w:t>
            </w:r>
          </w:p>
        </w:tc>
        <w:tc>
          <w:tcPr>
            <w:tcW w:w="192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Обучение субъектов частного предпринимательства в рамках </w:t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u w:val="single"/>
              </w:rPr>
              <w:t>программы</w:t>
            </w: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 «Дорожная карта бизнеса 2020»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МРР</w:t>
            </w:r>
          </w:p>
        </w:tc>
        <w:tc>
          <w:tcPr>
            <w:tcW w:w="18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АО «ФРП «Даму»</w:t>
            </w:r>
          </w:p>
        </w:tc>
        <w:tc>
          <w:tcPr>
            <w:tcW w:w="136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АО «ФРП «Даму»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236.</w:t>
            </w:r>
          </w:p>
        </w:tc>
        <w:tc>
          <w:tcPr>
            <w:tcW w:w="12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00906008</w:t>
            </w:r>
          </w:p>
        </w:tc>
        <w:tc>
          <w:tcPr>
            <w:tcW w:w="192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Предоставление поддержки по развитию производственной (индустриальной) инфраструктуры в рамках Программы развитие моногородов на 2012-2020 годы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МРР</w:t>
            </w:r>
          </w:p>
        </w:tc>
        <w:tc>
          <w:tcPr>
            <w:tcW w:w="18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</w:t>
            </w:r>
          </w:p>
        </w:tc>
        <w:tc>
          <w:tcPr>
            <w:tcW w:w="136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моногородов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237.</w:t>
            </w:r>
          </w:p>
        </w:tc>
        <w:tc>
          <w:tcPr>
            <w:tcW w:w="12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00906009</w:t>
            </w:r>
          </w:p>
        </w:tc>
        <w:tc>
          <w:tcPr>
            <w:tcW w:w="192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Предоставление микрокредитов в рамках </w:t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u w:val="single"/>
              </w:rPr>
              <w:t>Программы</w:t>
            </w: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 развитие моногородов на 2012-2020 годы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МРР</w:t>
            </w:r>
          </w:p>
        </w:tc>
        <w:tc>
          <w:tcPr>
            <w:tcW w:w="18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моногородов</w:t>
            </w:r>
          </w:p>
        </w:tc>
        <w:tc>
          <w:tcPr>
            <w:tcW w:w="136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моногородов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50"/>
        <w:gridCol w:w="956"/>
        <w:gridCol w:w="1584"/>
        <w:gridCol w:w="1242"/>
        <w:gridCol w:w="765"/>
        <w:gridCol w:w="1034"/>
        <w:gridCol w:w="1410"/>
        <w:gridCol w:w="1030"/>
        <w:gridCol w:w="1277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010. Туризм</w:t>
            </w:r>
          </w:p>
        </w:tc>
      </w:tr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01001. Прочие государственные услуги в сфере туризма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238.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01001001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Выписка из государственного реестра лиц, осуществляющих туристскую деятельность, и государственного реестра туристских маршрутов и троп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индустрии и туризма МИНТ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индустрии и туризма МИНТ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239.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01001002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на туристскую операторскую деятельность (туроператорская деятельность)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индустрии и туризма МИНТ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веб-портал «электронного правительства»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240.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01001003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Предоставление туристской информации, в том числе о туристском потенциале, объектах туризма и лицах, осуществляющих туристскую деятельность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07"/>
        <w:gridCol w:w="862"/>
        <w:gridCol w:w="1785"/>
        <w:gridCol w:w="1112"/>
        <w:gridCol w:w="591"/>
        <w:gridCol w:w="1460"/>
        <w:gridCol w:w="1460"/>
        <w:gridCol w:w="928"/>
        <w:gridCol w:w="1143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011. Транспорт и коммуникации</w:t>
            </w:r>
          </w:p>
        </w:tc>
      </w:tr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01101. Автомобильный транспорт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241.</w:t>
            </w:r>
          </w:p>
        </w:tc>
        <w:tc>
          <w:tcPr>
            <w:tcW w:w="11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01101001</w:t>
            </w:r>
          </w:p>
        </w:tc>
        <w:tc>
          <w:tcPr>
            <w:tcW w:w="19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международного сертификата взвешивания грузовых транспортных средств</w:t>
            </w:r>
          </w:p>
        </w:tc>
        <w:tc>
          <w:tcPr>
            <w:tcW w:w="12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2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органы Комитета транспортного контроля МТК</w:t>
            </w:r>
          </w:p>
        </w:tc>
        <w:tc>
          <w:tcPr>
            <w:tcW w:w="13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органы Комитета транспортного контроля МТК</w:t>
            </w:r>
          </w:p>
        </w:tc>
        <w:tc>
          <w:tcPr>
            <w:tcW w:w="10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242.</w:t>
            </w:r>
          </w:p>
        </w:tc>
        <w:tc>
          <w:tcPr>
            <w:tcW w:w="11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01101002</w:t>
            </w:r>
          </w:p>
        </w:tc>
        <w:tc>
          <w:tcPr>
            <w:tcW w:w="19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удостоверения допуска к осуществлению международных автомобильных перевозок и карточки допуска</w:t>
            </w:r>
          </w:p>
        </w:tc>
        <w:tc>
          <w:tcPr>
            <w:tcW w:w="12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2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органы Комитета транспортного контроля МТК</w:t>
            </w:r>
          </w:p>
        </w:tc>
        <w:tc>
          <w:tcPr>
            <w:tcW w:w="13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веб-портал «электронного правительства»</w:t>
            </w:r>
          </w:p>
        </w:tc>
        <w:tc>
          <w:tcPr>
            <w:tcW w:w="10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243.</w:t>
            </w:r>
          </w:p>
        </w:tc>
        <w:tc>
          <w:tcPr>
            <w:tcW w:w="11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01101003</w:t>
            </w:r>
          </w:p>
        </w:tc>
        <w:tc>
          <w:tcPr>
            <w:tcW w:w="19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международного сертификата технического осмотра</w:t>
            </w:r>
          </w:p>
        </w:tc>
        <w:tc>
          <w:tcPr>
            <w:tcW w:w="12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2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</w:t>
            </w:r>
          </w:p>
        </w:tc>
        <w:tc>
          <w:tcPr>
            <w:tcW w:w="13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веб-портал «электронного правительства»</w:t>
            </w:r>
          </w:p>
        </w:tc>
        <w:tc>
          <w:tcPr>
            <w:tcW w:w="10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Электронная/ бумажная 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244.</w:t>
            </w:r>
          </w:p>
        </w:tc>
        <w:tc>
          <w:tcPr>
            <w:tcW w:w="11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01101004</w:t>
            </w:r>
          </w:p>
        </w:tc>
        <w:tc>
          <w:tcPr>
            <w:tcW w:w="19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для занятия деятельностью по нерегулярной перевозке пассажиров автобусами, микроавтобусами в междугородном межобластном, межрайонном (междугородном внутриобластном) и международном сообщениях, а также регулярной перевозке пассажиров автобусами, микроавтобусами в международном сообщении</w:t>
            </w:r>
          </w:p>
        </w:tc>
        <w:tc>
          <w:tcPr>
            <w:tcW w:w="12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2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</w:t>
            </w:r>
          </w:p>
        </w:tc>
        <w:tc>
          <w:tcPr>
            <w:tcW w:w="13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веб-портал «электронного правительства»</w:t>
            </w:r>
          </w:p>
        </w:tc>
        <w:tc>
          <w:tcPr>
            <w:tcW w:w="10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245.</w:t>
            </w:r>
          </w:p>
        </w:tc>
        <w:tc>
          <w:tcPr>
            <w:tcW w:w="11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01101005</w:t>
            </w:r>
          </w:p>
        </w:tc>
        <w:tc>
          <w:tcPr>
            <w:tcW w:w="19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специального разрешения на проезд тяжеловесных и (или) крупногабаритных транспортных средств (включая иностранные) по территории Республики Казахстан</w:t>
            </w:r>
          </w:p>
        </w:tc>
        <w:tc>
          <w:tcPr>
            <w:tcW w:w="12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2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органы Комитета транспортного контроля МТК, таможенные органы в пунктах пропуска автотранспортных средств через Государственную границу Республики Казахстан, совпадающую с таможенной границей Таможенного союза</w:t>
            </w:r>
          </w:p>
        </w:tc>
        <w:tc>
          <w:tcPr>
            <w:tcW w:w="13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территориальные органы Комитета транспортного контроля МТК, таможенные органы в пунктах пропуска автотранспортных средств через Государственную границу Республики Казахстан, совпадающую с таможенной границей Таможенного союза, веб-портал «электронного правительства»</w:t>
            </w:r>
          </w:p>
        </w:tc>
        <w:tc>
          <w:tcPr>
            <w:tcW w:w="10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Электронная/ бумажная 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246.</w:t>
            </w:r>
          </w:p>
        </w:tc>
        <w:tc>
          <w:tcPr>
            <w:tcW w:w="11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01101006</w:t>
            </w:r>
          </w:p>
        </w:tc>
        <w:tc>
          <w:tcPr>
            <w:tcW w:w="19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Проведение ежегодного государственного технического осмотра тракторов и изготовленных на их базе самоходных шасси и механизмов, прицепов к ним, включая прицепы со смонтированным специальным оборудованием, самоходных сельскохозяйственных, мелиоративных и дорожностроительных машин и механизмов, а также специальных машин повышенной проходимости</w:t>
            </w:r>
          </w:p>
        </w:tc>
        <w:tc>
          <w:tcPr>
            <w:tcW w:w="12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МСХ</w:t>
            </w:r>
          </w:p>
        </w:tc>
        <w:tc>
          <w:tcPr>
            <w:tcW w:w="182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Алматы, районов и городов областного значения</w:t>
            </w:r>
          </w:p>
        </w:tc>
        <w:tc>
          <w:tcPr>
            <w:tcW w:w="13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Алматы, районов и городов областного значения, веб-портал «электронного правительства»</w:t>
            </w:r>
          </w:p>
        </w:tc>
        <w:tc>
          <w:tcPr>
            <w:tcW w:w="10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247.</w:t>
            </w:r>
          </w:p>
        </w:tc>
        <w:tc>
          <w:tcPr>
            <w:tcW w:w="11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01101007</w:t>
            </w:r>
          </w:p>
        </w:tc>
        <w:tc>
          <w:tcPr>
            <w:tcW w:w="19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Предоставление информации об отсутствии (наличии) обременений тракторов и изготовленных на их базе самоходных шасси и механизмов, прицепов к ним, включая прицепы со смонтированным специальным оборудованием, самоходных сельскохозяйственных, мелиоративных и дорожностроительных машин и механизмов, а также специальных машин повышенной проходимости</w:t>
            </w:r>
          </w:p>
        </w:tc>
        <w:tc>
          <w:tcPr>
            <w:tcW w:w="12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МСХ</w:t>
            </w:r>
          </w:p>
        </w:tc>
        <w:tc>
          <w:tcPr>
            <w:tcW w:w="182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Алматы, районов и городов областного значения</w:t>
            </w:r>
          </w:p>
        </w:tc>
        <w:tc>
          <w:tcPr>
            <w:tcW w:w="13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Алматы, районов и городов областного значения, веб-портал «электронного правительства»</w:t>
            </w:r>
          </w:p>
        </w:tc>
        <w:tc>
          <w:tcPr>
            <w:tcW w:w="10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Электронная/ бумажная 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248.</w:t>
            </w:r>
          </w:p>
        </w:tc>
        <w:tc>
          <w:tcPr>
            <w:tcW w:w="11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01101008</w:t>
            </w:r>
          </w:p>
        </w:tc>
        <w:tc>
          <w:tcPr>
            <w:tcW w:w="19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дополнительного разрешения на поездку для удостоверения права на выезд с территории Республики Казахстан</w:t>
            </w:r>
          </w:p>
        </w:tc>
        <w:tc>
          <w:tcPr>
            <w:tcW w:w="12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2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транспортного контроля МТК</w:t>
            </w:r>
          </w:p>
        </w:tc>
        <w:tc>
          <w:tcPr>
            <w:tcW w:w="13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транспортного контроля МТК</w:t>
            </w:r>
          </w:p>
        </w:tc>
        <w:tc>
          <w:tcPr>
            <w:tcW w:w="10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40"/>
        <w:gridCol w:w="933"/>
        <w:gridCol w:w="1683"/>
        <w:gridCol w:w="1277"/>
        <w:gridCol w:w="613"/>
        <w:gridCol w:w="1178"/>
        <w:gridCol w:w="1374"/>
        <w:gridCol w:w="1006"/>
        <w:gridCol w:w="1244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01102. Воздушный транспорт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249.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01102001</w:t>
            </w:r>
          </w:p>
        </w:tc>
        <w:tc>
          <w:tcPr>
            <w:tcW w:w="194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свидетельств авиационному персоналу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3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гражданской авиации МТК</w:t>
            </w:r>
          </w:p>
        </w:tc>
        <w:tc>
          <w:tcPr>
            <w:tcW w:w="136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Комитет гражданской авиации МТК, веб-портал «электронного правительства»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250.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01102002</w:t>
            </w:r>
          </w:p>
        </w:tc>
        <w:tc>
          <w:tcPr>
            <w:tcW w:w="194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сертификата эксплуатанта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3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гражданской авиации МТК</w:t>
            </w:r>
          </w:p>
        </w:tc>
        <w:tc>
          <w:tcPr>
            <w:tcW w:w="136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гражданской авиации МТК, веб-портал «электронного правительства»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251.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01102003</w:t>
            </w:r>
          </w:p>
        </w:tc>
        <w:tc>
          <w:tcPr>
            <w:tcW w:w="194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разрешения на выполнение международных нерегулярных полетов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3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гражданской авиации МТК</w:t>
            </w:r>
          </w:p>
        </w:tc>
        <w:tc>
          <w:tcPr>
            <w:tcW w:w="136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гражданской авиации МТК, веб-портал «электронного правительства»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252.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01102004</w:t>
            </w:r>
          </w:p>
        </w:tc>
        <w:tc>
          <w:tcPr>
            <w:tcW w:w="194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сертификата летной годности воздушного судна сверхлегкой авиации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3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гражданской авиации МТК</w:t>
            </w:r>
          </w:p>
        </w:tc>
        <w:tc>
          <w:tcPr>
            <w:tcW w:w="136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гражданской авиации МТК, веб-портал «электронного правительства»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Электронная/ бумажная 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253.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01102005</w:t>
            </w:r>
          </w:p>
        </w:tc>
        <w:tc>
          <w:tcPr>
            <w:tcW w:w="194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удостоверения соответствия экземпляра воздушного судна сверхлегкой авиации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3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гражданской авиации МТК</w:t>
            </w:r>
          </w:p>
        </w:tc>
        <w:tc>
          <w:tcPr>
            <w:tcW w:w="136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гражданской авиации МТК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254.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01102006</w:t>
            </w:r>
          </w:p>
        </w:tc>
        <w:tc>
          <w:tcPr>
            <w:tcW w:w="194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сертификата летной годности гражданского воздушного судна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3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гражданской авиации МТК</w:t>
            </w:r>
          </w:p>
        </w:tc>
        <w:tc>
          <w:tcPr>
            <w:tcW w:w="136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гражданской авиации МТК, веб-портал «электронного правительства»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Электронная/ бумажная 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255.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01102007</w:t>
            </w:r>
          </w:p>
        </w:tc>
        <w:tc>
          <w:tcPr>
            <w:tcW w:w="194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решения о признании сертификата летной годности гражданских воздушных судов, выданных иностранным государством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3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гражданской авиации МТК</w:t>
            </w:r>
          </w:p>
        </w:tc>
        <w:tc>
          <w:tcPr>
            <w:tcW w:w="136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гражданской авиации МТК, веб-портал «электронного правительства»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256.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01102008</w:t>
            </w:r>
          </w:p>
        </w:tc>
        <w:tc>
          <w:tcPr>
            <w:tcW w:w="194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сертификата авиационного учебного центра гражданской авиации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3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гражданской авиации МТК</w:t>
            </w:r>
          </w:p>
        </w:tc>
        <w:tc>
          <w:tcPr>
            <w:tcW w:w="136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гражданской авиации МТК, веб-портал «электронного правительства»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257.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01102009</w:t>
            </w:r>
          </w:p>
        </w:tc>
        <w:tc>
          <w:tcPr>
            <w:tcW w:w="194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сертификата по организации досмотра службой авиационной безопасности аэропорта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3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гражданской авиации МТК</w:t>
            </w:r>
          </w:p>
        </w:tc>
        <w:tc>
          <w:tcPr>
            <w:tcW w:w="136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гражданской авиации МТК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258.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01102010</w:t>
            </w:r>
          </w:p>
        </w:tc>
        <w:tc>
          <w:tcPr>
            <w:tcW w:w="194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свидетельства на выполнение авиационных работ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3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гражданской авиации МТК</w:t>
            </w:r>
          </w:p>
        </w:tc>
        <w:tc>
          <w:tcPr>
            <w:tcW w:w="136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гражданской авиации МТК, веб-портал «электронного правительства»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259.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01102011</w:t>
            </w:r>
          </w:p>
        </w:tc>
        <w:tc>
          <w:tcPr>
            <w:tcW w:w="194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свидетельства о регистрации иностранных перевозчиков, осуществляющих свою деятельность на территории Республики Казахстан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3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гражданской авиации МТК</w:t>
            </w:r>
          </w:p>
        </w:tc>
        <w:tc>
          <w:tcPr>
            <w:tcW w:w="136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гражданской авиации МТК, веб-портал «электронного правительства»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260.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01102012</w:t>
            </w:r>
          </w:p>
        </w:tc>
        <w:tc>
          <w:tcPr>
            <w:tcW w:w="194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сертификата организации по техническому обслуживанию и ремонту авиационной техники гражданской авиации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3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гражданской авиации МТК</w:t>
            </w:r>
          </w:p>
        </w:tc>
        <w:tc>
          <w:tcPr>
            <w:tcW w:w="136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гражданской авиации МТК, веб-портал «электронного правительства»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261.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01102013</w:t>
            </w:r>
          </w:p>
        </w:tc>
        <w:tc>
          <w:tcPr>
            <w:tcW w:w="194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свидетельства на право выполнения полетов (эксплуатант авиации общего назначения)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3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гражданской авиации МТК</w:t>
            </w:r>
          </w:p>
        </w:tc>
        <w:tc>
          <w:tcPr>
            <w:tcW w:w="136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гражданской авиации МТК, веб-портал «электронного правительства»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262.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01102014</w:t>
            </w:r>
          </w:p>
        </w:tc>
        <w:tc>
          <w:tcPr>
            <w:tcW w:w="194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сертификата воздушного судна по шуму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3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гражданской авиации МТК</w:t>
            </w:r>
          </w:p>
        </w:tc>
        <w:tc>
          <w:tcPr>
            <w:tcW w:w="136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гражданской авиации МТК, веб-портал «электронного правительства»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Электронная/ бумажная 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263.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01102015</w:t>
            </w:r>
          </w:p>
        </w:tc>
        <w:tc>
          <w:tcPr>
            <w:tcW w:w="194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сертификата годности аэродрома (вертодрома)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3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гражданской авиации МТК</w:t>
            </w:r>
          </w:p>
        </w:tc>
        <w:tc>
          <w:tcPr>
            <w:tcW w:w="136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гражданской авиации МТК, веб-портал «электронного правительства»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Электронная/ бумажная 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264.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01102016</w:t>
            </w:r>
          </w:p>
        </w:tc>
        <w:tc>
          <w:tcPr>
            <w:tcW w:w="194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разрешения на использование радиопередающей аппаратуры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3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гражданской авиации МТК</w:t>
            </w:r>
          </w:p>
        </w:tc>
        <w:tc>
          <w:tcPr>
            <w:tcW w:w="136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гражданской авиации МТК, веб-портал «электронного правительства»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265.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01102017</w:t>
            </w:r>
          </w:p>
        </w:tc>
        <w:tc>
          <w:tcPr>
            <w:tcW w:w="194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разрешения на выполнение специального полета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3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гражданской авиации МТК</w:t>
            </w:r>
          </w:p>
        </w:tc>
        <w:tc>
          <w:tcPr>
            <w:tcW w:w="136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гражданской авиации МТК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266.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01102018</w:t>
            </w:r>
          </w:p>
        </w:tc>
        <w:tc>
          <w:tcPr>
            <w:tcW w:w="194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экспортного сертификата летной годности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3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гражданской авиации МТК</w:t>
            </w:r>
          </w:p>
        </w:tc>
        <w:tc>
          <w:tcPr>
            <w:tcW w:w="136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гражданской авиации МТК, веб-портал «электронного правительства»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267.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01102019</w:t>
            </w:r>
          </w:p>
        </w:tc>
        <w:tc>
          <w:tcPr>
            <w:tcW w:w="194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удостоверений члена экипажа международного образца должностным лицам уполномоченного органа, осуществляющим инспекционное обследование и инспекционную проверку в сфере гражданской авиации, членам экипажей, бортпроводникам инженерно-техническому составу, обеспечивающим техническое сопровождение полетов, имеющим действующие свидетельства авиационного персонала, и персоналу, обеспечивающему безопасность воздушного судна в полете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3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гражданской авиации МТК</w:t>
            </w:r>
          </w:p>
        </w:tc>
        <w:tc>
          <w:tcPr>
            <w:tcW w:w="136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гражданской авиации МТК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268.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01102020</w:t>
            </w:r>
          </w:p>
        </w:tc>
        <w:tc>
          <w:tcPr>
            <w:tcW w:w="194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гражданскому воздушному судну новой конструкции (нового типа) сертификата типа после прохождения им заводских, государственных и эксплуатационных испытаний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3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гражданской авиации МТК</w:t>
            </w:r>
          </w:p>
        </w:tc>
        <w:tc>
          <w:tcPr>
            <w:tcW w:w="136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гражданской авиации МТК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269.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01102021</w:t>
            </w:r>
          </w:p>
        </w:tc>
        <w:tc>
          <w:tcPr>
            <w:tcW w:w="194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сертификата органа обслуживания воздушного движения аэронавигационной организации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3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гражданской авиации МТК</w:t>
            </w:r>
          </w:p>
        </w:tc>
        <w:tc>
          <w:tcPr>
            <w:tcW w:w="136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гражданской авиации МТК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270.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01102022</w:t>
            </w:r>
          </w:p>
        </w:tc>
        <w:tc>
          <w:tcPr>
            <w:tcW w:w="194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сертификата службы эксплуатации радиотехнического оборудования и связи аэронавигационной организации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3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гражданской авиации МТК</w:t>
            </w:r>
          </w:p>
        </w:tc>
        <w:tc>
          <w:tcPr>
            <w:tcW w:w="136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гражданской авиации МТК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17"/>
        <w:gridCol w:w="880"/>
        <w:gridCol w:w="1681"/>
        <w:gridCol w:w="1137"/>
        <w:gridCol w:w="584"/>
        <w:gridCol w:w="1466"/>
        <w:gridCol w:w="1466"/>
        <w:gridCol w:w="948"/>
        <w:gridCol w:w="1169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01103. Железнодорожный и водный транспорт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271.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01103001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Государственная регистрация морских судов в бербоут-чартерном реестре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МТК, веб-портал «электронного правительства»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272.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01103002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свидетельства о минимальном составе экипажей судов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органы Комитета транспортного контроля МТК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273.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01103003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разрешения на осуществление каботажа судами, плавающими под флагом иностранного государства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МТК, веб-портал «электронного правительства»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274.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01103004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Проведение технического надзора и освидетельствования судостроительных и судоремонтных организаций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275.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01103005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свидетельства о государственной регистрации прав на строящееся судно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276.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01103006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Аттестация лиц командного состава судов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органы Комитета транспортного контроля МТК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органы Комитета транспортного контроля МТК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19"/>
        <w:gridCol w:w="885"/>
        <w:gridCol w:w="1684"/>
        <w:gridCol w:w="1143"/>
        <w:gridCol w:w="586"/>
        <w:gridCol w:w="1474"/>
        <w:gridCol w:w="1430"/>
        <w:gridCol w:w="952"/>
        <w:gridCol w:w="1175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01104. Прочие государственные услуги в сфере транспорта и коммуникаций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277.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01104001</w:t>
            </w:r>
          </w:p>
        </w:tc>
        <w:tc>
          <w:tcPr>
            <w:tcW w:w="192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Включение в реестр операторов технического осмотра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органы Комитета транспортного контроля МТК</w:t>
            </w:r>
          </w:p>
        </w:tc>
        <w:tc>
          <w:tcPr>
            <w:tcW w:w="136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веб-портал «электронного правительства»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Электронная/ бумажная 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278.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01104002</w:t>
            </w:r>
          </w:p>
        </w:tc>
        <w:tc>
          <w:tcPr>
            <w:tcW w:w="192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бланков свидетельств о прохождении обязательного технического осмотра механических транспортных средств и прицепов к ним операторам технического осмотра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органы Комитета транспортного контроля МТК</w:t>
            </w:r>
          </w:p>
        </w:tc>
        <w:tc>
          <w:tcPr>
            <w:tcW w:w="136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веб-портал «электронного правительства»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Электронная/ бумажная 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279.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01104003</w:t>
            </w:r>
          </w:p>
        </w:tc>
        <w:tc>
          <w:tcPr>
            <w:tcW w:w="192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разрешения на размещение наружной (визуальной) рекламы в полосе отвода автомобильных дорог общего пользования международного и республиканского значения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автомобильных дорог МТК</w:t>
            </w:r>
          </w:p>
        </w:tc>
        <w:tc>
          <w:tcPr>
            <w:tcW w:w="136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Комитет автомобильных дорог МТК, веб-портал «электронного правительства»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Электронная/ бумажная 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280.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01104004</w:t>
            </w:r>
          </w:p>
        </w:tc>
        <w:tc>
          <w:tcPr>
            <w:tcW w:w="192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разрешения на размещение наружной (визуальной) рекламы в полосе отвода автомобильных дорог общего пользования областного и районного значения, а так же в населенных пунктах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</w:t>
            </w:r>
          </w:p>
        </w:tc>
        <w:tc>
          <w:tcPr>
            <w:tcW w:w="136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МИО областей гг. Астана и Алматы, веб-портал «электронного правительства»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Электронная/ бумажная 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281.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01104005</w:t>
            </w:r>
          </w:p>
        </w:tc>
        <w:tc>
          <w:tcPr>
            <w:tcW w:w="192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разрешения на пересечение автомобильных дорог международного и республиканского значения каналами, линиями связи и электропередачи, нефтепроводами, газопроводами, водопроводами и железными дорогами и другими инженерными сетями и коммуникациями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автомобильных дорог МТК</w:t>
            </w:r>
          </w:p>
        </w:tc>
        <w:tc>
          <w:tcPr>
            <w:tcW w:w="136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Комитет автомобильных дорог МТК, веб-портал «электронного правительства»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282.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01104006</w:t>
            </w:r>
          </w:p>
        </w:tc>
        <w:tc>
          <w:tcPr>
            <w:tcW w:w="192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разрешения на устройство съездов с автомобильных дорог международного и республиканского значения и площадок для погрузки и разгрузки грузов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автомобильных дорог МТК</w:t>
            </w:r>
          </w:p>
        </w:tc>
        <w:tc>
          <w:tcPr>
            <w:tcW w:w="136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Комитет автомобильных дорог МТК, веб-портал «электронного правительства»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Электронная/ бумажная 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283.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01104007</w:t>
            </w:r>
          </w:p>
        </w:tc>
        <w:tc>
          <w:tcPr>
            <w:tcW w:w="192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разрешения на проезд по территории иностранного государства перевозчикам Республики Казахстан в соответствии с международными договорами, ратифицированными Республикой Казахстан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транспортного контроля и территориальные органы Комитета транспортного контроля МТК</w:t>
            </w:r>
          </w:p>
        </w:tc>
        <w:tc>
          <w:tcPr>
            <w:tcW w:w="136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веб-портал «электронного правительства»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284.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01104008</w:t>
            </w:r>
          </w:p>
        </w:tc>
        <w:tc>
          <w:tcPr>
            <w:tcW w:w="192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специального разрешения на перевозку опасного груза классов 1, 6 и 7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подразделения Комитета транспортного контроля МТК</w:t>
            </w:r>
          </w:p>
        </w:tc>
        <w:tc>
          <w:tcPr>
            <w:tcW w:w="136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территориальные подразделения Комитета транспортного контроля МТК, веб-портал «электронного правительства»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498"/>
        <w:gridCol w:w="839"/>
        <w:gridCol w:w="1589"/>
        <w:gridCol w:w="1080"/>
        <w:gridCol w:w="688"/>
        <w:gridCol w:w="1571"/>
        <w:gridCol w:w="1571"/>
        <w:gridCol w:w="902"/>
        <w:gridCol w:w="1110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012. Охрана окружающей среды и животного мира, природные ресурсы</w:t>
            </w:r>
          </w:p>
        </w:tc>
      </w:tr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01201. Охрана окружающей среды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285.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01201001</w:t>
            </w:r>
          </w:p>
        </w:tc>
        <w:tc>
          <w:tcPr>
            <w:tcW w:w="192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на выполнение работ и оказание услуг в области охраны окружающей среды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МООС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экологического регулирования и контроля МООС</w:t>
            </w:r>
          </w:p>
        </w:tc>
        <w:tc>
          <w:tcPr>
            <w:tcW w:w="13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Комитет экологического регулирования и контроля МООС, веб-портал «электронного правительства»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286.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01201002</w:t>
            </w:r>
          </w:p>
        </w:tc>
        <w:tc>
          <w:tcPr>
            <w:tcW w:w="192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на ввоз на территорию Республики Казахстан из стран, не входящих в Таможенный союз, и вывоз с территории Республики Казахстан в эти страны озоноразрушающих веществ и содержащей их продукции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МООС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экологического регулирования и контроля МООС</w:t>
            </w:r>
          </w:p>
        </w:tc>
        <w:tc>
          <w:tcPr>
            <w:tcW w:w="13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Комитет экологического регулирования и контроля МООС, веб-портал «электронного правительства»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287.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01201003</w:t>
            </w:r>
          </w:p>
        </w:tc>
        <w:tc>
          <w:tcPr>
            <w:tcW w:w="192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разрешения на производство работ с использованием озоноразрушающих веществ, ремонт, монтаж, обслуживание оборудования, содержащего озоноразрушающие вещества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МООС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экологического регулирования и контроля МООС</w:t>
            </w:r>
          </w:p>
        </w:tc>
        <w:tc>
          <w:tcPr>
            <w:tcW w:w="13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Комитет экологического регулирования и контроля МООС, веб-портал «электронного правительства»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288.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01201004</w:t>
            </w:r>
          </w:p>
        </w:tc>
        <w:tc>
          <w:tcPr>
            <w:tcW w:w="192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экологических разрешений для объектов I категории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МООС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экологического регулирования и контроля МООС, территориальные подразделения Комитета экологического регулирования и контроля МООС</w:t>
            </w:r>
          </w:p>
        </w:tc>
        <w:tc>
          <w:tcPr>
            <w:tcW w:w="13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экологического регулирования и контроля МООС, территориальные подразделения Комитета экологического регулирования и контроля МООС, веб-портал «электронного правительства»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289.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01201005</w:t>
            </w:r>
          </w:p>
        </w:tc>
        <w:tc>
          <w:tcPr>
            <w:tcW w:w="192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заключений государственной экологической экспертизы для объектов I категории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МООС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экологического регулирования и контроля МООС, территориальные подразделения Комитета экологического регулирования и контроля МООС</w:t>
            </w:r>
          </w:p>
        </w:tc>
        <w:tc>
          <w:tcPr>
            <w:tcW w:w="13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экологического регулирования и контроля МООС, территориальные подразделения Комитета экологического регулирования и контроля МООС, веб-портал «электронного правительства»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290.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01201006</w:t>
            </w:r>
          </w:p>
        </w:tc>
        <w:tc>
          <w:tcPr>
            <w:tcW w:w="192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Регистрация паспортов опасных отходов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МООС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Департаменты экологии Комитета экологического регулирования и контроля МООС</w:t>
            </w:r>
          </w:p>
        </w:tc>
        <w:tc>
          <w:tcPr>
            <w:tcW w:w="13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Департаменты экологии Комитета экологического регулирования и контроля МООС, веб-портал «электронного правительства»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291.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01201007</w:t>
            </w:r>
          </w:p>
        </w:tc>
        <w:tc>
          <w:tcPr>
            <w:tcW w:w="192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разрешений на эмиссии в окружающую среду для объектов II, III и IV категорий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МООС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Управления природных ресурсов и регулирования природопользования областей, гг. Астана и Алматы</w:t>
            </w:r>
          </w:p>
        </w:tc>
        <w:tc>
          <w:tcPr>
            <w:tcW w:w="13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управления природных ресурсов и регулирования природопользования областей, гг. Астана и Алматы, веб-портал «электронного правительства»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292.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01201008</w:t>
            </w:r>
          </w:p>
        </w:tc>
        <w:tc>
          <w:tcPr>
            <w:tcW w:w="192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заключений государственной экологической экспертизы для объектов II, III и IV категорий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МООС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Управления природных ресурсов и регулирования природопользования областей, гг. Астана и Алматы</w:t>
            </w:r>
          </w:p>
        </w:tc>
        <w:tc>
          <w:tcPr>
            <w:tcW w:w="13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управления природных ресурсов и регулирования природопользования областей, гг. Астана и Алматы, веб-портал «электронного правительства»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293.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01201009</w:t>
            </w:r>
          </w:p>
        </w:tc>
        <w:tc>
          <w:tcPr>
            <w:tcW w:w="192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согласований на ввоз (вывоз) прекурсоров, не являющихся лекарственными средствами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МООС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экологического регулирования и контроля МООС</w:t>
            </w:r>
          </w:p>
        </w:tc>
        <w:tc>
          <w:tcPr>
            <w:tcW w:w="13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экологического регулирования и контроля МООС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294.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01201010</w:t>
            </w:r>
          </w:p>
        </w:tc>
        <w:tc>
          <w:tcPr>
            <w:tcW w:w="192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разрешения на долгосрочное использование под объекты строительства участков природоохранных учреждений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МООС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лесного и охотничьего хозяйства МООС</w:t>
            </w:r>
          </w:p>
        </w:tc>
        <w:tc>
          <w:tcPr>
            <w:tcW w:w="13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лесного и охотничьего хозяйства МООС, веб-портал «электронного правительства»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295.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01201011</w:t>
            </w:r>
          </w:p>
        </w:tc>
        <w:tc>
          <w:tcPr>
            <w:tcW w:w="192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разрешения на краткосрочное использование участков природоохранных учреждений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МООС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лесного и охотничьего хозяйства МООС</w:t>
            </w:r>
          </w:p>
        </w:tc>
        <w:tc>
          <w:tcPr>
            <w:tcW w:w="13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лесного и охотничьего хозяйства МООС, веб-портал «электронного правительства»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296.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01201012</w:t>
            </w:r>
          </w:p>
        </w:tc>
        <w:tc>
          <w:tcPr>
            <w:tcW w:w="192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Аккредитация независимых организаций, осуществляющих профессиональную верификационную и валидационную (детерминационную) деятельность в области сокращения выбросов и поглощений парниковых газов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МООС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МООС</w:t>
            </w:r>
          </w:p>
        </w:tc>
        <w:tc>
          <w:tcPr>
            <w:tcW w:w="13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МООС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297.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01201013</w:t>
            </w:r>
          </w:p>
        </w:tc>
        <w:tc>
          <w:tcPr>
            <w:tcW w:w="192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и переоформление сертификатов на выбросы парниковых газов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МООС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МООС</w:t>
            </w:r>
          </w:p>
        </w:tc>
        <w:tc>
          <w:tcPr>
            <w:tcW w:w="13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МООС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298.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01201014</w:t>
            </w:r>
          </w:p>
        </w:tc>
        <w:tc>
          <w:tcPr>
            <w:tcW w:w="192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Предоставление экологической информации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МООС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РГП «Информационно-аналитический центр охраны окружающей среды»</w:t>
            </w:r>
          </w:p>
        </w:tc>
        <w:tc>
          <w:tcPr>
            <w:tcW w:w="13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РГП «Информационно-аналитический центр охраны окружающей среды»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04"/>
        <w:gridCol w:w="855"/>
        <w:gridCol w:w="1768"/>
        <w:gridCol w:w="1102"/>
        <w:gridCol w:w="700"/>
        <w:gridCol w:w="1434"/>
        <w:gridCol w:w="1434"/>
        <w:gridCol w:w="919"/>
        <w:gridCol w:w="1132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01202. Пользование водными ресурсами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299.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01202001</w:t>
            </w:r>
          </w:p>
        </w:tc>
        <w:tc>
          <w:tcPr>
            <w:tcW w:w="193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разрешения на использование подземных вод питьевого качества для целей, не связанных с питьевым и хозяйственно-бытовым водоснабжением на территориях, где отсутствуют поверхностные водные объекты, но имеются достаточные запасы подземных вод питьевого качества</w:t>
            </w:r>
          </w:p>
        </w:tc>
        <w:tc>
          <w:tcPr>
            <w:tcW w:w="13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МООС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</w:t>
            </w:r>
          </w:p>
        </w:tc>
        <w:tc>
          <w:tcPr>
            <w:tcW w:w="136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300.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01202002</w:t>
            </w:r>
          </w:p>
        </w:tc>
        <w:tc>
          <w:tcPr>
            <w:tcW w:w="193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Согласование предложений по определению мест строительства предприятий и других сооружений, влияющих на состояние вод</w:t>
            </w:r>
          </w:p>
        </w:tc>
        <w:tc>
          <w:tcPr>
            <w:tcW w:w="13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МООС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водным ресурсам МООС, бассейновые инспекции по регулированию использования и охраны водных ресурсов Комитета по водным ресурсам МООС</w:t>
            </w:r>
          </w:p>
        </w:tc>
        <w:tc>
          <w:tcPr>
            <w:tcW w:w="136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водным ресурсам МООС, бассейновые инспекции по регулированию использования и охраны водных ресурсов Комитета по водным ресурсам МООС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301.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01202003</w:t>
            </w:r>
          </w:p>
        </w:tc>
        <w:tc>
          <w:tcPr>
            <w:tcW w:w="193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разрешений на специальное водопользование</w:t>
            </w:r>
          </w:p>
        </w:tc>
        <w:tc>
          <w:tcPr>
            <w:tcW w:w="13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МООС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Бассейновые инспекции по регулированию использования и охраны водных ресурсов Комитета по водным ресурсам МООС</w:t>
            </w:r>
          </w:p>
        </w:tc>
        <w:tc>
          <w:tcPr>
            <w:tcW w:w="136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Бассейновые инспекции по регулированию использования и охраны водных ресурсов Комитета по водным ресурсам МООС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302.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01202004</w:t>
            </w:r>
          </w:p>
        </w:tc>
        <w:tc>
          <w:tcPr>
            <w:tcW w:w="193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Согласование удельных норм водопотребления и водоотведения в отраслях экономики</w:t>
            </w:r>
          </w:p>
        </w:tc>
        <w:tc>
          <w:tcPr>
            <w:tcW w:w="13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МООС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водным ресурсам МООС</w:t>
            </w:r>
          </w:p>
        </w:tc>
        <w:tc>
          <w:tcPr>
            <w:tcW w:w="136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водным ресурсам МООС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303.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01202005</w:t>
            </w:r>
          </w:p>
        </w:tc>
        <w:tc>
          <w:tcPr>
            <w:tcW w:w="193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Согласование размещения и ввода в эксплуатацию предприятий и других сооружений, влияющих на состояние вод</w:t>
            </w:r>
          </w:p>
        </w:tc>
        <w:tc>
          <w:tcPr>
            <w:tcW w:w="13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МООС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водным ресурсам МООС, бассейновые инспекции по регулированию использования и охраны водных ресурсов Комитета по водным ресурсам МООС</w:t>
            </w:r>
          </w:p>
        </w:tc>
        <w:tc>
          <w:tcPr>
            <w:tcW w:w="136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водным ресурсам МООС, бассейновые инспекции по регулированию использования и охраны водных ресурсов Комитета по водным ресурсам МООС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304.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01202006</w:t>
            </w:r>
          </w:p>
        </w:tc>
        <w:tc>
          <w:tcPr>
            <w:tcW w:w="193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Согласование документов о проведении строительных, дноуглубительных, взрывных работ по добыче полезных ископаемых, водных растений, прокладке кабелей, трубопроводов и других коммуникаций, рубке леса, а также буровых, сельскохозяйственных и других работ на водных объектах, водоохранных полосах и зонах</w:t>
            </w:r>
          </w:p>
        </w:tc>
        <w:tc>
          <w:tcPr>
            <w:tcW w:w="13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МООС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водным ресурсам МООС, бассейновые инспекции по регулированию использования и охраны водных ресурсов Комитета по водным ресурсам МООС</w:t>
            </w:r>
          </w:p>
        </w:tc>
        <w:tc>
          <w:tcPr>
            <w:tcW w:w="136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водным ресурсам МООС, бассейновые инспекции по регулированию использования и охраны водных ресурсов Комитета по водным ресурсам МООС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305.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01202007</w:t>
            </w:r>
          </w:p>
        </w:tc>
        <w:tc>
          <w:tcPr>
            <w:tcW w:w="193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путевки на проведение любительского (спортивного) рыболовства для нужд местного населения, проживающего в охранной зоне Маркакольского государственного природного заповедника</w:t>
            </w:r>
          </w:p>
        </w:tc>
        <w:tc>
          <w:tcPr>
            <w:tcW w:w="13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МООС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Маркакольский государственный природный заповедник</w:t>
            </w:r>
          </w:p>
        </w:tc>
        <w:tc>
          <w:tcPr>
            <w:tcW w:w="136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Маркакольский государственный природный заповедник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306.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01202008</w:t>
            </w:r>
          </w:p>
        </w:tc>
        <w:tc>
          <w:tcPr>
            <w:tcW w:w="193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Согласование режима судоходства в запретный для рыболовства нерестовый период, а также в запретных для рыболовства водоемах и (или) участках</w:t>
            </w:r>
          </w:p>
        </w:tc>
        <w:tc>
          <w:tcPr>
            <w:tcW w:w="13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МООС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подразделения Комитета рыбного хозяйства МООС</w:t>
            </w:r>
          </w:p>
        </w:tc>
        <w:tc>
          <w:tcPr>
            <w:tcW w:w="136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подразделения Комитета рыбного хозяйства МООС, веб-портал «электронного правительства»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307.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01202009</w:t>
            </w:r>
          </w:p>
        </w:tc>
        <w:tc>
          <w:tcPr>
            <w:tcW w:w="193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Предоставление водных объектов в обособленное или совместное пользование на конкурсной основе</w:t>
            </w:r>
          </w:p>
        </w:tc>
        <w:tc>
          <w:tcPr>
            <w:tcW w:w="13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МООС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</w:t>
            </w:r>
          </w:p>
        </w:tc>
        <w:tc>
          <w:tcPr>
            <w:tcW w:w="136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308.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01202010</w:t>
            </w:r>
          </w:p>
        </w:tc>
        <w:tc>
          <w:tcPr>
            <w:tcW w:w="193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Согласование разрешения на водоохранные мероприятия, направленные на предотвращение истощения подземных водных объектов</w:t>
            </w:r>
          </w:p>
        </w:tc>
        <w:tc>
          <w:tcPr>
            <w:tcW w:w="13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геологии и недропользования МИНТ, территориальные подразделения Комитета геологии и недропользования МИНТ</w:t>
            </w:r>
          </w:p>
        </w:tc>
        <w:tc>
          <w:tcPr>
            <w:tcW w:w="136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геологии и недропользования МИНТ, территориальные подразделения Комитета геологии и недропользования МИНТ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309.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01202011</w:t>
            </w:r>
          </w:p>
        </w:tc>
        <w:tc>
          <w:tcPr>
            <w:tcW w:w="193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Согласование проектной документации на проведение буровых и других горных работ, проекты строительства коммуникаций через подземные водные объекты</w:t>
            </w:r>
          </w:p>
        </w:tc>
        <w:tc>
          <w:tcPr>
            <w:tcW w:w="13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геологии и недропользования МИНТ, территориальные подразделения Комитета геологии и недропользования МИНТ</w:t>
            </w:r>
          </w:p>
        </w:tc>
        <w:tc>
          <w:tcPr>
            <w:tcW w:w="136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геологии и недропользования МИНТ, территориальные подразделения Комитета геологии и недропользования МИНТ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310.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01202012</w:t>
            </w:r>
          </w:p>
        </w:tc>
        <w:tc>
          <w:tcPr>
            <w:tcW w:w="193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заключения на строительство, реконструкцию, эксплуатацию, консервацию, ликвидацию предприятий и других сооружений, влияющих на состояние подземных водных объектов, а также на забор подземных вод непосредственно из подземных водных объектов при нецентрализированном питьевом водоснабжении</w:t>
            </w:r>
          </w:p>
        </w:tc>
        <w:tc>
          <w:tcPr>
            <w:tcW w:w="13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геологии и недропользования МИНТ, территориальные подразделения Комитета геологии и недропользования МИНТ</w:t>
            </w:r>
          </w:p>
        </w:tc>
        <w:tc>
          <w:tcPr>
            <w:tcW w:w="136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геологии и недропользования МИНТ, территориальные подразделения Комитета геологии и недропользования МИНТ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20"/>
        <w:gridCol w:w="887"/>
        <w:gridCol w:w="1478"/>
        <w:gridCol w:w="1147"/>
        <w:gridCol w:w="724"/>
        <w:gridCol w:w="1479"/>
        <w:gridCol w:w="1479"/>
        <w:gridCol w:w="955"/>
        <w:gridCol w:w="1179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01203. Пользование лесными ресурсами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311.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01203001</w:t>
            </w:r>
          </w:p>
        </w:tc>
        <w:tc>
          <w:tcPr>
            <w:tcW w:w="19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лесорубочного и лесного билета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МООС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Государственные лесовладельцы</w:t>
            </w:r>
          </w:p>
        </w:tc>
        <w:tc>
          <w:tcPr>
            <w:tcW w:w="13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Государственные лесовладельцы, веб-портал «электронного правительства»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312.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01203002</w:t>
            </w:r>
          </w:p>
        </w:tc>
        <w:tc>
          <w:tcPr>
            <w:tcW w:w="19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разрешения на использование участков под объекты строительства на землях государственного лесного фонда, где лесные ресурсы предоставлены в долгосрочное лесопользование для оздоровительных, рекреационных, историко-культурных, туристских и спортивных целей; нужд охотничьего хозяйства; побочного лесного пользования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МООС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лесного и охотничьего хозяйства МООС</w:t>
            </w:r>
          </w:p>
        </w:tc>
        <w:tc>
          <w:tcPr>
            <w:tcW w:w="13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лесного и охотничьего хозяйства МООС, веб-портал «электронного правительства»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313.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01203003</w:t>
            </w:r>
          </w:p>
        </w:tc>
        <w:tc>
          <w:tcPr>
            <w:tcW w:w="19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Государственная регистрация договора долгосрочного лесопользования на участках государственного лесного фонда в территориальных подразделениях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МООС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инспекции Комитета лесного и охотничьего хозяйства МООС</w:t>
            </w:r>
          </w:p>
        </w:tc>
        <w:tc>
          <w:tcPr>
            <w:tcW w:w="13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инспекции Комитета лесного и охотничьего хозяйства МООС, веб-портал «электронного правительства»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483"/>
        <w:gridCol w:w="807"/>
        <w:gridCol w:w="1572"/>
        <w:gridCol w:w="1036"/>
        <w:gridCol w:w="664"/>
        <w:gridCol w:w="1502"/>
        <w:gridCol w:w="1370"/>
        <w:gridCol w:w="1350"/>
        <w:gridCol w:w="1064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01204. Пользование животным миром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314.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01204001</w:t>
            </w:r>
          </w:p>
        </w:tc>
        <w:tc>
          <w:tcPr>
            <w:tcW w:w="194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разрешения на ввоз в Республику Казахстан и вывоз за ее пределы объектов животного мира, их частей и дериватов, в том числе видов животных, отнесенных к категории редких и находящихся под угрозой исчезновения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МООС</w:t>
            </w:r>
          </w:p>
        </w:tc>
        <w:tc>
          <w:tcPr>
            <w:tcW w:w="183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лесного и охотничьего хозяйства МООС, Комитет рыбного хозяйства МООС</w:t>
            </w:r>
          </w:p>
        </w:tc>
        <w:tc>
          <w:tcPr>
            <w:tcW w:w="136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лесного и охотничьего хозяйства МООС, Комитет рыбного хозяйства МООС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315.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01204002</w:t>
            </w:r>
          </w:p>
        </w:tc>
        <w:tc>
          <w:tcPr>
            <w:tcW w:w="194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Выдача административным органом разрешений на ввоз на территорию Республики Казахстан и вывоз с территории Республики Казахстан видов животных, подпадающих под действие </w:t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u w:val="single"/>
              </w:rPr>
              <w:t>Конвенции</w:t>
            </w: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 о международной торговле видами дикой фауны и флоры, находящимися под угрозой исчезновения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МООС</w:t>
            </w:r>
          </w:p>
        </w:tc>
        <w:tc>
          <w:tcPr>
            <w:tcW w:w="183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лесного и охотничьего хозяйства МООС, Комитет рыбного хозяйства МООС</w:t>
            </w:r>
          </w:p>
        </w:tc>
        <w:tc>
          <w:tcPr>
            <w:tcW w:w="136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лесного и охотничьего хозяйства МООС, Комитет рыбного хозяйства МООС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316.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01204003</w:t>
            </w:r>
          </w:p>
        </w:tc>
        <w:tc>
          <w:tcPr>
            <w:tcW w:w="194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разрешения административного органа в Республике Казахстан на ввоз в Республику Казахстан и вывоз за ее пределы видов растений, их частей или дериватов, находящихся под угрозой исчезновения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МООС</w:t>
            </w:r>
          </w:p>
        </w:tc>
        <w:tc>
          <w:tcPr>
            <w:tcW w:w="183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инспекции Комитета лесного и охотничьего хозяйства МООС</w:t>
            </w:r>
          </w:p>
        </w:tc>
        <w:tc>
          <w:tcPr>
            <w:tcW w:w="136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инспекции Комитета лесного и охотничьего хозяйства МООС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317.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01204004</w:t>
            </w:r>
          </w:p>
        </w:tc>
        <w:tc>
          <w:tcPr>
            <w:tcW w:w="194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разрешения на производство интродукции, реинтродукции и гибридизации животных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МООС</w:t>
            </w:r>
          </w:p>
        </w:tc>
        <w:tc>
          <w:tcPr>
            <w:tcW w:w="183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инспекции Комитета лесного и охотничьего хозяйства МООС, территориальные инспекции Комитета рыбного хозяйства МООС</w:t>
            </w:r>
          </w:p>
        </w:tc>
        <w:tc>
          <w:tcPr>
            <w:tcW w:w="136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инспекции Комитета лесного и охотничьего хозяйства МООС, территориальные инспекции Комитета рыбного хозяйства МООС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318.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01204005</w:t>
            </w:r>
          </w:p>
        </w:tc>
        <w:tc>
          <w:tcPr>
            <w:tcW w:w="194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Распределение квот на изъятие объектов животного мира на основании утвержденных лимитов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МООС</w:t>
            </w:r>
          </w:p>
        </w:tc>
        <w:tc>
          <w:tcPr>
            <w:tcW w:w="183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инспекции Комитета лесного и охотничьего хозяйства МООС, территориальные инспекции Комитета рыбного хозяйства МООС</w:t>
            </w:r>
          </w:p>
        </w:tc>
        <w:tc>
          <w:tcPr>
            <w:tcW w:w="136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инспекции Комитета лесного и охотничьего хозяйства МООС, территориальные инспекции Комитета рыбного хозяйства МООС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319.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01204006</w:t>
            </w:r>
          </w:p>
        </w:tc>
        <w:tc>
          <w:tcPr>
            <w:tcW w:w="194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Утверждение марки для торговли икрой осетровых видов рыб на внешнем рынке Республики Казахстан и выдача марки для торговли ею на внутреннем рынке Республики Казахстан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МООС</w:t>
            </w:r>
          </w:p>
        </w:tc>
        <w:tc>
          <w:tcPr>
            <w:tcW w:w="183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рыбного хозяйства МООС</w:t>
            </w:r>
          </w:p>
        </w:tc>
        <w:tc>
          <w:tcPr>
            <w:tcW w:w="136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рыбного хозяйства МООС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320.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01204007</w:t>
            </w:r>
          </w:p>
        </w:tc>
        <w:tc>
          <w:tcPr>
            <w:tcW w:w="194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разрешения на акклиматизацию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МООС</w:t>
            </w:r>
          </w:p>
        </w:tc>
        <w:tc>
          <w:tcPr>
            <w:tcW w:w="183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инспекции Комитета рыбного хозяйства МООС</w:t>
            </w:r>
          </w:p>
        </w:tc>
        <w:tc>
          <w:tcPr>
            <w:tcW w:w="136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инспекции Комитета рыбного хозяйства МООС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321.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01204008</w:t>
            </w:r>
          </w:p>
        </w:tc>
        <w:tc>
          <w:tcPr>
            <w:tcW w:w="194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Согласование установки рыбозащитных устройств водозаборных сооружений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МООС</w:t>
            </w:r>
          </w:p>
        </w:tc>
        <w:tc>
          <w:tcPr>
            <w:tcW w:w="183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инспекции Комитета рыбного хозяйства МООС</w:t>
            </w:r>
          </w:p>
        </w:tc>
        <w:tc>
          <w:tcPr>
            <w:tcW w:w="136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инспекции Комитета рыбного хозяйства МООС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322.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01204009</w:t>
            </w:r>
          </w:p>
        </w:tc>
        <w:tc>
          <w:tcPr>
            <w:tcW w:w="194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Принятие местными исполнительными органами области решения по закреплению охотничьих угодий и рыбохозяйственных водоемов и (или) участков за пользователями животным миром и установлению сервитутов для нужд охотничьего и рыбного хозяйства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МООС</w:t>
            </w:r>
          </w:p>
        </w:tc>
        <w:tc>
          <w:tcPr>
            <w:tcW w:w="183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</w:t>
            </w:r>
          </w:p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управления природных ресурсов и регулирования природопользования областей</w:t>
            </w:r>
          </w:p>
        </w:tc>
        <w:tc>
          <w:tcPr>
            <w:tcW w:w="136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инспекции Комитета рыбного хозяйства МООС и территориальные инспекции Комитета лесного и охотничьего хозяйства МООС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323.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01204010</w:t>
            </w:r>
          </w:p>
        </w:tc>
        <w:tc>
          <w:tcPr>
            <w:tcW w:w="194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Регистрация в административном органе физических и юридических лиц, осуществляющих искусственное разделение животных, виды которых включены в приложения I и II Конвенции о международной торговле видами дикой фауны и флоры, находящимися под угрозой исчезновения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МООС</w:t>
            </w:r>
          </w:p>
        </w:tc>
        <w:tc>
          <w:tcPr>
            <w:tcW w:w="183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лесного и охотничьего хозяйства МООС, Комитет рыбного хозяйства МООС</w:t>
            </w:r>
          </w:p>
        </w:tc>
        <w:tc>
          <w:tcPr>
            <w:tcW w:w="136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лесного и охотничьего хозяйства МООС, Комитет рыбного хозяйства МООС, веб-портал «электронного правительства»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324.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01204011</w:t>
            </w:r>
          </w:p>
        </w:tc>
        <w:tc>
          <w:tcPr>
            <w:tcW w:w="194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разрешения на осуществление любительского (спортивного) рыболовства, мелиоративного лова, научно-исследовательского лова, лова в воспроизводственных целях на водных объектах, расположенных на особо охраняемых природных территориях со статусом юридического лица, на основании биологического обоснования при наличии положительного заключения государственной экологической экспертизы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МООС</w:t>
            </w:r>
          </w:p>
        </w:tc>
        <w:tc>
          <w:tcPr>
            <w:tcW w:w="183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Природоохранные учреждения</w:t>
            </w:r>
          </w:p>
        </w:tc>
        <w:tc>
          <w:tcPr>
            <w:tcW w:w="136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Природоохранные учреждения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325.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01204012</w:t>
            </w:r>
          </w:p>
        </w:tc>
        <w:tc>
          <w:tcPr>
            <w:tcW w:w="194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справки о происхождении вылова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МООС</w:t>
            </w:r>
          </w:p>
        </w:tc>
        <w:tc>
          <w:tcPr>
            <w:tcW w:w="183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подразделения Комитета рыбного хозяйства МООС</w:t>
            </w:r>
          </w:p>
        </w:tc>
        <w:tc>
          <w:tcPr>
            <w:tcW w:w="136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подразделения Комитета рыбного хозяйства МООС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326.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01204013</w:t>
            </w:r>
          </w:p>
        </w:tc>
        <w:tc>
          <w:tcPr>
            <w:tcW w:w="194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Согласование добычи объектов животного мира с применением ядохимикатов при истреблении полевых грызунов, а также в случаях эпизоотии бешенства и других болезней животных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МООС</w:t>
            </w:r>
          </w:p>
        </w:tc>
        <w:tc>
          <w:tcPr>
            <w:tcW w:w="183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инспекции</w:t>
            </w:r>
          </w:p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Комитета лесного и охотничьего хозяйства МООС</w:t>
            </w:r>
          </w:p>
        </w:tc>
        <w:tc>
          <w:tcPr>
            <w:tcW w:w="136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инспекции Комитета лесного и охотничьего хозяйства МООС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327.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01204014</w:t>
            </w:r>
          </w:p>
        </w:tc>
        <w:tc>
          <w:tcPr>
            <w:tcW w:w="194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разрешения на пользование животным миром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МООС</w:t>
            </w:r>
          </w:p>
        </w:tc>
        <w:tc>
          <w:tcPr>
            <w:tcW w:w="183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инспекции Комитета лесного и охотничьего хозяйства МООС, территориальные инспекции Комитета рыбного хозяйства МООС</w:t>
            </w:r>
          </w:p>
        </w:tc>
        <w:tc>
          <w:tcPr>
            <w:tcW w:w="136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инспекции Комитета лесного и охотничьего хозяйства МООС, территориальные инспекции Комитета рыбного хозяйства МООС, веб-портал «электронного правительства»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Платно/бесплатно</w:t>
            </w:r>
          </w:p>
        </w:tc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490"/>
        <w:gridCol w:w="820"/>
        <w:gridCol w:w="1738"/>
        <w:gridCol w:w="1110"/>
        <w:gridCol w:w="665"/>
        <w:gridCol w:w="1530"/>
        <w:gridCol w:w="1530"/>
        <w:gridCol w:w="882"/>
        <w:gridCol w:w="1083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01205. Недропользование</w:t>
            </w:r>
          </w:p>
        </w:tc>
      </w:tr>
      <w:tr w:rsidR="00F711CA" w:rsidRPr="00A855A1">
        <w:trPr>
          <w:tblCellSpacing w:w="0" w:type="auto"/>
        </w:trPr>
        <w:tc>
          <w:tcPr>
            <w:tcW w:w="58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328.</w:t>
            </w:r>
          </w:p>
        </w:tc>
        <w:tc>
          <w:tcPr>
            <w:tcW w:w="11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01205001</w:t>
            </w:r>
          </w:p>
        </w:tc>
        <w:tc>
          <w:tcPr>
            <w:tcW w:w="197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Регистрация контрактов на недропользование, за исключением контракта на разведку, добычу или совмещенную разведку и добычу углеводородного сырья и общераспространенных полезных ископаемых</w:t>
            </w:r>
          </w:p>
        </w:tc>
        <w:tc>
          <w:tcPr>
            <w:tcW w:w="12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3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0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329.</w:t>
            </w:r>
          </w:p>
        </w:tc>
        <w:tc>
          <w:tcPr>
            <w:tcW w:w="11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01205002</w:t>
            </w:r>
          </w:p>
        </w:tc>
        <w:tc>
          <w:tcPr>
            <w:tcW w:w="197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Регистрация договора залога права недропользования, за исключением контрактов на разведку, добычу и совмещенную разведку и добычу углеводородного сырья и общераспространенных полезных ископаемых</w:t>
            </w:r>
          </w:p>
        </w:tc>
        <w:tc>
          <w:tcPr>
            <w:tcW w:w="12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3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МИНТ, веб-портал «электронного правительства»</w:t>
            </w:r>
          </w:p>
        </w:tc>
        <w:tc>
          <w:tcPr>
            <w:tcW w:w="10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Электронная/ бумажная </w:t>
            </w:r>
          </w:p>
        </w:tc>
      </w:tr>
      <w:tr w:rsidR="00F711CA" w:rsidRPr="00A855A1">
        <w:trPr>
          <w:tblCellSpacing w:w="0" w:type="auto"/>
        </w:trPr>
        <w:tc>
          <w:tcPr>
            <w:tcW w:w="58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330.</w:t>
            </w:r>
          </w:p>
        </w:tc>
        <w:tc>
          <w:tcPr>
            <w:tcW w:w="11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01205003</w:t>
            </w:r>
          </w:p>
        </w:tc>
        <w:tc>
          <w:tcPr>
            <w:tcW w:w="197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на осуществление деятельности по проектированию (технологическое) и (или) эксплуатация (разведка, добыча полезных ископаемых) горных, химических производств</w:t>
            </w:r>
          </w:p>
        </w:tc>
        <w:tc>
          <w:tcPr>
            <w:tcW w:w="12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промышленности МИНТ</w:t>
            </w:r>
          </w:p>
        </w:tc>
        <w:tc>
          <w:tcPr>
            <w:tcW w:w="13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промышленности МИНТ, веб-портал «электронного правительства»</w:t>
            </w:r>
          </w:p>
        </w:tc>
        <w:tc>
          <w:tcPr>
            <w:tcW w:w="10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4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331.</w:t>
            </w:r>
          </w:p>
        </w:tc>
        <w:tc>
          <w:tcPr>
            <w:tcW w:w="11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01205004</w:t>
            </w:r>
          </w:p>
        </w:tc>
        <w:tc>
          <w:tcPr>
            <w:tcW w:w="197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Регистрация договора залога права недропользования на разведку, добычу общераспространенных полезных ископаемых</w:t>
            </w:r>
          </w:p>
        </w:tc>
        <w:tc>
          <w:tcPr>
            <w:tcW w:w="12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</w:t>
            </w:r>
          </w:p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управления природных ресурсов и регулирования природопользования областей</w:t>
            </w:r>
          </w:p>
        </w:tc>
        <w:tc>
          <w:tcPr>
            <w:tcW w:w="13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МИО областей, управления природных ресурсов и регулирования природопользования областей</w:t>
            </w:r>
          </w:p>
        </w:tc>
        <w:tc>
          <w:tcPr>
            <w:tcW w:w="10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332.</w:t>
            </w:r>
          </w:p>
        </w:tc>
        <w:tc>
          <w:tcPr>
            <w:tcW w:w="11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01205005</w:t>
            </w:r>
          </w:p>
        </w:tc>
        <w:tc>
          <w:tcPr>
            <w:tcW w:w="197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разрешения на использование ликвидационного фонда</w:t>
            </w:r>
          </w:p>
        </w:tc>
        <w:tc>
          <w:tcPr>
            <w:tcW w:w="12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3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0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333.</w:t>
            </w:r>
          </w:p>
        </w:tc>
        <w:tc>
          <w:tcPr>
            <w:tcW w:w="11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01205006</w:t>
            </w:r>
          </w:p>
        </w:tc>
        <w:tc>
          <w:tcPr>
            <w:tcW w:w="197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Регистрация сервитутов на участки недр, предоставленных для проведения разведки, добычи или строительства и (или) эксплуатации подземных сооружений, не связанных с разведкой или добычей, в случаях, предусмотренных </w:t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u w:val="single"/>
              </w:rPr>
              <w:t>Законом</w:t>
            </w: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 Республики Казахстан «О недрах и недропользовании»</w:t>
            </w:r>
          </w:p>
        </w:tc>
        <w:tc>
          <w:tcPr>
            <w:tcW w:w="12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3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0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4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334.</w:t>
            </w:r>
          </w:p>
        </w:tc>
        <w:tc>
          <w:tcPr>
            <w:tcW w:w="11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01205007</w:t>
            </w:r>
          </w:p>
        </w:tc>
        <w:tc>
          <w:tcPr>
            <w:tcW w:w="197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справки о постановке на специальный учет юридических лиц и индивидуальных предпринимателей, осуществляющих операции с драгоценными металлами, за исключением изделий из них, и сырьевыми товарами, содержащими драгоценные металлы</w:t>
            </w:r>
          </w:p>
        </w:tc>
        <w:tc>
          <w:tcPr>
            <w:tcW w:w="12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промышленности МИНТ</w:t>
            </w:r>
          </w:p>
        </w:tc>
        <w:tc>
          <w:tcPr>
            <w:tcW w:w="13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промышленности МИНТ, веб-портал «электронного правительства»</w:t>
            </w:r>
          </w:p>
        </w:tc>
        <w:tc>
          <w:tcPr>
            <w:tcW w:w="10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335.</w:t>
            </w:r>
          </w:p>
        </w:tc>
        <w:tc>
          <w:tcPr>
            <w:tcW w:w="11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01205008</w:t>
            </w:r>
          </w:p>
        </w:tc>
        <w:tc>
          <w:tcPr>
            <w:tcW w:w="197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на осуществление деятельности по сбору (заготовке), хранению, переработке и реализации юридическими лицами лома и отходов цветных и черных металлов, за исключением деятельности по реализации лома и отходов цветных и черных металлов, образовавшихся у юридических лиц в ходе собственного производства и в результате приобретения имущественного комплекса, в составе которого находились лом и (или) отходы цветных и (или) черных металлов, лицензиатам</w:t>
            </w:r>
          </w:p>
        </w:tc>
        <w:tc>
          <w:tcPr>
            <w:tcW w:w="12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</w:t>
            </w:r>
          </w:p>
        </w:tc>
        <w:tc>
          <w:tcPr>
            <w:tcW w:w="13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Алматы, веб-портал «электронного правительства»</w:t>
            </w:r>
          </w:p>
        </w:tc>
        <w:tc>
          <w:tcPr>
            <w:tcW w:w="10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4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336.</w:t>
            </w:r>
          </w:p>
        </w:tc>
        <w:tc>
          <w:tcPr>
            <w:tcW w:w="11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01205009</w:t>
            </w:r>
          </w:p>
        </w:tc>
        <w:tc>
          <w:tcPr>
            <w:tcW w:w="197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заключения об экономической нецелесообразности или невозможности переработки сырьевых товаров, содержащих драгоценные металлы, на территории Республики Казахстан</w:t>
            </w:r>
          </w:p>
        </w:tc>
        <w:tc>
          <w:tcPr>
            <w:tcW w:w="12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промышленности МИНТ</w:t>
            </w:r>
          </w:p>
        </w:tc>
        <w:tc>
          <w:tcPr>
            <w:tcW w:w="13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промышленности МИНТ, веб-портал «электронного правительства»</w:t>
            </w:r>
          </w:p>
        </w:tc>
        <w:tc>
          <w:tcPr>
            <w:tcW w:w="10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337.</w:t>
            </w:r>
          </w:p>
        </w:tc>
        <w:tc>
          <w:tcPr>
            <w:tcW w:w="11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01205010</w:t>
            </w:r>
          </w:p>
        </w:tc>
        <w:tc>
          <w:tcPr>
            <w:tcW w:w="197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заключения о возможности (невозможности) и экономической целесообразности (нецелесообразности) промышленного извлечения драгоценных металлов из сырьевых товаров в Республике Казахстан</w:t>
            </w:r>
          </w:p>
        </w:tc>
        <w:tc>
          <w:tcPr>
            <w:tcW w:w="12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промышленности МИНТ</w:t>
            </w:r>
          </w:p>
        </w:tc>
        <w:tc>
          <w:tcPr>
            <w:tcW w:w="13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промышленности МИНТ, веб-портал «электронного правительства»</w:t>
            </w:r>
          </w:p>
        </w:tc>
        <w:tc>
          <w:tcPr>
            <w:tcW w:w="10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338.</w:t>
            </w:r>
          </w:p>
        </w:tc>
        <w:tc>
          <w:tcPr>
            <w:tcW w:w="11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01205011</w:t>
            </w:r>
          </w:p>
        </w:tc>
        <w:tc>
          <w:tcPr>
            <w:tcW w:w="197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акта государственного контроля при ввозе на территорию Республики Казахстан из стран, не входящих в Таможенный союз, драгоценных металлов (за исключением изделий из них), лома и отходов драгоценных металлов, экспорт которых осуществляется на основании лицензии (без лицензии)</w:t>
            </w:r>
          </w:p>
        </w:tc>
        <w:tc>
          <w:tcPr>
            <w:tcW w:w="12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промышленности МИНТ</w:t>
            </w:r>
          </w:p>
        </w:tc>
        <w:tc>
          <w:tcPr>
            <w:tcW w:w="13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промышленности МИНТ</w:t>
            </w:r>
          </w:p>
        </w:tc>
        <w:tc>
          <w:tcPr>
            <w:tcW w:w="10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339.</w:t>
            </w:r>
          </w:p>
        </w:tc>
        <w:tc>
          <w:tcPr>
            <w:tcW w:w="11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01205012</w:t>
            </w:r>
          </w:p>
        </w:tc>
        <w:tc>
          <w:tcPr>
            <w:tcW w:w="197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акта государственного контроля и оценки стоимости при вывозе с территории Республики Казахстан в страны, не входящие в Таможенный союз, драгоценных металлов (за исключением изделий из них), лома и отходов драгоценных металлов, экспорт которых осуществляется на основании лицензий (без лицензии)</w:t>
            </w:r>
          </w:p>
        </w:tc>
        <w:tc>
          <w:tcPr>
            <w:tcW w:w="12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промышленности МИНТ</w:t>
            </w:r>
          </w:p>
        </w:tc>
        <w:tc>
          <w:tcPr>
            <w:tcW w:w="13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промышленности МИНТ</w:t>
            </w:r>
          </w:p>
        </w:tc>
        <w:tc>
          <w:tcPr>
            <w:tcW w:w="10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340.</w:t>
            </w:r>
          </w:p>
        </w:tc>
        <w:tc>
          <w:tcPr>
            <w:tcW w:w="11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01205013</w:t>
            </w:r>
          </w:p>
        </w:tc>
        <w:tc>
          <w:tcPr>
            <w:tcW w:w="197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заключения к заявке на участие в прямых переговорах по заключению контракта на строительство и (или) эксплуатацию подземных сооружений, не связанных с разведкой или добычей</w:t>
            </w:r>
          </w:p>
        </w:tc>
        <w:tc>
          <w:tcPr>
            <w:tcW w:w="12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геологии и недропользования МИНТ</w:t>
            </w:r>
          </w:p>
        </w:tc>
        <w:tc>
          <w:tcPr>
            <w:tcW w:w="13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геологии и недропользования МИНТ</w:t>
            </w:r>
          </w:p>
        </w:tc>
        <w:tc>
          <w:tcPr>
            <w:tcW w:w="10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341.</w:t>
            </w:r>
          </w:p>
        </w:tc>
        <w:tc>
          <w:tcPr>
            <w:tcW w:w="11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01205014</w:t>
            </w:r>
          </w:p>
        </w:tc>
        <w:tc>
          <w:tcPr>
            <w:tcW w:w="197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заключения об отсутствии или малозначительности полезных ископаемых в недрах под участком предстоящей застройки</w:t>
            </w:r>
          </w:p>
        </w:tc>
        <w:tc>
          <w:tcPr>
            <w:tcW w:w="12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подразделения Комитета геологии и недропользования МИНТ</w:t>
            </w:r>
          </w:p>
        </w:tc>
        <w:tc>
          <w:tcPr>
            <w:tcW w:w="13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подразделения Комитета геологии и недропользования МИНТ</w:t>
            </w:r>
          </w:p>
        </w:tc>
        <w:tc>
          <w:tcPr>
            <w:tcW w:w="10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342.</w:t>
            </w:r>
          </w:p>
        </w:tc>
        <w:tc>
          <w:tcPr>
            <w:tcW w:w="11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01205015</w:t>
            </w:r>
          </w:p>
        </w:tc>
        <w:tc>
          <w:tcPr>
            <w:tcW w:w="197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разрешения на застройку площадей залегания полезных ископаемых, а также размещение в местах их залегания подземных сооружений</w:t>
            </w:r>
          </w:p>
        </w:tc>
        <w:tc>
          <w:tcPr>
            <w:tcW w:w="12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геологии и недропользования МИНТ</w:t>
            </w:r>
          </w:p>
        </w:tc>
        <w:tc>
          <w:tcPr>
            <w:tcW w:w="13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геологии и недропользования МИНТ</w:t>
            </w:r>
          </w:p>
        </w:tc>
        <w:tc>
          <w:tcPr>
            <w:tcW w:w="10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343.</w:t>
            </w:r>
          </w:p>
        </w:tc>
        <w:tc>
          <w:tcPr>
            <w:tcW w:w="11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01205016</w:t>
            </w:r>
          </w:p>
        </w:tc>
        <w:tc>
          <w:tcPr>
            <w:tcW w:w="197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Заключение контрактов на строительство и (или) эксплуатацию подземных сооружений, не связанных с разведкой или добычей</w:t>
            </w:r>
          </w:p>
        </w:tc>
        <w:tc>
          <w:tcPr>
            <w:tcW w:w="12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</w:t>
            </w:r>
          </w:p>
        </w:tc>
        <w:tc>
          <w:tcPr>
            <w:tcW w:w="13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</w:t>
            </w:r>
          </w:p>
        </w:tc>
        <w:tc>
          <w:tcPr>
            <w:tcW w:w="10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344.</w:t>
            </w:r>
          </w:p>
        </w:tc>
        <w:tc>
          <w:tcPr>
            <w:tcW w:w="11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01205017</w:t>
            </w:r>
          </w:p>
        </w:tc>
        <w:tc>
          <w:tcPr>
            <w:tcW w:w="197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Проведение экспертизы проектов контрактных документов по общераспространенным полезным ископаемым, за исключением экспертизы проектно-сметной документации на проведение работ по государственному геологическому изучению недр</w:t>
            </w:r>
          </w:p>
        </w:tc>
        <w:tc>
          <w:tcPr>
            <w:tcW w:w="12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</w:t>
            </w:r>
          </w:p>
        </w:tc>
        <w:tc>
          <w:tcPr>
            <w:tcW w:w="13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</w:t>
            </w:r>
          </w:p>
        </w:tc>
        <w:tc>
          <w:tcPr>
            <w:tcW w:w="10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345.</w:t>
            </w:r>
          </w:p>
        </w:tc>
        <w:tc>
          <w:tcPr>
            <w:tcW w:w="11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01205018</w:t>
            </w:r>
          </w:p>
        </w:tc>
        <w:tc>
          <w:tcPr>
            <w:tcW w:w="197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Заключение, регистрация и хранение контрактов на разведку, добычу общераспространенных полезных ископаемых</w:t>
            </w:r>
          </w:p>
        </w:tc>
        <w:tc>
          <w:tcPr>
            <w:tcW w:w="12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</w:t>
            </w:r>
          </w:p>
        </w:tc>
        <w:tc>
          <w:tcPr>
            <w:tcW w:w="13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</w:t>
            </w:r>
          </w:p>
        </w:tc>
        <w:tc>
          <w:tcPr>
            <w:tcW w:w="10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346.</w:t>
            </w:r>
          </w:p>
        </w:tc>
        <w:tc>
          <w:tcPr>
            <w:tcW w:w="11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01205019</w:t>
            </w:r>
          </w:p>
        </w:tc>
        <w:tc>
          <w:tcPr>
            <w:tcW w:w="197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Регистрация сервитутов на участки недр, предоставленных для проведения разведки и добычи общераспространенных полезных ископаемых, строительства и (или) подземных сооружений, не связанных с разведкой или добычей, в случаях, предусмотренных </w:t>
            </w:r>
            <w:r w:rsidRPr="00A855A1">
              <w:rPr>
                <w:rFonts w:ascii="Times New Roman" w:hAnsi="Times New Roman" w:cs="Times New Roman"/>
                <w:color w:val="000000"/>
                <w:sz w:val="20"/>
                <w:u w:val="single"/>
              </w:rPr>
              <w:t>Законом</w:t>
            </w: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 Республики Казахстан «О недрах и недропользовании»</w:t>
            </w:r>
          </w:p>
        </w:tc>
        <w:tc>
          <w:tcPr>
            <w:tcW w:w="12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3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</w:t>
            </w:r>
          </w:p>
        </w:tc>
        <w:tc>
          <w:tcPr>
            <w:tcW w:w="10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347.</w:t>
            </w:r>
          </w:p>
        </w:tc>
        <w:tc>
          <w:tcPr>
            <w:tcW w:w="11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01205020</w:t>
            </w:r>
          </w:p>
        </w:tc>
        <w:tc>
          <w:tcPr>
            <w:tcW w:w="197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Регистрация контрактов на предоставление права недропользования, строительство и (или) эксплуатацию подземных сооружений, не связанных с разведкой или добычей</w:t>
            </w:r>
          </w:p>
        </w:tc>
        <w:tc>
          <w:tcPr>
            <w:tcW w:w="12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</w:t>
            </w:r>
          </w:p>
        </w:tc>
        <w:tc>
          <w:tcPr>
            <w:tcW w:w="13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</w:t>
            </w:r>
          </w:p>
        </w:tc>
        <w:tc>
          <w:tcPr>
            <w:tcW w:w="10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348.</w:t>
            </w:r>
          </w:p>
        </w:tc>
        <w:tc>
          <w:tcPr>
            <w:tcW w:w="11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01205021</w:t>
            </w:r>
          </w:p>
        </w:tc>
        <w:tc>
          <w:tcPr>
            <w:tcW w:w="197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разрешения на вывоз геологической информации через Государственную границу Республики Казахстан в пределах территории Таможенного союза</w:t>
            </w:r>
          </w:p>
        </w:tc>
        <w:tc>
          <w:tcPr>
            <w:tcW w:w="12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геологии и недропользования МИНТ</w:t>
            </w:r>
          </w:p>
        </w:tc>
        <w:tc>
          <w:tcPr>
            <w:tcW w:w="13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геологии и недропользования МИНТ, веб-портал «электронного правительства»</w:t>
            </w:r>
          </w:p>
        </w:tc>
        <w:tc>
          <w:tcPr>
            <w:tcW w:w="10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349.</w:t>
            </w:r>
          </w:p>
        </w:tc>
        <w:tc>
          <w:tcPr>
            <w:tcW w:w="11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01205022</w:t>
            </w:r>
          </w:p>
        </w:tc>
        <w:tc>
          <w:tcPr>
            <w:tcW w:w="197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Согласование проектов ликвидации или консервации объектов недропользования, разработанных проектной организацией</w:t>
            </w:r>
          </w:p>
        </w:tc>
        <w:tc>
          <w:tcPr>
            <w:tcW w:w="12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геологии и недропользования МИНТ</w:t>
            </w:r>
          </w:p>
        </w:tc>
        <w:tc>
          <w:tcPr>
            <w:tcW w:w="13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геологии и недропользования МИНТ</w:t>
            </w:r>
          </w:p>
        </w:tc>
        <w:tc>
          <w:tcPr>
            <w:tcW w:w="10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485"/>
        <w:gridCol w:w="813"/>
        <w:gridCol w:w="1874"/>
        <w:gridCol w:w="1060"/>
        <w:gridCol w:w="563"/>
        <w:gridCol w:w="1472"/>
        <w:gridCol w:w="1632"/>
        <w:gridCol w:w="875"/>
        <w:gridCol w:w="1074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013. Сельское хозяйство</w:t>
            </w:r>
          </w:p>
        </w:tc>
      </w:tr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01301. Прочие государственные услуги в сфере сельского хозяйства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350.</w:t>
            </w:r>
          </w:p>
        </w:tc>
        <w:tc>
          <w:tcPr>
            <w:tcW w:w="11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01301001</w:t>
            </w:r>
          </w:p>
        </w:tc>
        <w:tc>
          <w:tcPr>
            <w:tcW w:w="19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Субсидирование систем управления производством сельскохозяйственной продукции</w:t>
            </w:r>
          </w:p>
        </w:tc>
        <w:tc>
          <w:tcPr>
            <w:tcW w:w="12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МСХ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МСХ</w:t>
            </w:r>
          </w:p>
        </w:tc>
        <w:tc>
          <w:tcPr>
            <w:tcW w:w="13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МСХ</w:t>
            </w:r>
          </w:p>
        </w:tc>
        <w:tc>
          <w:tcPr>
            <w:tcW w:w="10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351.</w:t>
            </w:r>
          </w:p>
        </w:tc>
        <w:tc>
          <w:tcPr>
            <w:tcW w:w="11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01301002</w:t>
            </w:r>
          </w:p>
        </w:tc>
        <w:tc>
          <w:tcPr>
            <w:tcW w:w="19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Субсидирование по возмещению ставки вознаграждения по кредитам (лизингу) на поддержку сельского хозяйства</w:t>
            </w:r>
          </w:p>
        </w:tc>
        <w:tc>
          <w:tcPr>
            <w:tcW w:w="12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МСХ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МСХ</w:t>
            </w:r>
          </w:p>
        </w:tc>
        <w:tc>
          <w:tcPr>
            <w:tcW w:w="13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МСХ</w:t>
            </w:r>
          </w:p>
        </w:tc>
        <w:tc>
          <w:tcPr>
            <w:tcW w:w="10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352.</w:t>
            </w:r>
          </w:p>
        </w:tc>
        <w:tc>
          <w:tcPr>
            <w:tcW w:w="11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01301003</w:t>
            </w:r>
          </w:p>
        </w:tc>
        <w:tc>
          <w:tcPr>
            <w:tcW w:w="19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Государственное испытание сельскохозяйственных растений на хозяйственную полезность </w:t>
            </w:r>
          </w:p>
        </w:tc>
        <w:tc>
          <w:tcPr>
            <w:tcW w:w="12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МСХ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МСХ</w:t>
            </w:r>
          </w:p>
        </w:tc>
        <w:tc>
          <w:tcPr>
            <w:tcW w:w="13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Государственная комиссия по сортоиспытанию сельскохозяйственных культур</w:t>
            </w:r>
          </w:p>
        </w:tc>
        <w:tc>
          <w:tcPr>
            <w:tcW w:w="10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353.</w:t>
            </w:r>
          </w:p>
        </w:tc>
        <w:tc>
          <w:tcPr>
            <w:tcW w:w="11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01301004</w:t>
            </w:r>
          </w:p>
        </w:tc>
        <w:tc>
          <w:tcPr>
            <w:tcW w:w="19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удостоверения качества хлопка-сырца</w:t>
            </w:r>
          </w:p>
        </w:tc>
        <w:tc>
          <w:tcPr>
            <w:tcW w:w="12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МСХ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АО «КазАгрЭкс» (экспертная организация)</w:t>
            </w:r>
          </w:p>
        </w:tc>
        <w:tc>
          <w:tcPr>
            <w:tcW w:w="13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АО «КазАгрЭкс» (экспертная организация)</w:t>
            </w:r>
          </w:p>
        </w:tc>
        <w:tc>
          <w:tcPr>
            <w:tcW w:w="10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354.</w:t>
            </w:r>
          </w:p>
        </w:tc>
        <w:tc>
          <w:tcPr>
            <w:tcW w:w="11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01301005</w:t>
            </w:r>
          </w:p>
        </w:tc>
        <w:tc>
          <w:tcPr>
            <w:tcW w:w="19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Государственная регистрация пестицидов (ядохимикатов)</w:t>
            </w:r>
          </w:p>
        </w:tc>
        <w:tc>
          <w:tcPr>
            <w:tcW w:w="12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МСХ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государственной инспекции в агропромышленном комплексе МСХ</w:t>
            </w:r>
          </w:p>
        </w:tc>
        <w:tc>
          <w:tcPr>
            <w:tcW w:w="13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государственной инспекции в агропромышленном комплексе МСХ, веб-портал «электронного правительства»</w:t>
            </w:r>
          </w:p>
        </w:tc>
        <w:tc>
          <w:tcPr>
            <w:tcW w:w="10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Электронная/ бумажная 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355.</w:t>
            </w:r>
          </w:p>
        </w:tc>
        <w:tc>
          <w:tcPr>
            <w:tcW w:w="11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01301006</w:t>
            </w:r>
          </w:p>
        </w:tc>
        <w:tc>
          <w:tcPr>
            <w:tcW w:w="19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регистрационного удостоверения на ветеринарные препараты с их государственной регистрацией</w:t>
            </w:r>
          </w:p>
        </w:tc>
        <w:tc>
          <w:tcPr>
            <w:tcW w:w="12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МСХ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ветеринарного контроля и надзора МСХ</w:t>
            </w:r>
          </w:p>
        </w:tc>
        <w:tc>
          <w:tcPr>
            <w:tcW w:w="13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ветеринарного контроля и надзора МСХ, веб-портал «электронного правительства»</w:t>
            </w:r>
          </w:p>
        </w:tc>
        <w:tc>
          <w:tcPr>
            <w:tcW w:w="10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Электронная/ бумажная 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356.</w:t>
            </w:r>
          </w:p>
        </w:tc>
        <w:tc>
          <w:tcPr>
            <w:tcW w:w="11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01301007</w:t>
            </w:r>
          </w:p>
        </w:tc>
        <w:tc>
          <w:tcPr>
            <w:tcW w:w="19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регистрационного удостоверения на кормовые добавки с их государственной регистрацией</w:t>
            </w:r>
          </w:p>
        </w:tc>
        <w:tc>
          <w:tcPr>
            <w:tcW w:w="12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</w:t>
            </w:r>
          </w:p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МСХ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ветеринарного контроля и надзора МСХ</w:t>
            </w:r>
          </w:p>
        </w:tc>
        <w:tc>
          <w:tcPr>
            <w:tcW w:w="13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ветеринарного контроля и надзора МСХ, веб-портал «электронного правительства»</w:t>
            </w:r>
          </w:p>
        </w:tc>
        <w:tc>
          <w:tcPr>
            <w:tcW w:w="10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Электронная/ бумажная 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357.</w:t>
            </w:r>
          </w:p>
        </w:tc>
        <w:tc>
          <w:tcPr>
            <w:tcW w:w="11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01301008</w:t>
            </w:r>
          </w:p>
        </w:tc>
        <w:tc>
          <w:tcPr>
            <w:tcW w:w="19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экспортеру зерна подтверждения о соблюдении экспортером зерна обязательств по поставке зерна в государственные ресурсы зерна</w:t>
            </w:r>
          </w:p>
        </w:tc>
        <w:tc>
          <w:tcPr>
            <w:tcW w:w="12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МСХ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государственной инспекции в агропромышленном комплексе МСХ</w:t>
            </w:r>
          </w:p>
        </w:tc>
        <w:tc>
          <w:tcPr>
            <w:tcW w:w="13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государственной инспекции в агропромышленном комплексе МСХ, веб-портал «электронного правительства»</w:t>
            </w:r>
          </w:p>
        </w:tc>
        <w:tc>
          <w:tcPr>
            <w:tcW w:w="10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Электронная/ бумажная 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358.</w:t>
            </w:r>
          </w:p>
        </w:tc>
        <w:tc>
          <w:tcPr>
            <w:tcW w:w="11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01301009</w:t>
            </w:r>
          </w:p>
        </w:tc>
        <w:tc>
          <w:tcPr>
            <w:tcW w:w="19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Признание племенного свидетельства или эквивалентного ему документа, выданного на импортированную племенную продукцию (материал) компетентными органами стран-экспортеров</w:t>
            </w:r>
          </w:p>
        </w:tc>
        <w:tc>
          <w:tcPr>
            <w:tcW w:w="12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МСХ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государственной инспекции в агропромышленном комплексе МСХ, территориальные подразделения Комитета государственной инспекции в агропромышленном комплексе МСХ</w:t>
            </w:r>
          </w:p>
        </w:tc>
        <w:tc>
          <w:tcPr>
            <w:tcW w:w="13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государственной инспекции в агропромышленном комплексе МСХ и его территориальные подразделения, веб-портал «электронного правительства»</w:t>
            </w:r>
          </w:p>
        </w:tc>
        <w:tc>
          <w:tcPr>
            <w:tcW w:w="10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Электронная/ бумажная 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359.</w:t>
            </w:r>
          </w:p>
        </w:tc>
        <w:tc>
          <w:tcPr>
            <w:tcW w:w="11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01301010</w:t>
            </w:r>
          </w:p>
        </w:tc>
        <w:tc>
          <w:tcPr>
            <w:tcW w:w="19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Присвоение учетных номеров объектам производства, осуществляющим выращивание животных, заготовку (убой), хранение, переработку и реализацию животных, продукции и сырья животного происхождения, а также организациям по производству, хранению и реализации ветеринарных препаратов, кормов и кормовых добавок</w:t>
            </w:r>
          </w:p>
        </w:tc>
        <w:tc>
          <w:tcPr>
            <w:tcW w:w="12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МСХ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инспекции Комитета ветеринарного контроля и надзора МСХ</w:t>
            </w:r>
          </w:p>
        </w:tc>
        <w:tc>
          <w:tcPr>
            <w:tcW w:w="13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инспекции Комитета ветеринарного контроля и надзора МСХ</w:t>
            </w:r>
          </w:p>
        </w:tc>
        <w:tc>
          <w:tcPr>
            <w:tcW w:w="10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Бумажная 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360.</w:t>
            </w:r>
          </w:p>
        </w:tc>
        <w:tc>
          <w:tcPr>
            <w:tcW w:w="11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01301011</w:t>
            </w:r>
          </w:p>
        </w:tc>
        <w:tc>
          <w:tcPr>
            <w:tcW w:w="19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действующего внутри Республики Казахстан и на экспорт ветеринарного сертификата на перемещаемые (перевозимые) объекты</w:t>
            </w:r>
          </w:p>
        </w:tc>
        <w:tc>
          <w:tcPr>
            <w:tcW w:w="12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МСХ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Главные государственные ветеринарно-</w:t>
            </w:r>
            <w:r w:rsidRPr="00A855A1">
              <w:rPr>
                <w:rFonts w:ascii="Times New Roman" w:hAnsi="Times New Roman" w:cs="Times New Roman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санитарные инспекторы гг. Астана и Алматы и их заместители, государственные ветеринарно-</w:t>
            </w:r>
            <w:r w:rsidRPr="00A855A1">
              <w:rPr>
                <w:rFonts w:ascii="Times New Roman" w:hAnsi="Times New Roman" w:cs="Times New Roman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санитарные инспекторы гг. Астана и Алматы, районов и городов областного значения</w:t>
            </w:r>
          </w:p>
        </w:tc>
        <w:tc>
          <w:tcPr>
            <w:tcW w:w="13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инспекции Комитета ветеринарного контроля и надзора МСХ, веб-портал «электронного правительства»</w:t>
            </w:r>
          </w:p>
        </w:tc>
        <w:tc>
          <w:tcPr>
            <w:tcW w:w="10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Электронная/ бумажная 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361.</w:t>
            </w:r>
          </w:p>
        </w:tc>
        <w:tc>
          <w:tcPr>
            <w:tcW w:w="11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01301012</w:t>
            </w:r>
          </w:p>
        </w:tc>
        <w:tc>
          <w:tcPr>
            <w:tcW w:w="19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карантинного сертификата на перемещение подкарантинной продукции на территории Республики Казахстан</w:t>
            </w:r>
          </w:p>
        </w:tc>
        <w:tc>
          <w:tcPr>
            <w:tcW w:w="12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МСХ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инспекции Комитета государственной инспекции в агропромышленном комплексе МСХ</w:t>
            </w:r>
          </w:p>
        </w:tc>
        <w:tc>
          <w:tcPr>
            <w:tcW w:w="13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инспекции Комитета государственной инспекции в агропромышленном комплексе МСХ, веб-портал «электронного правительства»</w:t>
            </w:r>
          </w:p>
        </w:tc>
        <w:tc>
          <w:tcPr>
            <w:tcW w:w="10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Электронная/ бумажная 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362.</w:t>
            </w:r>
          </w:p>
        </w:tc>
        <w:tc>
          <w:tcPr>
            <w:tcW w:w="11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01301013</w:t>
            </w:r>
          </w:p>
        </w:tc>
        <w:tc>
          <w:tcPr>
            <w:tcW w:w="19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фитосанитарного сертификата на вывоз подкарантинной продукции за пределы Республики Казахстан</w:t>
            </w:r>
          </w:p>
        </w:tc>
        <w:tc>
          <w:tcPr>
            <w:tcW w:w="12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МСХ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инспекции Комитета государственной инспекции в агропромышленном комплексе МСХ</w:t>
            </w:r>
          </w:p>
        </w:tc>
        <w:tc>
          <w:tcPr>
            <w:tcW w:w="13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инспекции Комитета государственной инспекции в агропромышленном комплексе МСХ, веб-портал «электронного правительства»</w:t>
            </w:r>
          </w:p>
        </w:tc>
        <w:tc>
          <w:tcPr>
            <w:tcW w:w="10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Электронная/ бумажная 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363.</w:t>
            </w:r>
          </w:p>
        </w:tc>
        <w:tc>
          <w:tcPr>
            <w:tcW w:w="11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01301014</w:t>
            </w:r>
          </w:p>
        </w:tc>
        <w:tc>
          <w:tcPr>
            <w:tcW w:w="19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ветеринарно-санитарного заключения на объекты государственного ветеринарно-санитарного контроля</w:t>
            </w:r>
          </w:p>
        </w:tc>
        <w:tc>
          <w:tcPr>
            <w:tcW w:w="12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МСХ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Главные государственные ветеринарно-санитарные инспекторы гг. Астана и Алматы и их заместители, государственные ветеринарно-санитарные инспектора гг. Астана и Алматы, районов и городов областного значения</w:t>
            </w:r>
          </w:p>
        </w:tc>
        <w:tc>
          <w:tcPr>
            <w:tcW w:w="13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инспекции Комитета ветеринарного контроля и надзора МСХ, веб-портал «электронного правительства»</w:t>
            </w:r>
          </w:p>
        </w:tc>
        <w:tc>
          <w:tcPr>
            <w:tcW w:w="10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Электронная/ бумажная 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364.</w:t>
            </w:r>
          </w:p>
        </w:tc>
        <w:tc>
          <w:tcPr>
            <w:tcW w:w="11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01301015</w:t>
            </w:r>
          </w:p>
        </w:tc>
        <w:tc>
          <w:tcPr>
            <w:tcW w:w="19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патента на селекционное достижение</w:t>
            </w:r>
          </w:p>
        </w:tc>
        <w:tc>
          <w:tcPr>
            <w:tcW w:w="12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3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РГП «Национальный институт интеллектуальной собственности», КИС МЮ, веб-портал «электронного правительства»</w:t>
            </w:r>
          </w:p>
        </w:tc>
        <w:tc>
          <w:tcPr>
            <w:tcW w:w="10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Электронная/ бумажная 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365.</w:t>
            </w:r>
          </w:p>
        </w:tc>
        <w:tc>
          <w:tcPr>
            <w:tcW w:w="11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01301016</w:t>
            </w:r>
          </w:p>
        </w:tc>
        <w:tc>
          <w:tcPr>
            <w:tcW w:w="19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акта экспертизы, выдаваемой ветеринарными лабораториями</w:t>
            </w:r>
          </w:p>
        </w:tc>
        <w:tc>
          <w:tcPr>
            <w:tcW w:w="12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МСХ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Областные, региональные и районные филиалы РГП «Республиканская ветеринарная лаборатория», РГП «Национальный референтный центр по ветеринарии» и его филиал</w:t>
            </w:r>
          </w:p>
        </w:tc>
        <w:tc>
          <w:tcPr>
            <w:tcW w:w="13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Областные, региональные и районные филиалы РГП «Республиканская ветеринарная лаборатория», РГП «Национальный референтный центр по ветеринарии» и его филиал, веб-портал «электронного правительства»</w:t>
            </w:r>
          </w:p>
        </w:tc>
        <w:tc>
          <w:tcPr>
            <w:tcW w:w="10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Электронная/ бумажная 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366.</w:t>
            </w:r>
          </w:p>
        </w:tc>
        <w:tc>
          <w:tcPr>
            <w:tcW w:w="11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01301017</w:t>
            </w:r>
          </w:p>
        </w:tc>
        <w:tc>
          <w:tcPr>
            <w:tcW w:w="19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справок о наличии личного подсобного хозяйства</w:t>
            </w:r>
          </w:p>
        </w:tc>
        <w:tc>
          <w:tcPr>
            <w:tcW w:w="12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МСХ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Алматы, районов и городов областного значения</w:t>
            </w:r>
          </w:p>
        </w:tc>
        <w:tc>
          <w:tcPr>
            <w:tcW w:w="13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МИО областей, гг. Астана и Алматы, районов и городов областного значения, веб-портал «электронного правительства»</w:t>
            </w:r>
          </w:p>
        </w:tc>
        <w:tc>
          <w:tcPr>
            <w:tcW w:w="10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367.</w:t>
            </w:r>
          </w:p>
        </w:tc>
        <w:tc>
          <w:tcPr>
            <w:tcW w:w="11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01301018</w:t>
            </w:r>
          </w:p>
        </w:tc>
        <w:tc>
          <w:tcPr>
            <w:tcW w:w="19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ветеринарной справки</w:t>
            </w:r>
          </w:p>
        </w:tc>
        <w:tc>
          <w:tcPr>
            <w:tcW w:w="12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МСХ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Ветеринарный врач подразделения МИО областей, гг. Астана и Алматы, районов и городов областного значения</w:t>
            </w:r>
          </w:p>
        </w:tc>
        <w:tc>
          <w:tcPr>
            <w:tcW w:w="13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Алматы, районов и городов областного значения</w:t>
            </w:r>
          </w:p>
        </w:tc>
        <w:tc>
          <w:tcPr>
            <w:tcW w:w="10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368.</w:t>
            </w:r>
          </w:p>
        </w:tc>
        <w:tc>
          <w:tcPr>
            <w:tcW w:w="11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01301019</w:t>
            </w:r>
          </w:p>
        </w:tc>
        <w:tc>
          <w:tcPr>
            <w:tcW w:w="19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ветеринарного паспорта на животное</w:t>
            </w:r>
          </w:p>
        </w:tc>
        <w:tc>
          <w:tcPr>
            <w:tcW w:w="12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МСХ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Алматы, районов и городов областного значения, городов районного значения, поселков, сел, сельских округов</w:t>
            </w:r>
          </w:p>
        </w:tc>
        <w:tc>
          <w:tcPr>
            <w:tcW w:w="13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Алматы, районов и городов областного значения, городов районного значения, поселков, сел, сельских округов</w:t>
            </w:r>
          </w:p>
        </w:tc>
        <w:tc>
          <w:tcPr>
            <w:tcW w:w="10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369.</w:t>
            </w:r>
          </w:p>
        </w:tc>
        <w:tc>
          <w:tcPr>
            <w:tcW w:w="11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01301020</w:t>
            </w:r>
          </w:p>
        </w:tc>
        <w:tc>
          <w:tcPr>
            <w:tcW w:w="19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Субсидирование стоимости горюче-смазочных материалов и других товарно-материальных ценностей, необходимых для проведения весенне-полевых и уборочных работ</w:t>
            </w:r>
          </w:p>
        </w:tc>
        <w:tc>
          <w:tcPr>
            <w:tcW w:w="12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МСХ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Алматы, районов и городов областного значения</w:t>
            </w:r>
          </w:p>
        </w:tc>
        <w:tc>
          <w:tcPr>
            <w:tcW w:w="13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Алматы, районов, и городов областного значения</w:t>
            </w:r>
          </w:p>
        </w:tc>
        <w:tc>
          <w:tcPr>
            <w:tcW w:w="10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370.</w:t>
            </w:r>
          </w:p>
        </w:tc>
        <w:tc>
          <w:tcPr>
            <w:tcW w:w="11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01301021</w:t>
            </w:r>
          </w:p>
        </w:tc>
        <w:tc>
          <w:tcPr>
            <w:tcW w:w="19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Субсидирование овощных культур, возделываемых в условиях защищенного грунта</w:t>
            </w:r>
          </w:p>
        </w:tc>
        <w:tc>
          <w:tcPr>
            <w:tcW w:w="12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МСХ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Алматы, районов и городов областного значения</w:t>
            </w:r>
          </w:p>
        </w:tc>
        <w:tc>
          <w:tcPr>
            <w:tcW w:w="13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Алматы, районов и городов областного значения</w:t>
            </w:r>
          </w:p>
        </w:tc>
        <w:tc>
          <w:tcPr>
            <w:tcW w:w="10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371.</w:t>
            </w:r>
          </w:p>
        </w:tc>
        <w:tc>
          <w:tcPr>
            <w:tcW w:w="11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01301022</w:t>
            </w:r>
          </w:p>
        </w:tc>
        <w:tc>
          <w:tcPr>
            <w:tcW w:w="19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Субсидирование закладки и выращивания многолетних насаждений плодово-ягодных культур и винограда</w:t>
            </w:r>
          </w:p>
        </w:tc>
        <w:tc>
          <w:tcPr>
            <w:tcW w:w="12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МСХ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Алматы, районов и городов областного значения</w:t>
            </w:r>
          </w:p>
        </w:tc>
        <w:tc>
          <w:tcPr>
            <w:tcW w:w="13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Алматы, районов и городов областного значения</w:t>
            </w:r>
          </w:p>
        </w:tc>
        <w:tc>
          <w:tcPr>
            <w:tcW w:w="10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372.</w:t>
            </w:r>
          </w:p>
        </w:tc>
        <w:tc>
          <w:tcPr>
            <w:tcW w:w="11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01301023</w:t>
            </w:r>
          </w:p>
        </w:tc>
        <w:tc>
          <w:tcPr>
            <w:tcW w:w="19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Субсидирование затрат на приобретение удобрений (за исключением органических)</w:t>
            </w:r>
          </w:p>
        </w:tc>
        <w:tc>
          <w:tcPr>
            <w:tcW w:w="12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МСХ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</w:t>
            </w:r>
          </w:p>
        </w:tc>
        <w:tc>
          <w:tcPr>
            <w:tcW w:w="13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Алматы, районов и городов областного значения</w:t>
            </w:r>
          </w:p>
        </w:tc>
        <w:tc>
          <w:tcPr>
            <w:tcW w:w="10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373.</w:t>
            </w:r>
          </w:p>
        </w:tc>
        <w:tc>
          <w:tcPr>
            <w:tcW w:w="11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01301024</w:t>
            </w:r>
          </w:p>
        </w:tc>
        <w:tc>
          <w:tcPr>
            <w:tcW w:w="19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Субсидирование элитных семян</w:t>
            </w:r>
          </w:p>
        </w:tc>
        <w:tc>
          <w:tcPr>
            <w:tcW w:w="12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МСХ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</w:t>
            </w:r>
          </w:p>
        </w:tc>
        <w:tc>
          <w:tcPr>
            <w:tcW w:w="13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</w:t>
            </w:r>
          </w:p>
        </w:tc>
        <w:tc>
          <w:tcPr>
            <w:tcW w:w="10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374.</w:t>
            </w:r>
          </w:p>
        </w:tc>
        <w:tc>
          <w:tcPr>
            <w:tcW w:w="11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01301025</w:t>
            </w:r>
          </w:p>
        </w:tc>
        <w:tc>
          <w:tcPr>
            <w:tcW w:w="19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Субсидирование затрат на экспертизу качества хлопка-волокна и хлопка-сырца при приемке на хлопкоперерабатывающие организации</w:t>
            </w:r>
          </w:p>
        </w:tc>
        <w:tc>
          <w:tcPr>
            <w:tcW w:w="12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МСХ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области</w:t>
            </w:r>
          </w:p>
        </w:tc>
        <w:tc>
          <w:tcPr>
            <w:tcW w:w="13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области</w:t>
            </w:r>
          </w:p>
        </w:tc>
        <w:tc>
          <w:tcPr>
            <w:tcW w:w="10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375.</w:t>
            </w:r>
          </w:p>
        </w:tc>
        <w:tc>
          <w:tcPr>
            <w:tcW w:w="11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01301026</w:t>
            </w:r>
          </w:p>
        </w:tc>
        <w:tc>
          <w:tcPr>
            <w:tcW w:w="19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Субсидирование стоимости услуг по подаче воды сельскохозяйственным товаропроизводителям</w:t>
            </w:r>
          </w:p>
        </w:tc>
        <w:tc>
          <w:tcPr>
            <w:tcW w:w="12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МСХ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</w:t>
            </w:r>
          </w:p>
        </w:tc>
        <w:tc>
          <w:tcPr>
            <w:tcW w:w="13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Алматы, районов и городов областного значения</w:t>
            </w:r>
          </w:p>
        </w:tc>
        <w:tc>
          <w:tcPr>
            <w:tcW w:w="10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376.</w:t>
            </w:r>
          </w:p>
        </w:tc>
        <w:tc>
          <w:tcPr>
            <w:tcW w:w="11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01301027</w:t>
            </w:r>
          </w:p>
        </w:tc>
        <w:tc>
          <w:tcPr>
            <w:tcW w:w="19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Субсидирование повышения продуктивности и качества продукции животноводства</w:t>
            </w:r>
          </w:p>
        </w:tc>
        <w:tc>
          <w:tcPr>
            <w:tcW w:w="12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МСХ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Алматы, районов и городов областного значения</w:t>
            </w:r>
          </w:p>
        </w:tc>
        <w:tc>
          <w:tcPr>
            <w:tcW w:w="13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Алматы, районов и городов областного значения</w:t>
            </w:r>
          </w:p>
        </w:tc>
        <w:tc>
          <w:tcPr>
            <w:tcW w:w="10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377.</w:t>
            </w:r>
          </w:p>
        </w:tc>
        <w:tc>
          <w:tcPr>
            <w:tcW w:w="11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01301028</w:t>
            </w:r>
          </w:p>
        </w:tc>
        <w:tc>
          <w:tcPr>
            <w:tcW w:w="19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Субсидирование развития племенного животноводства</w:t>
            </w:r>
          </w:p>
        </w:tc>
        <w:tc>
          <w:tcPr>
            <w:tcW w:w="12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МСХ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Алматы, районов и городов областного значения</w:t>
            </w:r>
          </w:p>
        </w:tc>
        <w:tc>
          <w:tcPr>
            <w:tcW w:w="13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Алматы, районов и городов областного значения</w:t>
            </w:r>
          </w:p>
        </w:tc>
        <w:tc>
          <w:tcPr>
            <w:tcW w:w="10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378.</w:t>
            </w:r>
          </w:p>
        </w:tc>
        <w:tc>
          <w:tcPr>
            <w:tcW w:w="11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01301029</w:t>
            </w:r>
          </w:p>
        </w:tc>
        <w:tc>
          <w:tcPr>
            <w:tcW w:w="19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Проведение регистрации ветеринарных специалистов, осуществляющих предпринимательскую деятельность в области ветеринарии</w:t>
            </w:r>
          </w:p>
        </w:tc>
        <w:tc>
          <w:tcPr>
            <w:tcW w:w="12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Физические </w:t>
            </w:r>
          </w:p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МСХ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Ветеринарный врач подразделения МИО областей, гг. Астана и Алматы, районов и городов областного значения, осуществляющий деятельность в области ветеринарии</w:t>
            </w:r>
          </w:p>
        </w:tc>
        <w:tc>
          <w:tcPr>
            <w:tcW w:w="13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Алматы, районов и городов областного значения, веб-портал «электронного правительства»</w:t>
            </w:r>
          </w:p>
        </w:tc>
        <w:tc>
          <w:tcPr>
            <w:tcW w:w="10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379.</w:t>
            </w:r>
          </w:p>
        </w:tc>
        <w:tc>
          <w:tcPr>
            <w:tcW w:w="11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01301030</w:t>
            </w:r>
          </w:p>
        </w:tc>
        <w:tc>
          <w:tcPr>
            <w:tcW w:w="19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Проведение идентификации сельскохозяйственных животных</w:t>
            </w:r>
          </w:p>
        </w:tc>
        <w:tc>
          <w:tcPr>
            <w:tcW w:w="12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МСХ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Ветеринарный врач подразделения МИО, осуществляющий деятельность в области ветеринарии с государственными ветеринарными организациями, созданными МИО</w:t>
            </w:r>
          </w:p>
        </w:tc>
        <w:tc>
          <w:tcPr>
            <w:tcW w:w="13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с государственными ветеринарными организациями, созданными МИО</w:t>
            </w:r>
          </w:p>
        </w:tc>
        <w:tc>
          <w:tcPr>
            <w:tcW w:w="10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380.</w:t>
            </w:r>
          </w:p>
        </w:tc>
        <w:tc>
          <w:tcPr>
            <w:tcW w:w="11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01301031</w:t>
            </w:r>
          </w:p>
        </w:tc>
        <w:tc>
          <w:tcPr>
            <w:tcW w:w="19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Субсидии на удешевление стоимости гербицидов</w:t>
            </w:r>
          </w:p>
        </w:tc>
        <w:tc>
          <w:tcPr>
            <w:tcW w:w="12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МСХ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</w:t>
            </w:r>
          </w:p>
        </w:tc>
        <w:tc>
          <w:tcPr>
            <w:tcW w:w="13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Алматы, районов и городов областного значения</w:t>
            </w:r>
          </w:p>
        </w:tc>
        <w:tc>
          <w:tcPr>
            <w:tcW w:w="10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26"/>
        <w:gridCol w:w="900"/>
        <w:gridCol w:w="1481"/>
        <w:gridCol w:w="1228"/>
        <w:gridCol w:w="613"/>
        <w:gridCol w:w="1477"/>
        <w:gridCol w:w="1457"/>
        <w:gridCol w:w="969"/>
        <w:gridCol w:w="1197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01302. Выдача разрешительных документов (включая лицензирование, регистрацию, сертификацию) в сфере сельского хозяйства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381.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01302001</w:t>
            </w:r>
          </w:p>
        </w:tc>
        <w:tc>
          <w:tcPr>
            <w:tcW w:w="193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для занятия деятельностью по производству ветеринарных препаратов</w:t>
            </w:r>
          </w:p>
        </w:tc>
        <w:tc>
          <w:tcPr>
            <w:tcW w:w="13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МСХ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ветеринарного контроля и надзора МСХ</w:t>
            </w:r>
          </w:p>
        </w:tc>
        <w:tc>
          <w:tcPr>
            <w:tcW w:w="13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ветеринарного контроля и надзора МСХ, веб-портал «электронного правительства»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382.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01302002</w:t>
            </w:r>
          </w:p>
        </w:tc>
        <w:tc>
          <w:tcPr>
            <w:tcW w:w="193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для занятия деятельностью по ветеринарно-санитарной экспертизе продуктов и сырья животного происхождения</w:t>
            </w:r>
          </w:p>
        </w:tc>
        <w:tc>
          <w:tcPr>
            <w:tcW w:w="13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МСХ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Ветеринарный врач подразделения МИО областей, гг. Астана и Алматы, осуществляющий деятельность в области ветеринарии </w:t>
            </w:r>
          </w:p>
        </w:tc>
        <w:tc>
          <w:tcPr>
            <w:tcW w:w="13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Алматы, веб-портал «электронного правительства»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383.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01302003</w:t>
            </w:r>
          </w:p>
        </w:tc>
        <w:tc>
          <w:tcPr>
            <w:tcW w:w="193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Аттестация лабораторий по экспертизе качества семян</w:t>
            </w:r>
          </w:p>
        </w:tc>
        <w:tc>
          <w:tcPr>
            <w:tcW w:w="13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МСХ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</w:t>
            </w:r>
          </w:p>
        </w:tc>
        <w:tc>
          <w:tcPr>
            <w:tcW w:w="13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Алматы, веб-портал «электронного правительства»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384.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01302004</w:t>
            </w:r>
          </w:p>
        </w:tc>
        <w:tc>
          <w:tcPr>
            <w:tcW w:w="193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Аттестация производителей оригинальных, элитных семян, семян первой, второй и третьей репродукций и реализаторов семян</w:t>
            </w:r>
          </w:p>
        </w:tc>
        <w:tc>
          <w:tcPr>
            <w:tcW w:w="13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МСХ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</w:t>
            </w:r>
          </w:p>
        </w:tc>
        <w:tc>
          <w:tcPr>
            <w:tcW w:w="13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Алматы, веб-портал «электронного правительства»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385.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01302005</w:t>
            </w:r>
          </w:p>
        </w:tc>
        <w:tc>
          <w:tcPr>
            <w:tcW w:w="193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на осуществление деятельности по производству (формуляции) пестицидов (ядохимикатов), реализации пестицидов (ядохимикатов), применению пестицидов (ядохимикатов) аэрозольным и фумигационным способами</w:t>
            </w:r>
          </w:p>
        </w:tc>
        <w:tc>
          <w:tcPr>
            <w:tcW w:w="13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МСХ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</w:t>
            </w:r>
          </w:p>
        </w:tc>
        <w:tc>
          <w:tcPr>
            <w:tcW w:w="13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Алматы, веб-портал «электронного правительства»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386.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01302006</w:t>
            </w:r>
          </w:p>
        </w:tc>
        <w:tc>
          <w:tcPr>
            <w:tcW w:w="193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на оказание услуг по складской деятельности с выдачей зерновых расписок</w:t>
            </w:r>
          </w:p>
        </w:tc>
        <w:tc>
          <w:tcPr>
            <w:tcW w:w="13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МСХ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</w:t>
            </w:r>
          </w:p>
        </w:tc>
        <w:tc>
          <w:tcPr>
            <w:tcW w:w="13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веб-портал «электронного правительства»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387.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01302007</w:t>
            </w:r>
          </w:p>
        </w:tc>
        <w:tc>
          <w:tcPr>
            <w:tcW w:w="193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на оказание услуг по складской деятельности с выдачей хлопковых расписок</w:t>
            </w:r>
          </w:p>
        </w:tc>
        <w:tc>
          <w:tcPr>
            <w:tcW w:w="13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МСХ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</w:t>
            </w:r>
          </w:p>
        </w:tc>
        <w:tc>
          <w:tcPr>
            <w:tcW w:w="13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Алматы, веб-портал «электронного правительства»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388.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01302008</w:t>
            </w:r>
          </w:p>
        </w:tc>
        <w:tc>
          <w:tcPr>
            <w:tcW w:w="193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разрешения на экспорт, импорт и транзит перемещаемых (перевозимых) объектов с учетом оценки эпизоотической ситуации на соответствующей территории</w:t>
            </w:r>
          </w:p>
        </w:tc>
        <w:tc>
          <w:tcPr>
            <w:tcW w:w="13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МСХ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Главный государственный ветеринарно-санитарный инспектор Республики Казахстан или его заместители</w:t>
            </w:r>
          </w:p>
        </w:tc>
        <w:tc>
          <w:tcPr>
            <w:tcW w:w="13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Комитет ветеринарного контроля и надзора, территориальные инспекции Комитета ветеринарного контроля и надзора МСХ, веб-портал «электронного правительства»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07"/>
        <w:gridCol w:w="861"/>
        <w:gridCol w:w="1690"/>
        <w:gridCol w:w="1170"/>
        <w:gridCol w:w="695"/>
        <w:gridCol w:w="1429"/>
        <w:gridCol w:w="1429"/>
        <w:gridCol w:w="926"/>
        <w:gridCol w:w="1141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014. Промышленность, индустрия и технологии</w:t>
            </w:r>
          </w:p>
        </w:tc>
      </w:tr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01401. Топливо и энергетика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389.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01401001</w:t>
            </w:r>
          </w:p>
        </w:tc>
        <w:tc>
          <w:tcPr>
            <w:tcW w:w="193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Согласование проектирования и строительства дублирующих (шунтирующих) линий электропередачи и подстанций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3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37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МИНТ, веб-портал «электронного правительства»</w:t>
            </w:r>
          </w:p>
        </w:tc>
        <w:tc>
          <w:tcPr>
            <w:tcW w:w="105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390.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01401002</w:t>
            </w:r>
          </w:p>
        </w:tc>
        <w:tc>
          <w:tcPr>
            <w:tcW w:w="193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Согласование купли-продажи, передачи в аренду или доверительное управление объектов электроэнергетики и (или) его отдельных частей, независимо от форм собственности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3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37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МИНТ, веб-портал «электронного правительства»</w:t>
            </w:r>
          </w:p>
        </w:tc>
        <w:tc>
          <w:tcPr>
            <w:tcW w:w="105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391.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01401003</w:t>
            </w:r>
          </w:p>
        </w:tc>
        <w:tc>
          <w:tcPr>
            <w:tcW w:w="193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разрешения на подключение к электрическим сетям электроустановок потребителей с установленной мощностью свыше 100 кВт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3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подразделения Комитета государственного энергетического надзора и контроля МИНТ</w:t>
            </w:r>
          </w:p>
        </w:tc>
        <w:tc>
          <w:tcPr>
            <w:tcW w:w="137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веб-портал «электронного правительства»</w:t>
            </w:r>
          </w:p>
        </w:tc>
        <w:tc>
          <w:tcPr>
            <w:tcW w:w="105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392.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01401004</w:t>
            </w:r>
          </w:p>
        </w:tc>
        <w:tc>
          <w:tcPr>
            <w:tcW w:w="193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Аккредитация организаций на проведение энергетической экспертизы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3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государственного энергетического надзора и контроля МИНТ</w:t>
            </w:r>
          </w:p>
        </w:tc>
        <w:tc>
          <w:tcPr>
            <w:tcW w:w="137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государственного энергетического надзора и контроля МИНТ, веб-портал «электронного правительства»</w:t>
            </w:r>
          </w:p>
        </w:tc>
        <w:tc>
          <w:tcPr>
            <w:tcW w:w="105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393.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01401005</w:t>
            </w:r>
          </w:p>
        </w:tc>
        <w:tc>
          <w:tcPr>
            <w:tcW w:w="193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Аккредитация электролабораторий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3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подразделения Комитета государственного энергетического надзора и контроля МИНТ</w:t>
            </w:r>
          </w:p>
        </w:tc>
        <w:tc>
          <w:tcPr>
            <w:tcW w:w="137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подразделения Комитета государственного энергетического надзора и контроля МИНТ, веб-портал «электронного правительства»</w:t>
            </w:r>
          </w:p>
        </w:tc>
        <w:tc>
          <w:tcPr>
            <w:tcW w:w="105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394.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01401006</w:t>
            </w:r>
          </w:p>
        </w:tc>
        <w:tc>
          <w:tcPr>
            <w:tcW w:w="193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паспорта готовности энергопроизводящим и энергопередающим организациям с установленной электрической мощностью</w:t>
            </w:r>
            <w:r w:rsidRPr="00A855A1">
              <w:rPr>
                <w:rFonts w:ascii="Times New Roman" w:hAnsi="Times New Roman" w:cs="Times New Roman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 МВт и менее, свыше</w:t>
            </w:r>
            <w:r w:rsidRPr="00A855A1">
              <w:rPr>
                <w:rFonts w:ascii="Times New Roman" w:hAnsi="Times New Roman" w:cs="Times New Roman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 МВт или с установленной тепловой мощностью</w:t>
            </w:r>
            <w:r w:rsidRPr="00A855A1">
              <w:rPr>
                <w:rFonts w:ascii="Times New Roman" w:hAnsi="Times New Roman" w:cs="Times New Roman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100 Гкал/час и выше, а также имеющим на своем балансе электрические сети напряжением 35 кВ и ниже, 110 кВ и выше к работе в осенне-зимних условиях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3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государственного энергетического надзора и контроля МИНТ, территориальные подразделения Комитета государственного энергетического надзора и контроля МИНТ</w:t>
            </w:r>
          </w:p>
        </w:tc>
        <w:tc>
          <w:tcPr>
            <w:tcW w:w="137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государственного энергетического надзора и контроля МИНТ, территориальные подразделения Комитет государственного энергетического надзора и контроля МИНТ, веб-портал «электронного правительства»</w:t>
            </w:r>
          </w:p>
        </w:tc>
        <w:tc>
          <w:tcPr>
            <w:tcW w:w="105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395.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01401007</w:t>
            </w:r>
          </w:p>
        </w:tc>
        <w:tc>
          <w:tcPr>
            <w:tcW w:w="193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Аттестация руководителей и специалистов энергетических организаций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3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государственного энергетического надзора и контроля МИНТ</w:t>
            </w:r>
          </w:p>
        </w:tc>
        <w:tc>
          <w:tcPr>
            <w:tcW w:w="137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государственного энергетического надзора и контроля МИНТ, веб-портал «электронного правительства»</w:t>
            </w:r>
          </w:p>
        </w:tc>
        <w:tc>
          <w:tcPr>
            <w:tcW w:w="105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396.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01401008</w:t>
            </w:r>
          </w:p>
        </w:tc>
        <w:tc>
          <w:tcPr>
            <w:tcW w:w="193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Аккредитация в области энергосбережения и повышения энергоэффективности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3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государственного энергетического надзора и контроля МИНТ</w:t>
            </w:r>
          </w:p>
        </w:tc>
        <w:tc>
          <w:tcPr>
            <w:tcW w:w="137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государственного энергетического надзора и контроля МИНТ, веб-портал «электронного правительства»</w:t>
            </w:r>
          </w:p>
        </w:tc>
        <w:tc>
          <w:tcPr>
            <w:tcW w:w="105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37"/>
        <w:gridCol w:w="930"/>
        <w:gridCol w:w="1499"/>
        <w:gridCol w:w="1206"/>
        <w:gridCol w:w="746"/>
        <w:gridCol w:w="1319"/>
        <w:gridCol w:w="1369"/>
        <w:gridCol w:w="1002"/>
        <w:gridCol w:w="1240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01402. Технологии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397.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01402001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сертификата утверждения типа средств измерений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технического регулирования и метрологии МИНТ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технического регулирования и метрологии МИНТ, веб-портал «электронного правительства»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398.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01402002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сертификата о метрологической аттестации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РГП «КазИнМетр»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РГП «КазИнМетр»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20"/>
        <w:gridCol w:w="887"/>
        <w:gridCol w:w="1485"/>
        <w:gridCol w:w="1209"/>
        <w:gridCol w:w="714"/>
        <w:gridCol w:w="1450"/>
        <w:gridCol w:w="1450"/>
        <w:gridCol w:w="955"/>
        <w:gridCol w:w="1178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01403. Выдача разрешительных документов</w:t>
            </w:r>
            <w:r w:rsidRPr="00A855A1">
              <w:rPr>
                <w:rFonts w:ascii="Times New Roman" w:hAnsi="Times New Roman" w:cs="Times New Roman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(включая лицензирование, регистрацию, сертификацию)</w:t>
            </w:r>
            <w:r w:rsidRPr="00A855A1">
              <w:rPr>
                <w:rFonts w:ascii="Times New Roman" w:hAnsi="Times New Roman" w:cs="Times New Roman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 сфере промышленности, индустрии и технологий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399.</w:t>
            </w:r>
          </w:p>
        </w:tc>
        <w:tc>
          <w:tcPr>
            <w:tcW w:w="11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01403001</w:t>
            </w:r>
          </w:p>
        </w:tc>
        <w:tc>
          <w:tcPr>
            <w:tcW w:w="195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разрешения на транзит продукции, подлежащей экспортному контролю</w:t>
            </w:r>
          </w:p>
        </w:tc>
        <w:tc>
          <w:tcPr>
            <w:tcW w:w="12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2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промышленности МИНТ</w:t>
            </w:r>
          </w:p>
        </w:tc>
        <w:tc>
          <w:tcPr>
            <w:tcW w:w="135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промышленности МИНТ, веб-портал «электронного правительства»</w:t>
            </w:r>
          </w:p>
        </w:tc>
        <w:tc>
          <w:tcPr>
            <w:tcW w:w="10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400.</w:t>
            </w:r>
          </w:p>
        </w:tc>
        <w:tc>
          <w:tcPr>
            <w:tcW w:w="11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01403002</w:t>
            </w:r>
          </w:p>
        </w:tc>
        <w:tc>
          <w:tcPr>
            <w:tcW w:w="195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Аттестация эксперта-аудитора по подтверждению соответствия, аккредитации, определению страны происхождения товара, статуса товара Таможенного союза или иностранного товара</w:t>
            </w:r>
          </w:p>
        </w:tc>
        <w:tc>
          <w:tcPr>
            <w:tcW w:w="12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2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технического регулирования и метрологии МИНТ</w:t>
            </w:r>
          </w:p>
        </w:tc>
        <w:tc>
          <w:tcPr>
            <w:tcW w:w="135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технического регулирования и метрологии МИНТ, веб-портал «электронного правительства»</w:t>
            </w:r>
          </w:p>
        </w:tc>
        <w:tc>
          <w:tcPr>
            <w:tcW w:w="10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401.</w:t>
            </w:r>
          </w:p>
        </w:tc>
        <w:tc>
          <w:tcPr>
            <w:tcW w:w="11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01403003</w:t>
            </w:r>
          </w:p>
        </w:tc>
        <w:tc>
          <w:tcPr>
            <w:tcW w:w="195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для изготовления Государственного флага Республики Казахстан и Государственного герба Республики Казахстан</w:t>
            </w:r>
          </w:p>
        </w:tc>
        <w:tc>
          <w:tcPr>
            <w:tcW w:w="12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2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технического регулирования и метрологии МИНТ</w:t>
            </w:r>
          </w:p>
        </w:tc>
        <w:tc>
          <w:tcPr>
            <w:tcW w:w="135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технического регулирования и метрологии МИНТ, веб-портал «электронного правительства»</w:t>
            </w:r>
          </w:p>
        </w:tc>
        <w:tc>
          <w:tcPr>
            <w:tcW w:w="10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402.</w:t>
            </w:r>
          </w:p>
        </w:tc>
        <w:tc>
          <w:tcPr>
            <w:tcW w:w="11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01403004</w:t>
            </w:r>
          </w:p>
        </w:tc>
        <w:tc>
          <w:tcPr>
            <w:tcW w:w="195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на осуществление деятельности по выполнению работ, связанных с этапами жизненного цикла объектов использования атомной энергии</w:t>
            </w:r>
          </w:p>
        </w:tc>
        <w:tc>
          <w:tcPr>
            <w:tcW w:w="12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2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атомной энергии МИНТ</w:t>
            </w:r>
          </w:p>
        </w:tc>
        <w:tc>
          <w:tcPr>
            <w:tcW w:w="135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атомной энергии МИНТ, веб-портал «электронного правительства»</w:t>
            </w:r>
          </w:p>
        </w:tc>
        <w:tc>
          <w:tcPr>
            <w:tcW w:w="10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Электронная/ бумажная 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403.</w:t>
            </w:r>
          </w:p>
        </w:tc>
        <w:tc>
          <w:tcPr>
            <w:tcW w:w="11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01403005</w:t>
            </w:r>
          </w:p>
        </w:tc>
        <w:tc>
          <w:tcPr>
            <w:tcW w:w="195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на осуществление деятельности по обращению с ядерными материалами</w:t>
            </w:r>
          </w:p>
        </w:tc>
        <w:tc>
          <w:tcPr>
            <w:tcW w:w="12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2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атомной энергии МИНТ</w:t>
            </w:r>
          </w:p>
        </w:tc>
        <w:tc>
          <w:tcPr>
            <w:tcW w:w="135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атомной энергии МИНТ, веб-портал «электронного правительства»</w:t>
            </w:r>
          </w:p>
        </w:tc>
        <w:tc>
          <w:tcPr>
            <w:tcW w:w="10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Электронная/ бумажная 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404.</w:t>
            </w:r>
          </w:p>
        </w:tc>
        <w:tc>
          <w:tcPr>
            <w:tcW w:w="11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01403006</w:t>
            </w:r>
          </w:p>
        </w:tc>
        <w:tc>
          <w:tcPr>
            <w:tcW w:w="195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на осуществление деятельности по обращению с радиоактивными веществами, приборами и установками, содержащими радиоактивные вещества</w:t>
            </w:r>
          </w:p>
        </w:tc>
        <w:tc>
          <w:tcPr>
            <w:tcW w:w="12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2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атомной энергии МИНТ</w:t>
            </w:r>
          </w:p>
        </w:tc>
        <w:tc>
          <w:tcPr>
            <w:tcW w:w="135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атомной энергии МИНТ, веб-портал «электронного правительства»</w:t>
            </w:r>
          </w:p>
        </w:tc>
        <w:tc>
          <w:tcPr>
            <w:tcW w:w="10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Электронная/ бумажная 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405.</w:t>
            </w:r>
          </w:p>
        </w:tc>
        <w:tc>
          <w:tcPr>
            <w:tcW w:w="11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01403007</w:t>
            </w:r>
          </w:p>
        </w:tc>
        <w:tc>
          <w:tcPr>
            <w:tcW w:w="195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на осуществление деятельности по обращению с приборами и установками, генерирующими ионизирующее излучение</w:t>
            </w:r>
          </w:p>
        </w:tc>
        <w:tc>
          <w:tcPr>
            <w:tcW w:w="12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2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атомной энергии МИНТ</w:t>
            </w:r>
          </w:p>
        </w:tc>
        <w:tc>
          <w:tcPr>
            <w:tcW w:w="135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атомной энергии МИНТ, веб-портал «электронного правительства»</w:t>
            </w:r>
          </w:p>
        </w:tc>
        <w:tc>
          <w:tcPr>
            <w:tcW w:w="10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Электронная/ бумажная 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406.</w:t>
            </w:r>
          </w:p>
        </w:tc>
        <w:tc>
          <w:tcPr>
            <w:tcW w:w="11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01403008</w:t>
            </w:r>
          </w:p>
        </w:tc>
        <w:tc>
          <w:tcPr>
            <w:tcW w:w="195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на осуществление деятельности по предоставлению услуг в области использования атомной энергии</w:t>
            </w:r>
          </w:p>
        </w:tc>
        <w:tc>
          <w:tcPr>
            <w:tcW w:w="12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2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атомной энергии МИНТ</w:t>
            </w:r>
          </w:p>
        </w:tc>
        <w:tc>
          <w:tcPr>
            <w:tcW w:w="135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атомной энергии МИНТ, веб-портал «электронного правительства»</w:t>
            </w:r>
          </w:p>
        </w:tc>
        <w:tc>
          <w:tcPr>
            <w:tcW w:w="10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Электронная/ бумажная 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407.</w:t>
            </w:r>
          </w:p>
        </w:tc>
        <w:tc>
          <w:tcPr>
            <w:tcW w:w="11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01403009</w:t>
            </w:r>
          </w:p>
        </w:tc>
        <w:tc>
          <w:tcPr>
            <w:tcW w:w="195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на осуществление деятельности по обращению с радиоактивными отходами</w:t>
            </w:r>
          </w:p>
        </w:tc>
        <w:tc>
          <w:tcPr>
            <w:tcW w:w="12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2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атомной энергии МИНТ</w:t>
            </w:r>
          </w:p>
        </w:tc>
        <w:tc>
          <w:tcPr>
            <w:tcW w:w="135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атомной энергии МИНТ, веб-портал «электронного правительства»</w:t>
            </w:r>
          </w:p>
        </w:tc>
        <w:tc>
          <w:tcPr>
            <w:tcW w:w="10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Электронная/ бумажная 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408.</w:t>
            </w:r>
          </w:p>
        </w:tc>
        <w:tc>
          <w:tcPr>
            <w:tcW w:w="11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01403010</w:t>
            </w:r>
          </w:p>
        </w:tc>
        <w:tc>
          <w:tcPr>
            <w:tcW w:w="195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на осуществление деятельности по транспортировке, включая транзитную, ядерных материалов, радиоактивных веществ, радиоизотопных источников ионизирующего излучения, радиоактивных отходов в пределах территории Республики Казахстан</w:t>
            </w:r>
          </w:p>
        </w:tc>
        <w:tc>
          <w:tcPr>
            <w:tcW w:w="12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2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атомной энергии МИНТ</w:t>
            </w:r>
          </w:p>
        </w:tc>
        <w:tc>
          <w:tcPr>
            <w:tcW w:w="135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атомной энергии МИНТ, веб-портал «электронного правительства»</w:t>
            </w:r>
          </w:p>
        </w:tc>
        <w:tc>
          <w:tcPr>
            <w:tcW w:w="10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Электронная/ бумажная 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409.</w:t>
            </w:r>
          </w:p>
        </w:tc>
        <w:tc>
          <w:tcPr>
            <w:tcW w:w="11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01403011</w:t>
            </w:r>
          </w:p>
        </w:tc>
        <w:tc>
          <w:tcPr>
            <w:tcW w:w="195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на осуществление деятельности на территориях бывших испытательных ядерных полигонов и других территориях, загрязненных в результате проведенных ядерных испытаний</w:t>
            </w:r>
          </w:p>
        </w:tc>
        <w:tc>
          <w:tcPr>
            <w:tcW w:w="12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2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атомной энергии МИНТ</w:t>
            </w:r>
          </w:p>
        </w:tc>
        <w:tc>
          <w:tcPr>
            <w:tcW w:w="135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атомной энергии МИНТ, веб-портал «электронного правительства»</w:t>
            </w:r>
          </w:p>
        </w:tc>
        <w:tc>
          <w:tcPr>
            <w:tcW w:w="10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Электронная/ бумажная 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410.</w:t>
            </w:r>
          </w:p>
        </w:tc>
        <w:tc>
          <w:tcPr>
            <w:tcW w:w="11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01403012</w:t>
            </w:r>
          </w:p>
        </w:tc>
        <w:tc>
          <w:tcPr>
            <w:tcW w:w="195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на осуществление деятельности по физической защите ядерных установок и ядерных материалов</w:t>
            </w:r>
          </w:p>
        </w:tc>
        <w:tc>
          <w:tcPr>
            <w:tcW w:w="12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2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атомной энергии МИНТ</w:t>
            </w:r>
          </w:p>
        </w:tc>
        <w:tc>
          <w:tcPr>
            <w:tcW w:w="135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атомной энергии МИНТ, веб-портал «электронного правительства»</w:t>
            </w:r>
          </w:p>
        </w:tc>
        <w:tc>
          <w:tcPr>
            <w:tcW w:w="10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Электронная/ бумажная 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411.</w:t>
            </w:r>
          </w:p>
        </w:tc>
        <w:tc>
          <w:tcPr>
            <w:tcW w:w="11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01403013</w:t>
            </w:r>
          </w:p>
        </w:tc>
        <w:tc>
          <w:tcPr>
            <w:tcW w:w="195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на осуществление деятельности по специальной подготовке персонала, ответственного за обеспечение ядерной и радиационной безопасности</w:t>
            </w:r>
          </w:p>
        </w:tc>
        <w:tc>
          <w:tcPr>
            <w:tcW w:w="12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2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атомной энергии МИНТ</w:t>
            </w:r>
          </w:p>
        </w:tc>
        <w:tc>
          <w:tcPr>
            <w:tcW w:w="135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атомной энергии МИНТ, веб-портал «электронного правительства»</w:t>
            </w:r>
          </w:p>
        </w:tc>
        <w:tc>
          <w:tcPr>
            <w:tcW w:w="10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Электронная/ бумажная 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412.</w:t>
            </w:r>
          </w:p>
        </w:tc>
        <w:tc>
          <w:tcPr>
            <w:tcW w:w="11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01403014</w:t>
            </w:r>
          </w:p>
        </w:tc>
        <w:tc>
          <w:tcPr>
            <w:tcW w:w="195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на осуществление деятельности по производству, переработке, приобретению, хранению, реализации, использованию, уничтожению ядов</w:t>
            </w:r>
          </w:p>
        </w:tc>
        <w:tc>
          <w:tcPr>
            <w:tcW w:w="12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2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промышленности МИНТ</w:t>
            </w:r>
          </w:p>
        </w:tc>
        <w:tc>
          <w:tcPr>
            <w:tcW w:w="135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промышленности МИНТ, веб-портал «электронного правительства»</w:t>
            </w:r>
          </w:p>
        </w:tc>
        <w:tc>
          <w:tcPr>
            <w:tcW w:w="10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413.</w:t>
            </w:r>
          </w:p>
        </w:tc>
        <w:tc>
          <w:tcPr>
            <w:tcW w:w="11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01403015</w:t>
            </w:r>
          </w:p>
        </w:tc>
        <w:tc>
          <w:tcPr>
            <w:tcW w:w="195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на осуществление деятельности по разработке, производству, ремонту, приобретению и реализации боеприпасов, вооружения и военной техники, запасных частей, комплектующих изделий и приборов к ним, а также специальных материалов и оборудования для их производства, включая монтаж, наладку, модернизацию, установку, использование, хранение, ремонт и сервисное обслуживание</w:t>
            </w:r>
          </w:p>
        </w:tc>
        <w:tc>
          <w:tcPr>
            <w:tcW w:w="12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2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промышленности МИНТ</w:t>
            </w:r>
          </w:p>
        </w:tc>
        <w:tc>
          <w:tcPr>
            <w:tcW w:w="135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промышленности МИНТ, веб-портал «электронного правительства»</w:t>
            </w:r>
          </w:p>
        </w:tc>
        <w:tc>
          <w:tcPr>
            <w:tcW w:w="10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414.</w:t>
            </w:r>
          </w:p>
        </w:tc>
        <w:tc>
          <w:tcPr>
            <w:tcW w:w="11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01403016</w:t>
            </w:r>
          </w:p>
        </w:tc>
        <w:tc>
          <w:tcPr>
            <w:tcW w:w="195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на осуществление деятельности по разработке, производству, приобретению и реализации взрывчатых и пиротехнических веществ и изделий с их применением</w:t>
            </w:r>
          </w:p>
        </w:tc>
        <w:tc>
          <w:tcPr>
            <w:tcW w:w="12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2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промышленности МИНТ</w:t>
            </w:r>
          </w:p>
        </w:tc>
        <w:tc>
          <w:tcPr>
            <w:tcW w:w="135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промышленности МИНТ, веб-портал «электронного правительства»</w:t>
            </w:r>
          </w:p>
        </w:tc>
        <w:tc>
          <w:tcPr>
            <w:tcW w:w="10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415.</w:t>
            </w:r>
          </w:p>
        </w:tc>
        <w:tc>
          <w:tcPr>
            <w:tcW w:w="11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01403017</w:t>
            </w:r>
          </w:p>
        </w:tc>
        <w:tc>
          <w:tcPr>
            <w:tcW w:w="195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на осуществление деятельности по ликвидации (уничтожению, утилизации, захоронению) и переработке высвобождаемых боеприпасов, вооружений, военной техники, специальных средств</w:t>
            </w:r>
          </w:p>
        </w:tc>
        <w:tc>
          <w:tcPr>
            <w:tcW w:w="12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2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промышленности МИНТ</w:t>
            </w:r>
          </w:p>
        </w:tc>
        <w:tc>
          <w:tcPr>
            <w:tcW w:w="135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промышленности МИНТ, веб-портал «электронного правительства»</w:t>
            </w:r>
          </w:p>
        </w:tc>
        <w:tc>
          <w:tcPr>
            <w:tcW w:w="10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416.</w:t>
            </w:r>
          </w:p>
        </w:tc>
        <w:tc>
          <w:tcPr>
            <w:tcW w:w="11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01403018</w:t>
            </w:r>
          </w:p>
        </w:tc>
        <w:tc>
          <w:tcPr>
            <w:tcW w:w="195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на экспорт и импорт товаров, в том числе продукции, подлежащей экспортному контролю</w:t>
            </w:r>
          </w:p>
        </w:tc>
        <w:tc>
          <w:tcPr>
            <w:tcW w:w="12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2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промышленности МИНТ</w:t>
            </w:r>
          </w:p>
        </w:tc>
        <w:tc>
          <w:tcPr>
            <w:tcW w:w="135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промышленности МИНТ, веб-портал «электронного правительства»</w:t>
            </w:r>
          </w:p>
        </w:tc>
        <w:tc>
          <w:tcPr>
            <w:tcW w:w="10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417.</w:t>
            </w:r>
          </w:p>
        </w:tc>
        <w:tc>
          <w:tcPr>
            <w:tcW w:w="11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01403019</w:t>
            </w:r>
          </w:p>
        </w:tc>
        <w:tc>
          <w:tcPr>
            <w:tcW w:w="195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разрешения на переработку продукции вне территории Республики Казахстан</w:t>
            </w:r>
          </w:p>
        </w:tc>
        <w:tc>
          <w:tcPr>
            <w:tcW w:w="129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2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промышленности МИНТ</w:t>
            </w:r>
          </w:p>
        </w:tc>
        <w:tc>
          <w:tcPr>
            <w:tcW w:w="135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Комитет промышленности МИНТ, веб-портал «электронного правительства»</w:t>
            </w:r>
          </w:p>
        </w:tc>
        <w:tc>
          <w:tcPr>
            <w:tcW w:w="10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495"/>
        <w:gridCol w:w="833"/>
        <w:gridCol w:w="1922"/>
        <w:gridCol w:w="1128"/>
        <w:gridCol w:w="674"/>
        <w:gridCol w:w="1400"/>
        <w:gridCol w:w="1400"/>
        <w:gridCol w:w="895"/>
        <w:gridCol w:w="1101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01404. Прочие государственные услуги в сфере промышленности, индустрии и технологий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418.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01404001</w:t>
            </w:r>
          </w:p>
        </w:tc>
        <w:tc>
          <w:tcPr>
            <w:tcW w:w="19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гарантийного обязательства (сертификата конечного пользователя)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промышленности МИНТ</w:t>
            </w:r>
          </w:p>
        </w:tc>
        <w:tc>
          <w:tcPr>
            <w:tcW w:w="13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Комитет промышленности МИНТ, веб-портал «электронного правительства»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419.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01404002</w:t>
            </w:r>
          </w:p>
        </w:tc>
        <w:tc>
          <w:tcPr>
            <w:tcW w:w="19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заключения об отнесении товаров, технологий, работ, услуг, информации к продукции, подлежащей экспортному контролю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промышленности МИНТ</w:t>
            </w:r>
          </w:p>
        </w:tc>
        <w:tc>
          <w:tcPr>
            <w:tcW w:w="13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Комитет промышленности МИНТ, веб-портал «электронного правительства»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420.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01404003</w:t>
            </w:r>
          </w:p>
        </w:tc>
        <w:tc>
          <w:tcPr>
            <w:tcW w:w="19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Учет международных, региональных стандартов и стандартов иностранных государств, стандартов организаций, классификаторов технико-экономической информации, правил, норм и рекомендаций иностранных государств по стандартизации, подтверждению соответствия и аккредитации, применяемых на территории Республики Казахстан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технического регулирования и метрологии МИНТ</w:t>
            </w:r>
          </w:p>
        </w:tc>
        <w:tc>
          <w:tcPr>
            <w:tcW w:w="13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технического регулирования и метрологии МИНТ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421.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01404004</w:t>
            </w:r>
          </w:p>
        </w:tc>
        <w:tc>
          <w:tcPr>
            <w:tcW w:w="19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Регистрация и учет химической продукции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промышленности МИНТ</w:t>
            </w:r>
          </w:p>
        </w:tc>
        <w:tc>
          <w:tcPr>
            <w:tcW w:w="13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промышленности МИНТ, веб-портал «электронного правительства»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422.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01404005</w:t>
            </w:r>
          </w:p>
        </w:tc>
        <w:tc>
          <w:tcPr>
            <w:tcW w:w="19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Оплата части затрат за разработку или экспертизу комплексного плана инвестиционного проекта в рамках Программы «Производительность 2020»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АО «КИРИ»</w:t>
            </w:r>
          </w:p>
        </w:tc>
        <w:tc>
          <w:tcPr>
            <w:tcW w:w="13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АО «КИРИ»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423.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01404006</w:t>
            </w:r>
          </w:p>
        </w:tc>
        <w:tc>
          <w:tcPr>
            <w:tcW w:w="19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экспертной оценки инвестиционного проекта на соответствие критериям, предъявляемым к участникам Программы «Производительность 2020»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АО «КИРИ»</w:t>
            </w:r>
          </w:p>
        </w:tc>
        <w:tc>
          <w:tcPr>
            <w:tcW w:w="13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АО «КИРИ»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424.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01404007</w:t>
            </w:r>
          </w:p>
        </w:tc>
        <w:tc>
          <w:tcPr>
            <w:tcW w:w="19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Предоставление инновационных грантов на коммерциализацию технологий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АО «Национальное агентство по технологическому развитию»</w:t>
            </w:r>
          </w:p>
        </w:tc>
        <w:tc>
          <w:tcPr>
            <w:tcW w:w="13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АО «Национальное агентство по технологическому развитию»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425.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01404008</w:t>
            </w:r>
          </w:p>
        </w:tc>
        <w:tc>
          <w:tcPr>
            <w:tcW w:w="19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Возмещение части затрат на проведение процедур, связанных с регистрацией товарных знаков и сертификацией продукции в целях экспорта за рубеж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АО «Казнэкс»</w:t>
            </w:r>
          </w:p>
        </w:tc>
        <w:tc>
          <w:tcPr>
            <w:tcW w:w="13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АО «Казнэкс»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426.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01404009</w:t>
            </w:r>
          </w:p>
        </w:tc>
        <w:tc>
          <w:tcPr>
            <w:tcW w:w="19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Возмещение части затрат на оплату услуг по обучению сотрудников, занятых в сфере управления экспортом, в том числе в сфере производства экспортоориентированной продукции, за рубежом, а также с приглашением иностранных экспертов-консультантов на предприятия-субъекты индустриально-инновационной деятельности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АО «Казнэкс»</w:t>
            </w:r>
          </w:p>
        </w:tc>
        <w:tc>
          <w:tcPr>
            <w:tcW w:w="13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АО «Казнэкс»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427.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01404010</w:t>
            </w:r>
          </w:p>
        </w:tc>
        <w:tc>
          <w:tcPr>
            <w:tcW w:w="19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Возмещение части затрат на привлечение франшизы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АО «Казнэкс»</w:t>
            </w:r>
          </w:p>
        </w:tc>
        <w:tc>
          <w:tcPr>
            <w:tcW w:w="13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АО «Казнэкс»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428.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01404011</w:t>
            </w:r>
          </w:p>
        </w:tc>
        <w:tc>
          <w:tcPr>
            <w:tcW w:w="19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Возмещение части затрат по оплате услуг на создание и запуск интернет-ресурса субъекта индустриально-инновационной деятельности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АО «Казнэкс»</w:t>
            </w:r>
          </w:p>
        </w:tc>
        <w:tc>
          <w:tcPr>
            <w:tcW w:w="13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АО «Казнэкс»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429.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01404012</w:t>
            </w:r>
          </w:p>
        </w:tc>
        <w:tc>
          <w:tcPr>
            <w:tcW w:w="19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Возмещение части затрат на оплату услуг по маркетинговым исследованиям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АО «Казнэкс»</w:t>
            </w:r>
          </w:p>
        </w:tc>
        <w:tc>
          <w:tcPr>
            <w:tcW w:w="13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АО «Казнэкс»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430.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01404013</w:t>
            </w:r>
          </w:p>
        </w:tc>
        <w:tc>
          <w:tcPr>
            <w:tcW w:w="19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Сервисная поддержка экспортеров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АО «Казнэкс»</w:t>
            </w:r>
          </w:p>
        </w:tc>
        <w:tc>
          <w:tcPr>
            <w:tcW w:w="13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АО «Казнэкс»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431.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01404014</w:t>
            </w:r>
          </w:p>
        </w:tc>
        <w:tc>
          <w:tcPr>
            <w:tcW w:w="19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заключения по экономической экспертизе проектно-сметной документации на проведение работ в области государственного геологического изучения и мониторинга недр, за исключением финансируемых из республиканского бюджета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геологии и недропользования МИНТ</w:t>
            </w:r>
          </w:p>
        </w:tc>
        <w:tc>
          <w:tcPr>
            <w:tcW w:w="13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геологии и недропользования МИНТ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432.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01404015</w:t>
            </w:r>
          </w:p>
        </w:tc>
        <w:tc>
          <w:tcPr>
            <w:tcW w:w="19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Заключение инвестиционного контракта на осуществление инвестиций, предусматривающего инвестиционные преференции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инвестициям МИНТ</w:t>
            </w:r>
          </w:p>
        </w:tc>
        <w:tc>
          <w:tcPr>
            <w:tcW w:w="13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инвестициям МИНТ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433.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01404016</w:t>
            </w:r>
          </w:p>
        </w:tc>
        <w:tc>
          <w:tcPr>
            <w:tcW w:w="19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Согласование нормативных документов по осуществлению деятельности метрологических служб органов государственного управления, физических и юридических лиц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технического регулирования и метрологии МИНТ</w:t>
            </w:r>
          </w:p>
        </w:tc>
        <w:tc>
          <w:tcPr>
            <w:tcW w:w="13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технического регулирования и метрологии МИНТ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434.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01404017</w:t>
            </w:r>
          </w:p>
        </w:tc>
        <w:tc>
          <w:tcPr>
            <w:tcW w:w="19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Заключение контракта (договора) на государственное геологическое изучение недр, за исключением финансируемых из республиканского бюджета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геологии и недропользования МИНТ</w:t>
            </w:r>
          </w:p>
        </w:tc>
        <w:tc>
          <w:tcPr>
            <w:tcW w:w="13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геологии и недропользования МИНТ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435.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01404018</w:t>
            </w:r>
          </w:p>
        </w:tc>
        <w:tc>
          <w:tcPr>
            <w:tcW w:w="19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документа об условиях переработки товаров на/вне таможенной территории и переработки для внутреннего потребления в легкой, горно-металлургической, химической, фармацевтической, деревообрабатывающей отраслях промышленности, а также в машиностроении и стройиндустрии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промышленности МИНТ</w:t>
            </w:r>
          </w:p>
        </w:tc>
        <w:tc>
          <w:tcPr>
            <w:tcW w:w="13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промышленности МИНТ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436.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01404019</w:t>
            </w:r>
          </w:p>
        </w:tc>
        <w:tc>
          <w:tcPr>
            <w:tcW w:w="19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заключения о подтверждении отнесения импортируемых на территорию Республики Казахстан с территории государств-членов Таможенного союза товаров к товарам, предназначенным для промышленной переработки в легкой, горно-металлургической химической фармацевтической деревообрабатывающей отраслях промышленности, а также машиностроении и стройиндустрии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промышленности МИНТ, Комитет по атомной энергии МИНТ</w:t>
            </w:r>
          </w:p>
        </w:tc>
        <w:tc>
          <w:tcPr>
            <w:tcW w:w="13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промышленности МИНТ, Комитет по атомной энергии МИНТ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437.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01404020</w:t>
            </w:r>
          </w:p>
        </w:tc>
        <w:tc>
          <w:tcPr>
            <w:tcW w:w="19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заключения о техническом состоянии оборудования энергопроизводящих организаций при представлении ими годового отчета об исполнении инвестиционных обязательств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МИНТ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государственного энергетического надзора и контроля МИНТ</w:t>
            </w:r>
          </w:p>
        </w:tc>
        <w:tc>
          <w:tcPr>
            <w:tcW w:w="13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государственного энергетического надзора и контроля МИНТ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497"/>
        <w:gridCol w:w="842"/>
        <w:gridCol w:w="2148"/>
        <w:gridCol w:w="1142"/>
        <w:gridCol w:w="566"/>
        <w:gridCol w:w="1317"/>
        <w:gridCol w:w="1317"/>
        <w:gridCol w:w="905"/>
        <w:gridCol w:w="1114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015. Нефтегазовая сфера</w:t>
            </w:r>
          </w:p>
        </w:tc>
      </w:tr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01501. Выдача разрешительных документов (включая лицензирование, регистрацию, сертификацию) в нефтегазовой сфере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438.</w:t>
            </w:r>
          </w:p>
        </w:tc>
        <w:tc>
          <w:tcPr>
            <w:tcW w:w="12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01501001</w:t>
            </w:r>
          </w:p>
        </w:tc>
        <w:tc>
          <w:tcPr>
            <w:tcW w:w="193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разрешений на сжигание в факелах попутного и (или) природного газа при испытании объекта скважин, пробной эксплуатации месторождения, технологически неизбежном сжигании газа при пусконаладке, эксплуатации, техническом обслуживании и ремонтных работах технологического оборудования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МНГ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государственной инспекции в нефтегазовом комплексе МНГ</w:t>
            </w:r>
          </w:p>
        </w:tc>
        <w:tc>
          <w:tcPr>
            <w:tcW w:w="136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государственной инспекции в нефтегазовом комплексе МНГ, веб-портал «электронного правительства»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Электронная/ бумажная 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439.</w:t>
            </w:r>
          </w:p>
        </w:tc>
        <w:tc>
          <w:tcPr>
            <w:tcW w:w="12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01501002</w:t>
            </w:r>
          </w:p>
        </w:tc>
        <w:tc>
          <w:tcPr>
            <w:tcW w:w="193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разрешений на строительство или размещение морского сооружения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МНГ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государственной инспекции в нефтегазовом комплексе МНГ</w:t>
            </w:r>
          </w:p>
        </w:tc>
        <w:tc>
          <w:tcPr>
            <w:tcW w:w="136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государственной инспекции в нефтегазовом комплексе МНГ, веб-портал «электронного правительства»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Электронная/ бумажная 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440.</w:t>
            </w:r>
          </w:p>
        </w:tc>
        <w:tc>
          <w:tcPr>
            <w:tcW w:w="12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01501003</w:t>
            </w:r>
          </w:p>
        </w:tc>
        <w:tc>
          <w:tcPr>
            <w:tcW w:w="193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разрешений на бурение поисковой, разведочной, эксплуатационной скважины или иной скважины на море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МНГ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государственной инспекции в нефтегазовом комплексе МНГ</w:t>
            </w:r>
          </w:p>
        </w:tc>
        <w:tc>
          <w:tcPr>
            <w:tcW w:w="136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государственной инспекции в нефтегазовом комплексе МНГ, веб-портал «электронного правительства»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Электронная/ бумажная 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441.</w:t>
            </w:r>
          </w:p>
        </w:tc>
        <w:tc>
          <w:tcPr>
            <w:tcW w:w="12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01501004</w:t>
            </w:r>
          </w:p>
        </w:tc>
        <w:tc>
          <w:tcPr>
            <w:tcW w:w="193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разрешений на нагнетание попутного и природного газа для поддержания внутрипластового давления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МНГ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государственной инспекции в нефтегазовом комплексе МНГ</w:t>
            </w:r>
          </w:p>
        </w:tc>
        <w:tc>
          <w:tcPr>
            <w:tcW w:w="136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государственной инспекции в нефтегазовом комплексе МНГ, веб-портал «электронного правительства»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Электронная/ бумажная 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442.</w:t>
            </w:r>
          </w:p>
        </w:tc>
        <w:tc>
          <w:tcPr>
            <w:tcW w:w="12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01501005</w:t>
            </w:r>
          </w:p>
        </w:tc>
        <w:tc>
          <w:tcPr>
            <w:tcW w:w="193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разрешений на работы по строительству, монтажу или прокладке нефтегазопроводов на море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МНГ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государственной инспекции в нефтегазовом комплексе МНГ</w:t>
            </w:r>
          </w:p>
        </w:tc>
        <w:tc>
          <w:tcPr>
            <w:tcW w:w="136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государственной инспекции в нефтегазовом комплексе МНГ, веб-портал «электронного правительства»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Электронная/ бумажная 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443.</w:t>
            </w:r>
          </w:p>
        </w:tc>
        <w:tc>
          <w:tcPr>
            <w:tcW w:w="12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01501006</w:t>
            </w:r>
          </w:p>
        </w:tc>
        <w:tc>
          <w:tcPr>
            <w:tcW w:w="193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на проектирование (технологическое) и (или) эксплуатацию горных, нефтехимических производств, проектирование (технологическое) нефтегазоперерабатывающих производств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МНГ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государственной инспекции в нефтегазовом комплексе МНГ</w:t>
            </w:r>
          </w:p>
        </w:tc>
        <w:tc>
          <w:tcPr>
            <w:tcW w:w="136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государственной инспекции в нефтегазовом комплексе МНГ, веб-портал «электронного правительства»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444.</w:t>
            </w:r>
          </w:p>
        </w:tc>
        <w:tc>
          <w:tcPr>
            <w:tcW w:w="12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01501007</w:t>
            </w:r>
          </w:p>
        </w:tc>
        <w:tc>
          <w:tcPr>
            <w:tcW w:w="193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Аккредитация газосетевых организаций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МНГ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государственной инспекции в нефтегазовом комплексе МНГ</w:t>
            </w:r>
          </w:p>
        </w:tc>
        <w:tc>
          <w:tcPr>
            <w:tcW w:w="136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государственной инспекции в нефтегазовом комплексе МНГ, веб-портал «электронного правительства»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26"/>
        <w:gridCol w:w="903"/>
        <w:gridCol w:w="1599"/>
        <w:gridCol w:w="1233"/>
        <w:gridCol w:w="737"/>
        <w:gridCol w:w="1463"/>
        <w:gridCol w:w="1463"/>
        <w:gridCol w:w="973"/>
        <w:gridCol w:w="951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01502. Прочие государственные услуги в нефтегазовой сфере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445.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01502001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Регистрация договора залога права недропользования в части углеводородного сырья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МНГ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МНГ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МНГ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446.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01502002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Регистрация контрактов на недропользование в части углеводородного сырья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МНГ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МНГ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МНГ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447.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01502003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Согласование программ мероприятий по предотвращению аварий и иных опасных ситуаций при проведении нефтяных операций, строительстве и эксплуатации нефтегазопроводов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МООС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экологического регулирования и контроля МООС, территориальные подразделения Комитета экологического регулирования и контроля МООС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экологического регулирования и контроля МООС, территориальные подразделения Комитета экологического регулирования и контроля МООС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39"/>
        <w:gridCol w:w="932"/>
        <w:gridCol w:w="1669"/>
        <w:gridCol w:w="1208"/>
        <w:gridCol w:w="527"/>
        <w:gridCol w:w="1356"/>
        <w:gridCol w:w="1371"/>
        <w:gridCol w:w="1004"/>
        <w:gridCol w:w="1242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016. Налоговое администрирование, бухгалтерский учет и финансовая отчетность, аудиторская деятельность</w:t>
            </w:r>
          </w:p>
        </w:tc>
      </w:tr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01601. Налоговое администрирование</w:t>
            </w:r>
          </w:p>
        </w:tc>
      </w:tr>
      <w:tr w:rsidR="00F711CA" w:rsidRPr="00A855A1">
        <w:trPr>
          <w:tblCellSpacing w:w="0" w:type="auto"/>
        </w:trPr>
        <w:tc>
          <w:tcPr>
            <w:tcW w:w="58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448.</w:t>
            </w:r>
          </w:p>
        </w:tc>
        <w:tc>
          <w:tcPr>
            <w:tcW w:w="11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01601001</w:t>
            </w:r>
          </w:p>
        </w:tc>
        <w:tc>
          <w:tcPr>
            <w:tcW w:w="19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Представление сведений об отсутствии (наличии) налоговой задолженности, задолженности по обязательным пенсионным взносам, обязательным профессиональным пенсионным взносам и социальным отчислениям, выписок из лицевого счета о состоянии расчетов с бюджетом по исполнению налогового обязательства, а также обязательств по исчислению, удержанию и перечислению обязательных пенсионных взносов, обязательных профессиональных пенсионных взносов, исчислению и уплате социальных отчислений</w:t>
            </w:r>
          </w:p>
        </w:tc>
        <w:tc>
          <w:tcPr>
            <w:tcW w:w="12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МФ</w:t>
            </w:r>
          </w:p>
        </w:tc>
        <w:tc>
          <w:tcPr>
            <w:tcW w:w="18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Налоговые управления по районам, городам и районам в городах, на территории специальных экономических зон, межрайонные налоговые управления</w:t>
            </w:r>
          </w:p>
        </w:tc>
        <w:tc>
          <w:tcPr>
            <w:tcW w:w="13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налоговые управления по районам, городам и районам в городах, на территории специальных экономических зон, межрайонные налоговые управления, веб-портал «электронного правительства»</w:t>
            </w:r>
          </w:p>
        </w:tc>
        <w:tc>
          <w:tcPr>
            <w:tcW w:w="10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449.</w:t>
            </w:r>
          </w:p>
        </w:tc>
        <w:tc>
          <w:tcPr>
            <w:tcW w:w="11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01601002</w:t>
            </w:r>
          </w:p>
        </w:tc>
        <w:tc>
          <w:tcPr>
            <w:tcW w:w="19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справки о суммах полученных доходов из источников в Республике Казахстан и удержанных (уплаченных) налогов</w:t>
            </w:r>
          </w:p>
        </w:tc>
        <w:tc>
          <w:tcPr>
            <w:tcW w:w="12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МФ</w:t>
            </w:r>
          </w:p>
        </w:tc>
        <w:tc>
          <w:tcPr>
            <w:tcW w:w="18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Налоговые управления по районам, городам и районам в городах, на территории специальных экономических зон, межрайонные налоговые управления</w:t>
            </w:r>
          </w:p>
        </w:tc>
        <w:tc>
          <w:tcPr>
            <w:tcW w:w="13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Налоговые управления по районам, городам и районам в городах, на территории специальных экономических зон, межрайонные налоговые управления</w:t>
            </w:r>
          </w:p>
        </w:tc>
        <w:tc>
          <w:tcPr>
            <w:tcW w:w="10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450.</w:t>
            </w:r>
          </w:p>
        </w:tc>
        <w:tc>
          <w:tcPr>
            <w:tcW w:w="11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01601003</w:t>
            </w:r>
          </w:p>
        </w:tc>
        <w:tc>
          <w:tcPr>
            <w:tcW w:w="19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Подтверждение налогового резидентства</w:t>
            </w:r>
          </w:p>
        </w:tc>
        <w:tc>
          <w:tcPr>
            <w:tcW w:w="12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МФ</w:t>
            </w:r>
          </w:p>
        </w:tc>
        <w:tc>
          <w:tcPr>
            <w:tcW w:w="18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Налоговые органы по областям, гг. Астана и Алматы</w:t>
            </w:r>
          </w:p>
        </w:tc>
        <w:tc>
          <w:tcPr>
            <w:tcW w:w="13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Налоговые органы по областям, гг. Астана и Алматы, веб-портал «электронного правительства»</w:t>
            </w:r>
          </w:p>
        </w:tc>
        <w:tc>
          <w:tcPr>
            <w:tcW w:w="10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451.</w:t>
            </w:r>
          </w:p>
        </w:tc>
        <w:tc>
          <w:tcPr>
            <w:tcW w:w="11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01601004</w:t>
            </w:r>
          </w:p>
        </w:tc>
        <w:tc>
          <w:tcPr>
            <w:tcW w:w="19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учетно-контрольных марок на алкогольную продукцию (за исключением виноматериала и пива)</w:t>
            </w:r>
          </w:p>
        </w:tc>
        <w:tc>
          <w:tcPr>
            <w:tcW w:w="12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МФ</w:t>
            </w:r>
          </w:p>
        </w:tc>
        <w:tc>
          <w:tcPr>
            <w:tcW w:w="18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Налоговые органы по областям, гг. Астана и Алматы</w:t>
            </w:r>
          </w:p>
        </w:tc>
        <w:tc>
          <w:tcPr>
            <w:tcW w:w="13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Налоговые органы по областям, гг. Астана и Алматы</w:t>
            </w:r>
          </w:p>
        </w:tc>
        <w:tc>
          <w:tcPr>
            <w:tcW w:w="10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452.</w:t>
            </w:r>
          </w:p>
        </w:tc>
        <w:tc>
          <w:tcPr>
            <w:tcW w:w="11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01601005</w:t>
            </w:r>
          </w:p>
        </w:tc>
        <w:tc>
          <w:tcPr>
            <w:tcW w:w="19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акцизных марок на табачные изделия</w:t>
            </w:r>
          </w:p>
        </w:tc>
        <w:tc>
          <w:tcPr>
            <w:tcW w:w="12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МФ</w:t>
            </w:r>
          </w:p>
        </w:tc>
        <w:tc>
          <w:tcPr>
            <w:tcW w:w="18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Налоговые органы по областям, гг. Астана и Алматы</w:t>
            </w:r>
          </w:p>
        </w:tc>
        <w:tc>
          <w:tcPr>
            <w:tcW w:w="13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Налоговые органы по областям, гг. Астана и Алматы</w:t>
            </w:r>
          </w:p>
        </w:tc>
        <w:tc>
          <w:tcPr>
            <w:tcW w:w="10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453.</w:t>
            </w:r>
          </w:p>
        </w:tc>
        <w:tc>
          <w:tcPr>
            <w:tcW w:w="11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01601006</w:t>
            </w:r>
          </w:p>
        </w:tc>
        <w:tc>
          <w:tcPr>
            <w:tcW w:w="19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Приостановление (продление, возобновление) представления налоговой отчетности</w:t>
            </w:r>
          </w:p>
        </w:tc>
        <w:tc>
          <w:tcPr>
            <w:tcW w:w="12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МФ</w:t>
            </w:r>
          </w:p>
        </w:tc>
        <w:tc>
          <w:tcPr>
            <w:tcW w:w="18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Налоговые управления по районам, городам и районам в городах, на территории специальных экономических зон, межрайонные налоговые управления</w:t>
            </w:r>
          </w:p>
        </w:tc>
        <w:tc>
          <w:tcPr>
            <w:tcW w:w="13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Налоговые управления по районам, городам и районам в городах, на территории специальных экономических зон, межрайонные налоговые управления, веб-портал «электронного правительства»</w:t>
            </w:r>
          </w:p>
        </w:tc>
        <w:tc>
          <w:tcPr>
            <w:tcW w:w="10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454.</w:t>
            </w:r>
          </w:p>
        </w:tc>
        <w:tc>
          <w:tcPr>
            <w:tcW w:w="11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01601007</w:t>
            </w:r>
          </w:p>
        </w:tc>
        <w:tc>
          <w:tcPr>
            <w:tcW w:w="19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Внесение новых моделей контрольно-кассовых машин в Государственный реестр контрольно-кассовых машин</w:t>
            </w:r>
          </w:p>
        </w:tc>
        <w:tc>
          <w:tcPr>
            <w:tcW w:w="12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МФ</w:t>
            </w:r>
          </w:p>
        </w:tc>
        <w:tc>
          <w:tcPr>
            <w:tcW w:w="18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Налоговый комитет МФ</w:t>
            </w:r>
          </w:p>
        </w:tc>
        <w:tc>
          <w:tcPr>
            <w:tcW w:w="13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Налоговый комитет МФ</w:t>
            </w:r>
          </w:p>
        </w:tc>
        <w:tc>
          <w:tcPr>
            <w:tcW w:w="10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455.</w:t>
            </w:r>
          </w:p>
        </w:tc>
        <w:tc>
          <w:tcPr>
            <w:tcW w:w="11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01601008</w:t>
            </w:r>
          </w:p>
        </w:tc>
        <w:tc>
          <w:tcPr>
            <w:tcW w:w="19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Разъяснение налогового законодательства Республики Казахстан</w:t>
            </w:r>
          </w:p>
        </w:tc>
        <w:tc>
          <w:tcPr>
            <w:tcW w:w="12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МФ</w:t>
            </w:r>
          </w:p>
        </w:tc>
        <w:tc>
          <w:tcPr>
            <w:tcW w:w="18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Налоговый комитет МФ, налоговые органы</w:t>
            </w:r>
          </w:p>
        </w:tc>
        <w:tc>
          <w:tcPr>
            <w:tcW w:w="13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Налоговый комитет МФ, налоговые органы, веб-портал «электронного правительства»</w:t>
            </w:r>
          </w:p>
        </w:tc>
        <w:tc>
          <w:tcPr>
            <w:tcW w:w="10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456.</w:t>
            </w:r>
          </w:p>
        </w:tc>
        <w:tc>
          <w:tcPr>
            <w:tcW w:w="11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01601009</w:t>
            </w:r>
          </w:p>
        </w:tc>
        <w:tc>
          <w:tcPr>
            <w:tcW w:w="19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Прием налоговой отчетности</w:t>
            </w:r>
          </w:p>
        </w:tc>
        <w:tc>
          <w:tcPr>
            <w:tcW w:w="12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МФ</w:t>
            </w:r>
          </w:p>
        </w:tc>
        <w:tc>
          <w:tcPr>
            <w:tcW w:w="18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Налоговый комитет МФ, налоговые управления по районам, городам и районам в городах, на территории специальных экономических зон, межрайонные налоговые управления</w:t>
            </w:r>
          </w:p>
        </w:tc>
        <w:tc>
          <w:tcPr>
            <w:tcW w:w="13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Налоговый комитет МФ, налоговые управления по районам, городам и районам в городах, на территории специальных экономических зон, межрайонные налоговые управления</w:t>
            </w:r>
          </w:p>
        </w:tc>
        <w:tc>
          <w:tcPr>
            <w:tcW w:w="10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457.</w:t>
            </w:r>
          </w:p>
        </w:tc>
        <w:tc>
          <w:tcPr>
            <w:tcW w:w="11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01601010</w:t>
            </w:r>
          </w:p>
        </w:tc>
        <w:tc>
          <w:tcPr>
            <w:tcW w:w="19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Продление срока представления налоговой отчетности</w:t>
            </w:r>
          </w:p>
        </w:tc>
        <w:tc>
          <w:tcPr>
            <w:tcW w:w="12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МФ</w:t>
            </w:r>
          </w:p>
        </w:tc>
        <w:tc>
          <w:tcPr>
            <w:tcW w:w="18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Налоговый комитет МФ,</w:t>
            </w:r>
          </w:p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налоговые управления по районам, городам и районам в городах, на территории специальных экономических зон, межрайонные налоговые управления</w:t>
            </w:r>
          </w:p>
        </w:tc>
        <w:tc>
          <w:tcPr>
            <w:tcW w:w="13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Налоговый комитет МФ, налоговые управления по районам, городам и районам в городах, на территории специальных экономических зон, межрайонные налоговые управления, веб-портал «электронного правительства»</w:t>
            </w:r>
          </w:p>
        </w:tc>
        <w:tc>
          <w:tcPr>
            <w:tcW w:w="10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458.</w:t>
            </w:r>
          </w:p>
        </w:tc>
        <w:tc>
          <w:tcPr>
            <w:tcW w:w="11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01601011</w:t>
            </w:r>
          </w:p>
        </w:tc>
        <w:tc>
          <w:tcPr>
            <w:tcW w:w="19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Отзыв налоговой отчетности</w:t>
            </w:r>
          </w:p>
        </w:tc>
        <w:tc>
          <w:tcPr>
            <w:tcW w:w="12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МФ</w:t>
            </w:r>
          </w:p>
        </w:tc>
        <w:tc>
          <w:tcPr>
            <w:tcW w:w="18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Налоговый комитет МФ, налоговые органы</w:t>
            </w:r>
          </w:p>
        </w:tc>
        <w:tc>
          <w:tcPr>
            <w:tcW w:w="13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Налоговый комитет МФ, налоговые органы, веб-портал «электронного правительства»</w:t>
            </w:r>
          </w:p>
        </w:tc>
        <w:tc>
          <w:tcPr>
            <w:tcW w:w="10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459.</w:t>
            </w:r>
          </w:p>
        </w:tc>
        <w:tc>
          <w:tcPr>
            <w:tcW w:w="11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01601012</w:t>
            </w:r>
          </w:p>
        </w:tc>
        <w:tc>
          <w:tcPr>
            <w:tcW w:w="19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Проведение зачетов и возвратов уплаченных сумм налогов, других обязательных платежей в бюджет, пени, штрафов</w:t>
            </w:r>
          </w:p>
        </w:tc>
        <w:tc>
          <w:tcPr>
            <w:tcW w:w="12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МФ</w:t>
            </w:r>
          </w:p>
        </w:tc>
        <w:tc>
          <w:tcPr>
            <w:tcW w:w="18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Налоговый комитет МФ, налоговые органы</w:t>
            </w:r>
          </w:p>
        </w:tc>
        <w:tc>
          <w:tcPr>
            <w:tcW w:w="13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Налоговый комитет МФ, налоговые органы</w:t>
            </w:r>
          </w:p>
        </w:tc>
        <w:tc>
          <w:tcPr>
            <w:tcW w:w="10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460.</w:t>
            </w:r>
          </w:p>
        </w:tc>
        <w:tc>
          <w:tcPr>
            <w:tcW w:w="11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01601013</w:t>
            </w:r>
          </w:p>
        </w:tc>
        <w:tc>
          <w:tcPr>
            <w:tcW w:w="19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Возврат налога на добавленную стоимость из бюджета</w:t>
            </w:r>
          </w:p>
        </w:tc>
        <w:tc>
          <w:tcPr>
            <w:tcW w:w="12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МФ</w:t>
            </w:r>
          </w:p>
        </w:tc>
        <w:tc>
          <w:tcPr>
            <w:tcW w:w="18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Налоговые управления по районам, городам и районам в городах, на территории специальных экономических зон, межрайонные налоговые управления</w:t>
            </w:r>
          </w:p>
        </w:tc>
        <w:tc>
          <w:tcPr>
            <w:tcW w:w="13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Налоговые управления по районам, городам и районам в городах, на территории специальных экономических зон, межрайонные налоговые управления</w:t>
            </w:r>
          </w:p>
        </w:tc>
        <w:tc>
          <w:tcPr>
            <w:tcW w:w="10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461.</w:t>
            </w:r>
          </w:p>
        </w:tc>
        <w:tc>
          <w:tcPr>
            <w:tcW w:w="11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01601014</w:t>
            </w:r>
          </w:p>
        </w:tc>
        <w:tc>
          <w:tcPr>
            <w:tcW w:w="19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Возврат подоходного налога, удержанного у источника выплаты</w:t>
            </w:r>
          </w:p>
        </w:tc>
        <w:tc>
          <w:tcPr>
            <w:tcW w:w="12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МФ</w:t>
            </w:r>
          </w:p>
        </w:tc>
        <w:tc>
          <w:tcPr>
            <w:tcW w:w="18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Налоговые органы по областям, гг. Астана и Алматы</w:t>
            </w:r>
          </w:p>
        </w:tc>
        <w:tc>
          <w:tcPr>
            <w:tcW w:w="13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Налоговые органы по областям, гг. Астана и Алматы</w:t>
            </w:r>
          </w:p>
        </w:tc>
        <w:tc>
          <w:tcPr>
            <w:tcW w:w="10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462.</w:t>
            </w:r>
          </w:p>
        </w:tc>
        <w:tc>
          <w:tcPr>
            <w:tcW w:w="11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01601015</w:t>
            </w:r>
          </w:p>
        </w:tc>
        <w:tc>
          <w:tcPr>
            <w:tcW w:w="19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Изменение сроков исполнения налогового обязательства по уплате налогов и (или) пеней</w:t>
            </w:r>
          </w:p>
        </w:tc>
        <w:tc>
          <w:tcPr>
            <w:tcW w:w="12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МФ</w:t>
            </w:r>
          </w:p>
        </w:tc>
        <w:tc>
          <w:tcPr>
            <w:tcW w:w="18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МФ, налоговые управления по районам, городам и районам в городах, на территории специальных экономических зон, межрайонные налоговые управления</w:t>
            </w:r>
          </w:p>
        </w:tc>
        <w:tc>
          <w:tcPr>
            <w:tcW w:w="13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МФ, налоговые управления по районам, городам и районам в городах, на территории специальных экономических зон, межрайонные налоговые управления</w:t>
            </w:r>
          </w:p>
        </w:tc>
        <w:tc>
          <w:tcPr>
            <w:tcW w:w="10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463.</w:t>
            </w:r>
          </w:p>
        </w:tc>
        <w:tc>
          <w:tcPr>
            <w:tcW w:w="11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01601016</w:t>
            </w:r>
          </w:p>
        </w:tc>
        <w:tc>
          <w:tcPr>
            <w:tcW w:w="19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Регистрационный учет по месту нахождения объектов налогообложения и (или) объектов, связанных с налогообложением</w:t>
            </w:r>
          </w:p>
        </w:tc>
        <w:tc>
          <w:tcPr>
            <w:tcW w:w="12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МФ</w:t>
            </w:r>
          </w:p>
        </w:tc>
        <w:tc>
          <w:tcPr>
            <w:tcW w:w="18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Налоговые управления по районам, городам и районам в городах, на территории специальных экономических зон, межрайонные налоговые управления</w:t>
            </w:r>
          </w:p>
        </w:tc>
        <w:tc>
          <w:tcPr>
            <w:tcW w:w="13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Налоговые управления по районам, городам и районам в городах, на территории специальных экономических зон, межрайонные налоговые управления</w:t>
            </w:r>
          </w:p>
        </w:tc>
        <w:tc>
          <w:tcPr>
            <w:tcW w:w="10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464.</w:t>
            </w:r>
          </w:p>
        </w:tc>
        <w:tc>
          <w:tcPr>
            <w:tcW w:w="11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01601017</w:t>
            </w:r>
          </w:p>
        </w:tc>
        <w:tc>
          <w:tcPr>
            <w:tcW w:w="19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Прием налоговых форм при экспорте (импорте) товаров в рамках таможенного союза</w:t>
            </w:r>
          </w:p>
        </w:tc>
        <w:tc>
          <w:tcPr>
            <w:tcW w:w="12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МФ</w:t>
            </w:r>
          </w:p>
        </w:tc>
        <w:tc>
          <w:tcPr>
            <w:tcW w:w="18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Налоговые управления по районам, городам и районам в городах, на территории специальных экономических зон, межрайонные налоговые управления</w:t>
            </w:r>
          </w:p>
        </w:tc>
        <w:tc>
          <w:tcPr>
            <w:tcW w:w="13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Налоговые управления по районам, городам и районам в городах, на территории специальных экономических зон, межрайонные налоговые управления</w:t>
            </w:r>
          </w:p>
        </w:tc>
        <w:tc>
          <w:tcPr>
            <w:tcW w:w="10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465.</w:t>
            </w:r>
          </w:p>
        </w:tc>
        <w:tc>
          <w:tcPr>
            <w:tcW w:w="11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01601018</w:t>
            </w:r>
          </w:p>
        </w:tc>
        <w:tc>
          <w:tcPr>
            <w:tcW w:w="19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Постановка и снятие с учета контрольно-кассовых машин (ККМ)</w:t>
            </w:r>
          </w:p>
        </w:tc>
        <w:tc>
          <w:tcPr>
            <w:tcW w:w="12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МФ</w:t>
            </w:r>
          </w:p>
        </w:tc>
        <w:tc>
          <w:tcPr>
            <w:tcW w:w="18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Налоговые управления по районам, городам и районам в городах, на территории специальных экономических зон, межрайонные налоговые управления</w:t>
            </w:r>
          </w:p>
        </w:tc>
        <w:tc>
          <w:tcPr>
            <w:tcW w:w="137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Налоговые управления по районам, городам и районам в городах, на территории специальных экономических зон, межрайонные налоговые управления</w:t>
            </w:r>
          </w:p>
        </w:tc>
        <w:tc>
          <w:tcPr>
            <w:tcW w:w="10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45"/>
        <w:gridCol w:w="946"/>
        <w:gridCol w:w="1650"/>
        <w:gridCol w:w="1296"/>
        <w:gridCol w:w="533"/>
        <w:gridCol w:w="1200"/>
        <w:gridCol w:w="1395"/>
        <w:gridCol w:w="1020"/>
        <w:gridCol w:w="1263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01602. Бухгалтерский учет и финансовая отчетность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466.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01602001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свидетельства об аккредитации профессиональной организации бухгалтеров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МФ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финансового контроля МФ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финансового контроля МФ, веб-портал «электронного правительства»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467.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01602002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свидетельства об аккредитации организации по профессиональной сертификации бухгалтеров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МФ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финансового контроля МФ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финансового контроля МФ, веб-портал «электронного правительства»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45"/>
        <w:gridCol w:w="946"/>
        <w:gridCol w:w="1650"/>
        <w:gridCol w:w="1296"/>
        <w:gridCol w:w="533"/>
        <w:gridCol w:w="1200"/>
        <w:gridCol w:w="1395"/>
        <w:gridCol w:w="1020"/>
        <w:gridCol w:w="1263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01603. Аудиторская деятельность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468.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01603001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свидетельства об аккредитации профессиональной аудиторской организации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МФ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финансового контроля МФ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финансового контроля МФ, веб-портал «электронного правительства»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469.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01603002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на осуществление аудиторской деятельности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МФ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финансового контроля МФ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веб-портал «электронного правительства»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49"/>
        <w:gridCol w:w="951"/>
        <w:gridCol w:w="1674"/>
        <w:gridCol w:w="1303"/>
        <w:gridCol w:w="467"/>
        <w:gridCol w:w="1206"/>
        <w:gridCol w:w="1403"/>
        <w:gridCol w:w="1025"/>
        <w:gridCol w:w="1270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017. Государственное регулирование, контроль и надзор финансового рынка и финансовых организаций</w:t>
            </w:r>
          </w:p>
        </w:tc>
      </w:tr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01701. Выдача разрешительных документов (включая лицензирование, регистрацию, сертификацию) в сфере деятельности банков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470.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01701001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организациям, осуществляющим отдельные виды банковских операций, на инкассацию банкнот, монет и ценностей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36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Центральный аппарат НБ, веб-портал «электронного правительства»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471.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01701002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согласия на приобретение статуса крупного участника банка или банковского холдинга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</w:t>
            </w:r>
          </w:p>
        </w:tc>
        <w:tc>
          <w:tcPr>
            <w:tcW w:w="136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НБ, веб-портал «электронного правительства»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472.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01701003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разрешения на открытие банка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</w:t>
            </w:r>
          </w:p>
        </w:tc>
        <w:tc>
          <w:tcPr>
            <w:tcW w:w="136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НБ, веб-портал «электронного правительства»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473.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01701004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банкам на проведение банковских и иных операций, предусмотренных банковским законодательством Республики Казахстан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</w:t>
            </w:r>
          </w:p>
        </w:tc>
        <w:tc>
          <w:tcPr>
            <w:tcW w:w="136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НБ, веб-портал «электронного правительства»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474.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01701005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организациям, осуществляющим отдельные виды банковских операций, на банковские операции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</w:t>
            </w:r>
          </w:p>
        </w:tc>
        <w:tc>
          <w:tcPr>
            <w:tcW w:w="136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НБ, веб-портал «электронного правительства»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475.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01701006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на банковские операции, осуществляемые исламскими банками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</w:t>
            </w:r>
          </w:p>
        </w:tc>
        <w:tc>
          <w:tcPr>
            <w:tcW w:w="136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НБ, веб-портал «электронного правительства»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476.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01701007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разрешения на создание или приобретение дочерней организации банком и (или) банковским холдингом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</w:t>
            </w:r>
          </w:p>
        </w:tc>
        <w:tc>
          <w:tcPr>
            <w:tcW w:w="136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НБ,  веб-портал «электронного правительства»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477.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01701008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разрешения на значительное участие банка и (или) банковского холдинга в уставном капитале организаций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</w:t>
            </w:r>
          </w:p>
        </w:tc>
        <w:tc>
          <w:tcPr>
            <w:tcW w:w="136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НБ, веб-портал «электронного правительства»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478.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01701009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разрешения на добровольную реорганизацию банка (банковского холдинга)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</w:t>
            </w:r>
          </w:p>
        </w:tc>
        <w:tc>
          <w:tcPr>
            <w:tcW w:w="136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НБ, веб-портал «электронного правительства»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479.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01701010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разрешения на добровольную ликвидацию банка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</w:t>
            </w:r>
          </w:p>
        </w:tc>
        <w:tc>
          <w:tcPr>
            <w:tcW w:w="136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НБ, веб-портал «электронного правительства»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75"/>
        <w:gridCol w:w="1012"/>
        <w:gridCol w:w="1643"/>
        <w:gridCol w:w="1393"/>
        <w:gridCol w:w="488"/>
        <w:gridCol w:w="1289"/>
        <w:gridCol w:w="1289"/>
        <w:gridCol w:w="1092"/>
        <w:gridCol w:w="1067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01702. Выдача разрешительных документов (включая лицензирование, регистрацию, сертификацию) в сфере деятельности пенсионных фондов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480.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01702001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согласия на приобретение статуса крупного участника управляющего инвестиционным портфелем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</w:t>
            </w:r>
          </w:p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481.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01702002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разрешения на реорганизацию добровольного накопительного пенсионного фонда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482.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01702003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разрешения на добровольную ликвидацию добровольного накопительного пенсионного фонда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46"/>
        <w:gridCol w:w="946"/>
        <w:gridCol w:w="1722"/>
        <w:gridCol w:w="1295"/>
        <w:gridCol w:w="465"/>
        <w:gridCol w:w="1199"/>
        <w:gridCol w:w="1394"/>
        <w:gridCol w:w="1019"/>
        <w:gridCol w:w="1262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01703. Выдача разрешительных документов (включая лицензирование, регистрацию, сертификацию) в сфере рынка страховых услуг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483.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01703001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согласия на приобретение статуса страхового холдинга или крупного участника страховой (перестраховочной) организации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</w:t>
            </w:r>
          </w:p>
        </w:tc>
        <w:tc>
          <w:tcPr>
            <w:tcW w:w="13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НБ, веб-портал «электронного правительства»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484.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01703002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разрешения на создание страховой (перестраховочной) организации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</w:t>
            </w:r>
          </w:p>
        </w:tc>
        <w:tc>
          <w:tcPr>
            <w:tcW w:w="13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НБ, веб-портал «электронного правительства»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485.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01703003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по отрасли «страхование жизни»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</w:t>
            </w:r>
          </w:p>
        </w:tc>
        <w:tc>
          <w:tcPr>
            <w:tcW w:w="13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НБ, веб-портал «электронного правительства»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486.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01703004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по отрасли «общее страхование»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</w:t>
            </w:r>
          </w:p>
        </w:tc>
        <w:tc>
          <w:tcPr>
            <w:tcW w:w="13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НБ, веб-портал «электронного правительства»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487.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01703005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на виды обязательного страхования, установленные законами Республики Казахстан и являющиеся отдельными классами страхования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</w:t>
            </w:r>
          </w:p>
        </w:tc>
        <w:tc>
          <w:tcPr>
            <w:tcW w:w="13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НБ, веб-портал «электронного правительства»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488.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01703006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на деятельность по перестрахованию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</w:t>
            </w:r>
          </w:p>
        </w:tc>
        <w:tc>
          <w:tcPr>
            <w:tcW w:w="13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НБ, веб-портал «электронного правительства»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489.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01703007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на осуществление деятельности страхового брокера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</w:t>
            </w:r>
          </w:p>
        </w:tc>
        <w:tc>
          <w:tcPr>
            <w:tcW w:w="13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НБ, веб-портал «электронного правительства»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490.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01703008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разрешения на создание или приобретение дочерней организации страховой (перестраховочной) организацией и (или) страховым холдингом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</w:t>
            </w:r>
          </w:p>
        </w:tc>
        <w:tc>
          <w:tcPr>
            <w:tcW w:w="13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НБ, веб-портал «электронного правительства»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491.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01703009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разрешения на значительное участие страховой (перестраховочной) организации и (или) страхового холдинга в капиталах организаций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</w:t>
            </w:r>
          </w:p>
        </w:tc>
        <w:tc>
          <w:tcPr>
            <w:tcW w:w="13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НБ, веб-портал «электронного правительства»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492.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01703010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разрешения на добровольную реорганизацию страховой (перестраховочной) организации и страхового холдинга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</w:t>
            </w:r>
          </w:p>
        </w:tc>
        <w:tc>
          <w:tcPr>
            <w:tcW w:w="13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НБ, веб-портал «электронного правительства»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493.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01703011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согласия на добровольную ликвидацию страховой (перестраховочной) организации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</w:t>
            </w:r>
          </w:p>
        </w:tc>
        <w:tc>
          <w:tcPr>
            <w:tcW w:w="13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НБ, веб-портал «электронного правительства»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494.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01703012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разрешения на добровольную реорганизацию акционерного общества «Фонд гарантирования страховых выплат»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</w:t>
            </w:r>
          </w:p>
        </w:tc>
        <w:tc>
          <w:tcPr>
            <w:tcW w:w="13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НБ, веб-портал «электронного правительства»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495.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01703013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разрешения на добровольную ликвидацию акционерного общества «Фонд гарантирования страховых выплат»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</w:t>
            </w:r>
          </w:p>
        </w:tc>
        <w:tc>
          <w:tcPr>
            <w:tcW w:w="13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НБ, веб-портал «электронного правительства»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09"/>
        <w:gridCol w:w="866"/>
        <w:gridCol w:w="1579"/>
        <w:gridCol w:w="1177"/>
        <w:gridCol w:w="438"/>
        <w:gridCol w:w="1092"/>
        <w:gridCol w:w="1439"/>
        <w:gridCol w:w="932"/>
        <w:gridCol w:w="1816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01704. Прочие государственные услуги в сфере государственного регулирования, контроля и надзора финансового рынка и финансовых организаций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496.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01704001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Возмещение затрат на аудит финансовой отчетности эмитентов ценных бумаг, допущенных на специальную торговую площадку регионального финансового центра города Алматы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3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Центральный аппарат НБ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497.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01704002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Регистрация и перерегистрация обменного пункта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3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филиалы НБ, веб-портал «электронного правительства»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498.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01704003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Регистрация валютной операции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</w:t>
            </w:r>
          </w:p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</w:t>
            </w:r>
          </w:p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3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филиалы НБ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499.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01704004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на осуществление деятельности по организации обменных операций с иностранной валютой уполномоченным организациям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3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филиалы НБ, веб-портал «электронного правительства»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500.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01704005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Согласование свода правил центрального депозитария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</w:t>
            </w:r>
          </w:p>
        </w:tc>
        <w:tc>
          <w:tcPr>
            <w:tcW w:w="13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501.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01704006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Согласование правил организатора торгов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</w:t>
            </w:r>
          </w:p>
        </w:tc>
        <w:tc>
          <w:tcPr>
            <w:tcW w:w="13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502.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01704007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согласия на избрание (назначение) руководящих работников финансовых организаций, банковских, страховых холдингов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</w:t>
            </w:r>
          </w:p>
        </w:tc>
        <w:tc>
          <w:tcPr>
            <w:tcW w:w="13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НБ, веб-портал «электронного правительства»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503.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01704008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Аккредитация физического или юридического лица, имеющего лицензию на осуществление деятельности по оценке имущества (за исключением объектов интеллектуальной собственности, стоимости нематериальных активов)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</w:t>
            </w:r>
          </w:p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</w:t>
            </w:r>
          </w:p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</w:t>
            </w:r>
          </w:p>
        </w:tc>
        <w:tc>
          <w:tcPr>
            <w:tcW w:w="13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НБ, веб-портал «электронного правительства»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504.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01704009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Государственная регистрация выпуска объявленных акций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</w:t>
            </w:r>
          </w:p>
        </w:tc>
        <w:tc>
          <w:tcPr>
            <w:tcW w:w="13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НБ, веб-портал «электронного правительства»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505.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01704010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Государственная регистрация выпуска негосударственных облигаций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</w:t>
            </w:r>
          </w:p>
        </w:tc>
        <w:tc>
          <w:tcPr>
            <w:tcW w:w="13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НБ, веб-портал «электронного правительства»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506.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01704011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Государственная регистрация выпуска паев паевых инвестиционных фондов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</w:t>
            </w:r>
          </w:p>
        </w:tc>
        <w:tc>
          <w:tcPr>
            <w:tcW w:w="13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НБ, веб-портал «электронного правительства»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507.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01704012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уведомления об утверждении отчета об итогах размещения акций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</w:t>
            </w:r>
          </w:p>
        </w:tc>
        <w:tc>
          <w:tcPr>
            <w:tcW w:w="13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508.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01704013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уведомления об утверждении отчета об итогах размещения облигаций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</w:t>
            </w:r>
          </w:p>
        </w:tc>
        <w:tc>
          <w:tcPr>
            <w:tcW w:w="13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509.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01704014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Прием квалификационного экзамена актуариев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</w:t>
            </w:r>
          </w:p>
        </w:tc>
        <w:tc>
          <w:tcPr>
            <w:tcW w:w="13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НБ, веб-портал «электронного правительства»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510.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01704015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акта ввода системы управления базы данных кредитных историй в эксплуатацию кредитного бюро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</w:t>
            </w:r>
          </w:p>
        </w:tc>
        <w:tc>
          <w:tcPr>
            <w:tcW w:w="13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НБ, веб-портал «электронного правительства»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511.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01704016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уведомления об утверждении отчета об итогах размещения паев паевого инвестиционного фонда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</w:t>
            </w:r>
          </w:p>
        </w:tc>
        <w:tc>
          <w:tcPr>
            <w:tcW w:w="13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512.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01704017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Перевод документации участников регионального финансового центра города Алматы с английского языка на казахский и русский языки для представления в государственные органы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3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Центральный аппарат НБ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513.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01704018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на осуществление деятельности кредитного бюро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</w:t>
            </w:r>
          </w:p>
        </w:tc>
        <w:tc>
          <w:tcPr>
            <w:tcW w:w="13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НБ, веб-портал «электронного правительства»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514.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01704019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на осуществление актуарной деятельности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</w:t>
            </w:r>
          </w:p>
        </w:tc>
        <w:tc>
          <w:tcPr>
            <w:tcW w:w="13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НБ, веб-портал «электронного правительства»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515.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01704020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разрешения на добровольную реорганизацию или ликвидацию исламской специальной финансовой компании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</w:t>
            </w:r>
          </w:p>
        </w:tc>
        <w:tc>
          <w:tcPr>
            <w:tcW w:w="13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516.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01704021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Признание общества публичной компанией или отзыв у него статуса публичной компании в установленном им порядке на основании заявления общества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</w:t>
            </w:r>
          </w:p>
        </w:tc>
        <w:tc>
          <w:tcPr>
            <w:tcW w:w="13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517.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01704022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Ходатайство о выдаче виз иностранцам и лицам без гражданства, прибывающим на территорию Республики Казахстан для осуществления деятельности в региональном финансовом центре города Алматы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</w:t>
            </w:r>
          </w:p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</w:t>
            </w:r>
          </w:p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3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Центральный аппарат НБ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518.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01704023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Согласование свода правил регистратора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</w:t>
            </w:r>
          </w:p>
        </w:tc>
        <w:tc>
          <w:tcPr>
            <w:tcW w:w="13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519.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01704024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разрешения на размещение эмиссионных ценных бумаг организации-резидента Республики Казахстан на территории иностранного государства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</w:t>
            </w:r>
          </w:p>
        </w:tc>
        <w:tc>
          <w:tcPr>
            <w:tcW w:w="13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НБ, веб-портал «электронного правительства»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520.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01704025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разрешения на выпуск эмиссионных ценных бумаг организации-резидента Республики Казахстан на территории иностранного государства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</w:t>
            </w:r>
          </w:p>
        </w:tc>
        <w:tc>
          <w:tcPr>
            <w:tcW w:w="13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НБ, веб-портал «электронного правительства»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521.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01704026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Подтверждение уведомления о валютной операции и счете в иностранном банке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3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Центральный аппарат и территориальные филиалы НБ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522.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01704027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лицензий, переоформление, выдача дубликатов лицензий на осуществление деятельности на рынке ценных бумаг, предусмотренной законодательством Республики Казахстан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</w:t>
            </w:r>
          </w:p>
        </w:tc>
        <w:tc>
          <w:tcPr>
            <w:tcW w:w="13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НБ, веб-портал «электронного правительства»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523.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01704028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Учетная регистрация микрофинансовых организаций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3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филиалы НБ, веб-портал «электронного правительства»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524.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01704029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согласия на избрание (назначение) руководящих работников акционерного общества «Фонд гарантирования страховых выплат»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</w:t>
            </w:r>
          </w:p>
        </w:tc>
        <w:tc>
          <w:tcPr>
            <w:tcW w:w="13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525.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01704030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Согласование правил осуществления клиринговой деятельности по сделкам с финансовыми инструментами 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НБ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</w:t>
            </w:r>
          </w:p>
        </w:tc>
        <w:tc>
          <w:tcPr>
            <w:tcW w:w="136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и надзору финансового рынка и финансовых организаций НБ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05"/>
        <w:gridCol w:w="854"/>
        <w:gridCol w:w="1686"/>
        <w:gridCol w:w="1160"/>
        <w:gridCol w:w="493"/>
        <w:gridCol w:w="1198"/>
        <w:gridCol w:w="1246"/>
        <w:gridCol w:w="919"/>
        <w:gridCol w:w="1787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018. Таможенное дело</w:t>
            </w:r>
          </w:p>
        </w:tc>
      </w:tr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01801. Прочие государственные услуги в сфере таможенного дела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526.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01801001</w:t>
            </w:r>
          </w:p>
        </w:tc>
        <w:tc>
          <w:tcPr>
            <w:tcW w:w="192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Включение объектов авторских прав и смежных прав, товарных знаков, знаков обслуживания и наименований мест происхождения товаров в таможенный реестр объектов интеллектуальной собственности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МФ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таможенного контроля МФ</w:t>
            </w:r>
          </w:p>
        </w:tc>
        <w:tc>
          <w:tcPr>
            <w:tcW w:w="136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таможенного контроля МФ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527.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01801002</w:t>
            </w:r>
          </w:p>
        </w:tc>
        <w:tc>
          <w:tcPr>
            <w:tcW w:w="192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Присвоение статуса уполномоченного экономического оператора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МФ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таможенного контроля МФ</w:t>
            </w:r>
          </w:p>
        </w:tc>
        <w:tc>
          <w:tcPr>
            <w:tcW w:w="136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таможенного контроля МФ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528.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01801003</w:t>
            </w:r>
          </w:p>
        </w:tc>
        <w:tc>
          <w:tcPr>
            <w:tcW w:w="192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Включение в реестр таможенных представителей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МФ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таможенного контроля МФ</w:t>
            </w:r>
          </w:p>
        </w:tc>
        <w:tc>
          <w:tcPr>
            <w:tcW w:w="136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таможенного контроля МФ, веб-портал «электронного правительства»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Электронная/бумажная 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529.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01801004</w:t>
            </w:r>
          </w:p>
        </w:tc>
        <w:tc>
          <w:tcPr>
            <w:tcW w:w="192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Включение в реестр таможенных перевозчиков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МФ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таможенного контроля МФ</w:t>
            </w:r>
          </w:p>
        </w:tc>
        <w:tc>
          <w:tcPr>
            <w:tcW w:w="136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таможенного контроля МФ, веб-портал «электронного правительства»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Электронная/бумажная 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530.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01801005</w:t>
            </w:r>
          </w:p>
        </w:tc>
        <w:tc>
          <w:tcPr>
            <w:tcW w:w="192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Осуществление безбумажного таможенного декларирования товаров, перемещаемых через таможенную границу Таможенного союза (таможенная процедура – экспорт)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МФ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таможенного контроля МФ</w:t>
            </w:r>
          </w:p>
        </w:tc>
        <w:tc>
          <w:tcPr>
            <w:tcW w:w="136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Департаменты таможенного контроля и таможни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531.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01801006</w:t>
            </w:r>
          </w:p>
        </w:tc>
        <w:tc>
          <w:tcPr>
            <w:tcW w:w="192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Принятие предварительных решений относительно определения страны происхождения товара при применении преференциального и непреференциального режимов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МФ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таможенного контроля МФ</w:t>
            </w:r>
          </w:p>
        </w:tc>
        <w:tc>
          <w:tcPr>
            <w:tcW w:w="136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таможенного контроля МФ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532.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01801007</w:t>
            </w:r>
          </w:p>
        </w:tc>
        <w:tc>
          <w:tcPr>
            <w:tcW w:w="192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Принятие предварительных решений по классификации товаров 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МФ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таможенного контроля МФ</w:t>
            </w:r>
          </w:p>
        </w:tc>
        <w:tc>
          <w:tcPr>
            <w:tcW w:w="136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таможенного контроля МФ, департаменты таможенного контроля и таможни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533.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01801008</w:t>
            </w:r>
          </w:p>
        </w:tc>
        <w:tc>
          <w:tcPr>
            <w:tcW w:w="192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Подтверждение о наличии излишне (ошибочно) уплаченных сумм таможенных пошлин, налогов и таможенных сборов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МФ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Департаменты таможенного контроля и таможни</w:t>
            </w:r>
          </w:p>
        </w:tc>
        <w:tc>
          <w:tcPr>
            <w:tcW w:w="136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Департаменты таможенного контроля и таможни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534.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01801009</w:t>
            </w:r>
          </w:p>
        </w:tc>
        <w:tc>
          <w:tcPr>
            <w:tcW w:w="192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акта сверки расчетов по таможенным пошлинам, налогам, таможенным сборам и пеням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МФ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Департаменты таможенного контроля и таможни</w:t>
            </w:r>
          </w:p>
        </w:tc>
        <w:tc>
          <w:tcPr>
            <w:tcW w:w="136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Департаменты таможенного контроля и таможни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535.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01801010</w:t>
            </w:r>
          </w:p>
        </w:tc>
        <w:tc>
          <w:tcPr>
            <w:tcW w:w="192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решения о классификации товара в несобранном или разобранном виде, в том числе в некомплектном или незавершенном виде, ввоз которого предполагается различными партиями в течение определенного периода времени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МФ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таможенного контроля МФ</w:t>
            </w:r>
          </w:p>
        </w:tc>
        <w:tc>
          <w:tcPr>
            <w:tcW w:w="136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таможенного контроля МФ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536.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01801011</w:t>
            </w:r>
          </w:p>
        </w:tc>
        <w:tc>
          <w:tcPr>
            <w:tcW w:w="192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Таможенная очистка и выпуск товаров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МФ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таможенного контроля МФ</w:t>
            </w:r>
          </w:p>
        </w:tc>
        <w:tc>
          <w:tcPr>
            <w:tcW w:w="136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Департаменты таможенного контроля и таможни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13"/>
        <w:gridCol w:w="871"/>
        <w:gridCol w:w="1741"/>
        <w:gridCol w:w="1186"/>
        <w:gridCol w:w="590"/>
        <w:gridCol w:w="1449"/>
        <w:gridCol w:w="1449"/>
        <w:gridCol w:w="938"/>
        <w:gridCol w:w="1111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019. Безопасность, оборона и правосудие</w:t>
            </w:r>
          </w:p>
        </w:tc>
      </w:tr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01901. Выдача разрешительных документов (включая лицензирование, регистрацию, сертификацию) в сфере безопасности, правосудия и обороны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537.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01901001</w:t>
            </w:r>
          </w:p>
        </w:tc>
        <w:tc>
          <w:tcPr>
            <w:tcW w:w="191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 на осуществление деятельности по разработке, производству, ремонту, торговле, коллекционированию, экспонированию и приобретению гражданского и служебного оружия и патронов к нему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МВД</w:t>
            </w:r>
          </w:p>
        </w:tc>
        <w:tc>
          <w:tcPr>
            <w:tcW w:w="18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МВД, подразделения лицензионно-разрешительной системы ДВД областей, гг. Астана и Алматы на транспорте, городские, районные органы внутренних дел</w:t>
            </w:r>
          </w:p>
        </w:tc>
        <w:tc>
          <w:tcPr>
            <w:tcW w:w="13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МВД, подразделения лицензионно-разрешительной системы ДВД областей, гг. Астана и Алматы на транспорте, городские, районные органы внутренних дел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538.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01901002</w:t>
            </w:r>
          </w:p>
        </w:tc>
        <w:tc>
          <w:tcPr>
            <w:tcW w:w="191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 на осуществление деятельности по разработке, производству, торговле, использованию и приобретению гражданских пиротехнических веществ и изделий с их применением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МВД</w:t>
            </w:r>
          </w:p>
        </w:tc>
        <w:tc>
          <w:tcPr>
            <w:tcW w:w="18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МВД, подразделения лицензионно-разрешительной системы ДВД областей, гг. Астана и Алматы на транспорте</w:t>
            </w:r>
          </w:p>
        </w:tc>
        <w:tc>
          <w:tcPr>
            <w:tcW w:w="13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МВД, подразделения лицензионно-разрешительной системы ДВД областей, гг. Астана и Алматы на транспорте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539.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01901003</w:t>
            </w:r>
          </w:p>
        </w:tc>
        <w:tc>
          <w:tcPr>
            <w:tcW w:w="191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для занятия деятельностью по разработке, производству, ремонту и реализации специальных технических средств, предназначенных для проведения оперативно-розыскных мероприятий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КНБ</w:t>
            </w:r>
          </w:p>
        </w:tc>
        <w:tc>
          <w:tcPr>
            <w:tcW w:w="18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КНБ</w:t>
            </w:r>
          </w:p>
        </w:tc>
        <w:tc>
          <w:tcPr>
            <w:tcW w:w="13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КНБ, веб-портал «электронного правительства»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540.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01901004</w:t>
            </w:r>
          </w:p>
        </w:tc>
        <w:tc>
          <w:tcPr>
            <w:tcW w:w="191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на разработку и реализацию (в том числе иную передачу) средств криптографической защиты информации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КНБ</w:t>
            </w:r>
          </w:p>
        </w:tc>
        <w:tc>
          <w:tcPr>
            <w:tcW w:w="18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КНБ</w:t>
            </w:r>
          </w:p>
        </w:tc>
        <w:tc>
          <w:tcPr>
            <w:tcW w:w="13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КНБ, веб-портал «электронного правительства»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541.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01901005</w:t>
            </w:r>
          </w:p>
        </w:tc>
        <w:tc>
          <w:tcPr>
            <w:tcW w:w="191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на оказание услуг по выявлению технических каналов утечки информации и специальных технических средств, предназначенных для проведения оперативно-розыскных мероприятий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КНБ</w:t>
            </w:r>
          </w:p>
        </w:tc>
        <w:tc>
          <w:tcPr>
            <w:tcW w:w="18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КНБ</w:t>
            </w:r>
          </w:p>
        </w:tc>
        <w:tc>
          <w:tcPr>
            <w:tcW w:w="13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КНБ, веб-портал «электронного правительства»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542.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01901006</w:t>
            </w:r>
          </w:p>
        </w:tc>
        <w:tc>
          <w:tcPr>
            <w:tcW w:w="191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заключения (разрешительного документа) на ввоз и вывоз специальных технических средств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КНБ</w:t>
            </w:r>
          </w:p>
        </w:tc>
        <w:tc>
          <w:tcPr>
            <w:tcW w:w="18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КНБ</w:t>
            </w:r>
          </w:p>
        </w:tc>
        <w:tc>
          <w:tcPr>
            <w:tcW w:w="13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КНБ, веб-портал «электронного правительства»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543.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01901007</w:t>
            </w:r>
          </w:p>
        </w:tc>
        <w:tc>
          <w:tcPr>
            <w:tcW w:w="191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заключения (разрешительного документа) на ввоз или вывоз товаров, содержащих шифровальные (криптографические) средства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КНБ</w:t>
            </w:r>
          </w:p>
        </w:tc>
        <w:tc>
          <w:tcPr>
            <w:tcW w:w="18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КНБ</w:t>
            </w:r>
          </w:p>
        </w:tc>
        <w:tc>
          <w:tcPr>
            <w:tcW w:w="13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КНБ, веб-портал «электронного правительства»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544.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01901008</w:t>
            </w:r>
          </w:p>
        </w:tc>
        <w:tc>
          <w:tcPr>
            <w:tcW w:w="191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на право занятия охранной деятельностью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МВД</w:t>
            </w:r>
          </w:p>
        </w:tc>
        <w:tc>
          <w:tcPr>
            <w:tcW w:w="18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подразделения МВД</w:t>
            </w:r>
          </w:p>
        </w:tc>
        <w:tc>
          <w:tcPr>
            <w:tcW w:w="137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подразделения МВД, веб-портал «электронного правительства»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16"/>
        <w:gridCol w:w="879"/>
        <w:gridCol w:w="1681"/>
        <w:gridCol w:w="1136"/>
        <w:gridCol w:w="595"/>
        <w:gridCol w:w="1464"/>
        <w:gridCol w:w="1464"/>
        <w:gridCol w:w="946"/>
        <w:gridCol w:w="1167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01902. Прочие государственные услуги в сфере безопасности, правосудия и обороны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545.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01902001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архивных справок и/или копий архивных документов в пределах архивов Комитета по правовой статистике и специальным учетам Генеральной прокуратуры Республики Казахстан и его территориальных управлений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ГП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ГП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КПССУ ГП, территориальные управления КПССУ ГП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546.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01902002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Представление правовой статистической информации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ГП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ГП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КПССУ ГП, территориальные управления КПССУ ГП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547.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01902003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Проведение технического исследования на предмет отнесения товаров к специальным техническим средствам, предназначенным для проведения оперативно-розыскных мероприятий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КНБ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КНБ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КНБ, территориальные подразделения КНБ, веб-портал «электронного правительства»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Электронная/ бумажная 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548.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01902004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Проведение технического исследования на предмет отнесения товаров к средствам криптографической защиты информации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КНБ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КНБ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КНБ, территориальные подразделения КНБ, веб-портал «электронного правительства»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Электронная/ бумажная 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549.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01902005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Регистрация нотификаций о характеристиках товаров, содержащих шифровальные (криптографические) средства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КНБ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КНБ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КНБ, веб-портал «электронного правительства»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Электронная/ бумажная 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550.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01902006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Оформление приглашений на въезд в Республику Казахстан по частным делам и с целью воссоединения семьи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МВД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подразделения миграционной полиции МВД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подразделения миграционной полиции МВД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551.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01902007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Продление и выдача выездных виз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МВД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подразделения миграционной полиции МВД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подразделения миграционной полиции МВД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552.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01902008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пропуска на въезд в пограничную зону иностранцам и лицам без гражданства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МВД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подразделения миграционной полиции МВД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подразделения миграционной полиции МВД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553.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01902009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Принятие заявлений, регистрация и выдача печатей нотариусов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Департаменты юстиции областей, гг. Астана и Алматы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Департаменты юстиции областей, гг. Астана и Алматы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87"/>
        <w:gridCol w:w="1095"/>
        <w:gridCol w:w="1690"/>
        <w:gridCol w:w="1353"/>
        <w:gridCol w:w="750"/>
        <w:gridCol w:w="1047"/>
        <w:gridCol w:w="880"/>
        <w:gridCol w:w="1119"/>
        <w:gridCol w:w="1327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020. Защита конкуренции</w:t>
            </w:r>
          </w:p>
        </w:tc>
      </w:tr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02001. Прочие государственные услуги в сфере защиты конкуренции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554.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02001001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Рассмотрение ходатайств о согласии на экономическую концентрацию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АЗК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АЗК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АЗК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82"/>
        <w:gridCol w:w="1025"/>
        <w:gridCol w:w="1748"/>
        <w:gridCol w:w="1413"/>
        <w:gridCol w:w="624"/>
        <w:gridCol w:w="1018"/>
        <w:gridCol w:w="1249"/>
        <w:gridCol w:w="1107"/>
        <w:gridCol w:w="1082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021. Религия</w:t>
            </w:r>
          </w:p>
        </w:tc>
      </w:tr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02101. Прочие государственные услуги в сфере религии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555.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02101001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Проведение религиоведческой экспертизы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АДР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АДР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АДР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556.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02101002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решения об утверждении расположения специальных стационарных помещений для распространения религиозной литературы и иных информационных материалов религиозного содержания, предметов религиозного назначения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АДР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Управления по делам религий областей, гг. Астана и Алматы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557.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02101003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решения о согласовании расположения помещений для проведения религиозных мероприятий за пределами культовых зданий (сооружений)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АДР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Управления по делам религий областей, гг. Астана и Алматы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03"/>
        <w:gridCol w:w="852"/>
        <w:gridCol w:w="1810"/>
        <w:gridCol w:w="1157"/>
        <w:gridCol w:w="543"/>
        <w:gridCol w:w="1477"/>
        <w:gridCol w:w="1461"/>
        <w:gridCol w:w="917"/>
        <w:gridCol w:w="1128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022. Земельные отношения, геодезия и картография</w:t>
            </w:r>
          </w:p>
        </w:tc>
      </w:tr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02201. Земельные отношения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558.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02201001</w:t>
            </w:r>
          </w:p>
        </w:tc>
        <w:tc>
          <w:tcPr>
            <w:tcW w:w="19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Представление информации об изготовлении идентификационного документа на земельный участок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МРР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РГП «Научно-производственный центр земельного кадастра»</w:t>
            </w:r>
          </w:p>
        </w:tc>
        <w:tc>
          <w:tcPr>
            <w:tcW w:w="13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РГП «Научно-производственный центр земельного кадастра», веб-портал «электронного правительства»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559.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02201002</w:t>
            </w:r>
          </w:p>
        </w:tc>
        <w:tc>
          <w:tcPr>
            <w:tcW w:w="19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Представление информации о правоустанавливающем документе первичного предоставления права на земельный участок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МРР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РГП «Научно-производственный центр земельного кадастра»</w:t>
            </w:r>
          </w:p>
        </w:tc>
        <w:tc>
          <w:tcPr>
            <w:tcW w:w="13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РГП «Научно-производственный центр земельного кадастра», веб-портал «электронного правительства»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560.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02201003</w:t>
            </w:r>
          </w:p>
        </w:tc>
        <w:tc>
          <w:tcPr>
            <w:tcW w:w="19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Определение кадастровой (оценочной) стоимости земельного участка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МРР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РГП «Научно-</w:t>
            </w:r>
            <w:r w:rsidRPr="00A855A1">
              <w:rPr>
                <w:rFonts w:ascii="Times New Roman" w:hAnsi="Times New Roman" w:cs="Times New Roman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производственный центр земельного кадастра» Комитета по управлению земельными ресурсами МРР</w:t>
            </w:r>
          </w:p>
        </w:tc>
        <w:tc>
          <w:tcPr>
            <w:tcW w:w="13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РГП «Научно-производственный центр земельного кадастра» Комитета по управлению земельными ресурсами МРР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561.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02201004</w:t>
            </w:r>
          </w:p>
        </w:tc>
        <w:tc>
          <w:tcPr>
            <w:tcW w:w="19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Утверждение кадастровой (оценочной) стоимости конкретных земельных участков, продаваемых в частную собственность государством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МРР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Управления земельных отношений областей и гг. Астана и Алматы, отделы земельных отношений и сельского хозяйства районов и городов областного значения</w:t>
            </w:r>
          </w:p>
        </w:tc>
        <w:tc>
          <w:tcPr>
            <w:tcW w:w="13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управления земельных отношений областей и гг. Астана и Алматы, отделы земельных отношений и сельского хозяйства районов и городов областного значения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562.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02201005</w:t>
            </w:r>
          </w:p>
        </w:tc>
        <w:tc>
          <w:tcPr>
            <w:tcW w:w="19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Утверждение землеустроительных проектов по формированию земельных участков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МРР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Управления земельных отношений областей и гг. Астана и Алматы, отделы земельных отношений и сельского хозяйства районов и городов областного значения</w:t>
            </w:r>
          </w:p>
        </w:tc>
        <w:tc>
          <w:tcPr>
            <w:tcW w:w="13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управления земельных отношений областей и гг. Астана и Алматы, отделы земельных отношений и сельского хозяйства районов и городов областного значения, веб-портал «электронного правительства»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563.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02201006</w:t>
            </w:r>
          </w:p>
        </w:tc>
        <w:tc>
          <w:tcPr>
            <w:tcW w:w="19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решения на изменение целевого назначения земельного участка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МРР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Алматы, районов и городов областного значения</w:t>
            </w:r>
          </w:p>
        </w:tc>
        <w:tc>
          <w:tcPr>
            <w:tcW w:w="13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МИО областей, гг. Астана и Алматы, районов и городов областного значения, веб-портал «электронного правительства»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564.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02201007</w:t>
            </w:r>
          </w:p>
        </w:tc>
        <w:tc>
          <w:tcPr>
            <w:tcW w:w="19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разрешения на использование земельного участка для изыскательских работ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МРР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Алматы, районов и городов областного значения</w:t>
            </w:r>
          </w:p>
        </w:tc>
        <w:tc>
          <w:tcPr>
            <w:tcW w:w="13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МИО областей, гг. Астана и Алматы, районов и городов областного значения, веб-портал «электронного правительства»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565.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02201008</w:t>
            </w:r>
          </w:p>
        </w:tc>
        <w:tc>
          <w:tcPr>
            <w:tcW w:w="19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Оформление и выдача актов на право частной собственности на земельный участок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МРР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РГП «Научно-производственный центр земельного кадастра»</w:t>
            </w:r>
          </w:p>
        </w:tc>
        <w:tc>
          <w:tcPr>
            <w:tcW w:w="13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РГП «Научно-производственный центр земельного кадастра», веб-портал «электронного правительства»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566.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02201009</w:t>
            </w:r>
          </w:p>
        </w:tc>
        <w:tc>
          <w:tcPr>
            <w:tcW w:w="19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Оформление и выдача актов на право постоянного землепользования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МРР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РГП «Научно-производственный центр земельного кадастра»</w:t>
            </w:r>
          </w:p>
        </w:tc>
        <w:tc>
          <w:tcPr>
            <w:tcW w:w="13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РГП «Научно-производственный центр земельного кадастра», веб-портал «электронного правительства»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567.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02201010</w:t>
            </w:r>
          </w:p>
        </w:tc>
        <w:tc>
          <w:tcPr>
            <w:tcW w:w="19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Оформление и выдача актов на право временного возмездного (долгосрочного, краткосрочного) землепользования (аренды)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МРР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РГП «Научно-производственный центр земельного кадастра»</w:t>
            </w:r>
          </w:p>
        </w:tc>
        <w:tc>
          <w:tcPr>
            <w:tcW w:w="13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РГП «Научно-производственный центр земельного кадастра», веб-портал «электронного правительства»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Электронная/ бумажная 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568.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02201011</w:t>
            </w:r>
          </w:p>
        </w:tc>
        <w:tc>
          <w:tcPr>
            <w:tcW w:w="19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Оформление и выдача актов на право временного безвозмездного землепользования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МРР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РГП «Научно-производственный центр земельного кадастра»</w:t>
            </w:r>
          </w:p>
        </w:tc>
        <w:tc>
          <w:tcPr>
            <w:tcW w:w="13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РГП «Научно-производственный центр земельного кадастра», веб-портал «электронного правительства»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569.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02201012</w:t>
            </w:r>
          </w:p>
        </w:tc>
        <w:tc>
          <w:tcPr>
            <w:tcW w:w="19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Представление информации о принадлежности земельного участка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МРР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РГП «Научно-производственный центр земельного кадастра»</w:t>
            </w:r>
          </w:p>
        </w:tc>
        <w:tc>
          <w:tcPr>
            <w:tcW w:w="13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РГП «Научно-производственный центр земельного кадастра», веб-портал «электронного правительства»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570.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02201013</w:t>
            </w:r>
          </w:p>
        </w:tc>
        <w:tc>
          <w:tcPr>
            <w:tcW w:w="19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Представление кадастровой информации на земельный участок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МРР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РГП «Научно-производственный центр земельного кадастра»</w:t>
            </w:r>
          </w:p>
        </w:tc>
        <w:tc>
          <w:tcPr>
            <w:tcW w:w="13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РГП «Научно-производственный центр земельного кадастра», веб-портал «электронного правительства»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571.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02201014</w:t>
            </w:r>
          </w:p>
        </w:tc>
        <w:tc>
          <w:tcPr>
            <w:tcW w:w="191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разрешений на перевод орошаемой пашни в неорошаемые виды угодий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МРР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</w:t>
            </w:r>
          </w:p>
        </w:tc>
        <w:tc>
          <w:tcPr>
            <w:tcW w:w="138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36"/>
        <w:gridCol w:w="924"/>
        <w:gridCol w:w="1566"/>
        <w:gridCol w:w="1197"/>
        <w:gridCol w:w="579"/>
        <w:gridCol w:w="1410"/>
        <w:gridCol w:w="1410"/>
        <w:gridCol w:w="995"/>
        <w:gridCol w:w="1231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02202. Геодезия и картография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572.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02202001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разрешения на проведение аэросъемочных работ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МРР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управлению земельными ресурсами МРР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управлению земельными ресурсами МРР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573.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02202002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разрешения на снос или перезакладку (перенос) геодезических пунктов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МРР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управлению земельными ресурсами МРР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управлению земельными ресурсами МРР, веб-портал «электронного правительства»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574.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02202003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субъектам геодезической и картографической деятельности сведений о геодезической и картографической изученности местности на участках планируемых работ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МРР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РГКП «Национальный картографо-геодезический фонд»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РГКП «Национальный картографо-геодезический фонд»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22"/>
        <w:gridCol w:w="895"/>
        <w:gridCol w:w="1544"/>
        <w:gridCol w:w="1157"/>
        <w:gridCol w:w="592"/>
        <w:gridCol w:w="1493"/>
        <w:gridCol w:w="1493"/>
        <w:gridCol w:w="963"/>
        <w:gridCol w:w="1189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023. Культура, информация и связь</w:t>
            </w:r>
          </w:p>
        </w:tc>
      </w:tr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02301. Выдача разрешительных документов (включая лицензирование, регистрацию, сертификацию) в сфере организации и предоставления связи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575.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02301001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разрешения на использование радиочастотного спектра Республики Казахстан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связи и информатизации МТК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подразделения Комитета связи и информатизации МТК, веб-портал «электронного правительства»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576.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02301002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на предоставление услуг в области связи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связи и информатизации МТК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связи и информатизации МТК, веб-портал «электронного правительства»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577.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02301003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разрешения на эксплуатацию радиоэлектронных средств и высокочастотных устройств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подразделения Комитета связи и информатизации МТК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подразделения Комитета связи и информатизации МТК, веб-портал «электронного правительства»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16"/>
        <w:gridCol w:w="883"/>
        <w:gridCol w:w="1570"/>
        <w:gridCol w:w="1202"/>
        <w:gridCol w:w="603"/>
        <w:gridCol w:w="1476"/>
        <w:gridCol w:w="1476"/>
        <w:gridCol w:w="950"/>
        <w:gridCol w:w="1172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02302. Информация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578.</w:t>
            </w:r>
          </w:p>
        </w:tc>
        <w:tc>
          <w:tcPr>
            <w:tcW w:w="11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02302001</w:t>
            </w:r>
          </w:p>
        </w:tc>
        <w:tc>
          <w:tcPr>
            <w:tcW w:w="191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Распределение ресурса нумерации и выделение номеров, а также их изъятие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3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связи и информатизации МТК</w:t>
            </w:r>
          </w:p>
        </w:tc>
        <w:tc>
          <w:tcPr>
            <w:tcW w:w="13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связи и информатизации МТК, веб-портал «электронного правительства»</w:t>
            </w:r>
          </w:p>
        </w:tc>
        <w:tc>
          <w:tcPr>
            <w:tcW w:w="105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579.</w:t>
            </w:r>
          </w:p>
        </w:tc>
        <w:tc>
          <w:tcPr>
            <w:tcW w:w="11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02302002</w:t>
            </w:r>
          </w:p>
        </w:tc>
        <w:tc>
          <w:tcPr>
            <w:tcW w:w="191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Аккредитация удостоверяющих центров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3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связи и информатизации МТК</w:t>
            </w:r>
          </w:p>
        </w:tc>
        <w:tc>
          <w:tcPr>
            <w:tcW w:w="13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связи и информатизации МТК</w:t>
            </w:r>
          </w:p>
        </w:tc>
        <w:tc>
          <w:tcPr>
            <w:tcW w:w="105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580.</w:t>
            </w:r>
          </w:p>
        </w:tc>
        <w:tc>
          <w:tcPr>
            <w:tcW w:w="11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02302003</w:t>
            </w:r>
          </w:p>
        </w:tc>
        <w:tc>
          <w:tcPr>
            <w:tcW w:w="191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заключений о соответствии компьютерной системы техническим требованиям для включения в государственный реестр контрольно-кассовых машин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3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связи и информатизации МТК</w:t>
            </w:r>
          </w:p>
        </w:tc>
        <w:tc>
          <w:tcPr>
            <w:tcW w:w="13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связи и информатизации МТК, веб-портал «электронного правительства»</w:t>
            </w:r>
          </w:p>
        </w:tc>
        <w:tc>
          <w:tcPr>
            <w:tcW w:w="105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581.</w:t>
            </w:r>
          </w:p>
        </w:tc>
        <w:tc>
          <w:tcPr>
            <w:tcW w:w="11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02302004</w:t>
            </w:r>
          </w:p>
        </w:tc>
        <w:tc>
          <w:tcPr>
            <w:tcW w:w="191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архивных справок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МКИ</w:t>
            </w:r>
          </w:p>
        </w:tc>
        <w:tc>
          <w:tcPr>
            <w:tcW w:w="183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информации и архивов МКИ, МИО, ГУ «Национальный архив Республики Казахстан», центральные государственные архивы, государственные архивы областей, городов, районов и их филиалы</w:t>
            </w:r>
          </w:p>
        </w:tc>
        <w:tc>
          <w:tcPr>
            <w:tcW w:w="13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Комитет информации и архивов МКИ, МИО, ГУ «Национальный архив Республики Казахстан», центральные государственные архивы, государственные архивы областей, городов, районов и их филиалы, веб-портал «электронного правительства»</w:t>
            </w:r>
          </w:p>
        </w:tc>
        <w:tc>
          <w:tcPr>
            <w:tcW w:w="105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582.</w:t>
            </w:r>
          </w:p>
        </w:tc>
        <w:tc>
          <w:tcPr>
            <w:tcW w:w="11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02302005</w:t>
            </w:r>
          </w:p>
        </w:tc>
        <w:tc>
          <w:tcPr>
            <w:tcW w:w="191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Регистрация электронных информационных ресурсов и информационных систем в государственном регистре электронных информационных ресурсов и информационных систем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3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связи и информатизации МТК</w:t>
            </w:r>
          </w:p>
        </w:tc>
        <w:tc>
          <w:tcPr>
            <w:tcW w:w="13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связи и информатизации МТК</w:t>
            </w:r>
          </w:p>
        </w:tc>
        <w:tc>
          <w:tcPr>
            <w:tcW w:w="105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583.</w:t>
            </w:r>
          </w:p>
        </w:tc>
        <w:tc>
          <w:tcPr>
            <w:tcW w:w="11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02302006</w:t>
            </w:r>
          </w:p>
        </w:tc>
        <w:tc>
          <w:tcPr>
            <w:tcW w:w="191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Аттестация государственных информационных систем и негосударственных систем, интегрируемых с государственными информационными системами, на соответствие их требованиям информационной безопасности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3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РГП «Государственная техническая служба»</w:t>
            </w:r>
          </w:p>
        </w:tc>
        <w:tc>
          <w:tcPr>
            <w:tcW w:w="13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РГП «Государственная техническая служба»</w:t>
            </w:r>
          </w:p>
        </w:tc>
        <w:tc>
          <w:tcPr>
            <w:tcW w:w="105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4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584.</w:t>
            </w:r>
          </w:p>
        </w:tc>
        <w:tc>
          <w:tcPr>
            <w:tcW w:w="11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02302007</w:t>
            </w:r>
          </w:p>
        </w:tc>
        <w:tc>
          <w:tcPr>
            <w:tcW w:w="191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Депонирование информационных систем, программных продуктов, программных кодов и нормативно-технической документации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3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РГП «Государственная техническая служба»</w:t>
            </w:r>
          </w:p>
        </w:tc>
        <w:tc>
          <w:tcPr>
            <w:tcW w:w="13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РГП «Государственная техническая служба»</w:t>
            </w:r>
          </w:p>
        </w:tc>
        <w:tc>
          <w:tcPr>
            <w:tcW w:w="105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585.</w:t>
            </w:r>
          </w:p>
        </w:tc>
        <w:tc>
          <w:tcPr>
            <w:tcW w:w="119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02302008</w:t>
            </w:r>
          </w:p>
        </w:tc>
        <w:tc>
          <w:tcPr>
            <w:tcW w:w="191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и отзыв регистрационного свидетельства Национального удостоверяющего центра Республики Казахстан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МТК</w:t>
            </w:r>
          </w:p>
        </w:tc>
        <w:tc>
          <w:tcPr>
            <w:tcW w:w="183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РГП «Государственная техническая служба»</w:t>
            </w:r>
          </w:p>
        </w:tc>
        <w:tc>
          <w:tcPr>
            <w:tcW w:w="13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РГП «Государственная техническая служба», веб-портал «электронного правительства»</w:t>
            </w:r>
          </w:p>
        </w:tc>
        <w:tc>
          <w:tcPr>
            <w:tcW w:w="105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16"/>
        <w:gridCol w:w="882"/>
        <w:gridCol w:w="1515"/>
        <w:gridCol w:w="1140"/>
        <w:gridCol w:w="603"/>
        <w:gridCol w:w="1094"/>
        <w:gridCol w:w="1292"/>
        <w:gridCol w:w="950"/>
        <w:gridCol w:w="1856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02303. Культура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586.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02303001</w:t>
            </w:r>
          </w:p>
        </w:tc>
        <w:tc>
          <w:tcPr>
            <w:tcW w:w="191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 лицензии для занятия деятельностью по распространению теле-, радиоканалов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МКИ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информации и архивов МКИ</w:t>
            </w:r>
          </w:p>
        </w:tc>
        <w:tc>
          <w:tcPr>
            <w:tcW w:w="136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информации и архивов МКИ, веб-портал «электронного правительства»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587.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02303002</w:t>
            </w:r>
          </w:p>
        </w:tc>
        <w:tc>
          <w:tcPr>
            <w:tcW w:w="191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Постановка на учет, переучет отечественных теле-, радиоканалов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МКИ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информации и архивов МКИ</w:t>
            </w:r>
          </w:p>
        </w:tc>
        <w:tc>
          <w:tcPr>
            <w:tcW w:w="136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информации и архивов МКИ, веб-портал «электронного правительства»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588.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02303003</w:t>
            </w:r>
          </w:p>
        </w:tc>
        <w:tc>
          <w:tcPr>
            <w:tcW w:w="191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Постановка на учет, переучет иностранных теле-, радиоканалов, распространяемых на территории Республики Казахстан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МКИ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информации и архивов МКИ</w:t>
            </w:r>
          </w:p>
        </w:tc>
        <w:tc>
          <w:tcPr>
            <w:tcW w:w="136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информации и архивов МКИ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589.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02303004</w:t>
            </w:r>
          </w:p>
        </w:tc>
        <w:tc>
          <w:tcPr>
            <w:tcW w:w="191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прокатного удостоверения на фильм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МКИ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культуре МКИ</w:t>
            </w:r>
          </w:p>
        </w:tc>
        <w:tc>
          <w:tcPr>
            <w:tcW w:w="136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культуре МКИ, веб-портал «электронного правительства»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590.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02303005</w:t>
            </w:r>
          </w:p>
        </w:tc>
        <w:tc>
          <w:tcPr>
            <w:tcW w:w="191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Рассмотрение ходатайства физических и (или) юридических лиц о включении объектов в Государственный реестр объектов национального культурного достояния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МКИ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культуре МКИ</w:t>
            </w:r>
          </w:p>
        </w:tc>
        <w:tc>
          <w:tcPr>
            <w:tcW w:w="136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культуре МКИ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591.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02303006</w:t>
            </w:r>
          </w:p>
        </w:tc>
        <w:tc>
          <w:tcPr>
            <w:tcW w:w="191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свидетельства на право временного вывоза культурных ценностей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МКИ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</w:t>
            </w:r>
            <w:r w:rsidRPr="00A855A1">
              <w:rPr>
                <w:rFonts w:ascii="Times New Roman" w:hAnsi="Times New Roman" w:cs="Times New Roman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гг. Астана и Алматы</w:t>
            </w:r>
          </w:p>
        </w:tc>
        <w:tc>
          <w:tcPr>
            <w:tcW w:w="136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областей, гг. Астана и Алматы, веб-портал «электронного правительства»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592.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02303007</w:t>
            </w:r>
          </w:p>
        </w:tc>
        <w:tc>
          <w:tcPr>
            <w:tcW w:w="191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Согласование проведения научно-реставрационных работ на памятниках истории и культуры местного значения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МКИ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культуре МКИ, МИО областей,</w:t>
            </w:r>
            <w:r w:rsidRPr="00A855A1">
              <w:rPr>
                <w:rFonts w:ascii="Times New Roman" w:hAnsi="Times New Roman" w:cs="Times New Roman"/>
              </w:rPr>
              <w:br/>
            </w: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гг. Астана и Алматы</w:t>
            </w:r>
          </w:p>
        </w:tc>
        <w:tc>
          <w:tcPr>
            <w:tcW w:w="136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культуре МКИ, МИО областей, гг. Астана и Алматы, веб-портал «электронного правительства»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18"/>
        <w:gridCol w:w="887"/>
        <w:gridCol w:w="1523"/>
        <w:gridCol w:w="1208"/>
        <w:gridCol w:w="594"/>
        <w:gridCol w:w="1493"/>
        <w:gridCol w:w="1493"/>
        <w:gridCol w:w="954"/>
        <w:gridCol w:w="1178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024. Чрезвычайные ситуации</w:t>
            </w:r>
          </w:p>
        </w:tc>
      </w:tr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02401. Прочие государственные услуги в сфере чрезвычайных ситуаций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593.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02401001</w:t>
            </w:r>
          </w:p>
        </w:tc>
        <w:tc>
          <w:tcPr>
            <w:tcW w:w="191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заключения на пожарную технику и средства пожаротушения отечественного и импортного производства, реализуемые на территории Республики Казахстан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МЧС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противопожарной службы МЧС</w:t>
            </w:r>
          </w:p>
        </w:tc>
        <w:tc>
          <w:tcPr>
            <w:tcW w:w="136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Комитет противопожарной службы МЧС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594.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02401002</w:t>
            </w:r>
          </w:p>
        </w:tc>
        <w:tc>
          <w:tcPr>
            <w:tcW w:w="191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Согласование с органами государственной противопожарной службы проектов стандартов организаций на выпускаемую продукцию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МЧС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противопожарной службы МЧС</w:t>
            </w:r>
          </w:p>
        </w:tc>
        <w:tc>
          <w:tcPr>
            <w:tcW w:w="136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Комитет противопожарной службы МЧС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595.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02401003</w:t>
            </w:r>
          </w:p>
        </w:tc>
        <w:tc>
          <w:tcPr>
            <w:tcW w:w="191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Аккредитация организаций по независимой оценке рисков в области пожарной безопасности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МЧС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противопожарной службы МЧС</w:t>
            </w:r>
          </w:p>
        </w:tc>
        <w:tc>
          <w:tcPr>
            <w:tcW w:w="136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Комитет противопожарной службы МЧС, веб-портал «электронного правительства»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596.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02401004</w:t>
            </w:r>
          </w:p>
        </w:tc>
        <w:tc>
          <w:tcPr>
            <w:tcW w:w="191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разрешения на применение технологий, технических устройств и материалов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МЧС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государственному контролю за чрезвычайными ситуациями и промышленной безопасностью МЧС</w:t>
            </w:r>
          </w:p>
        </w:tc>
        <w:tc>
          <w:tcPr>
            <w:tcW w:w="136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Комитет по государственному контролю за чрезвычайными ситуациями и промышленной безопасностью МЧС, веб-портал «электронного правительства»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597.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02401005</w:t>
            </w:r>
          </w:p>
        </w:tc>
        <w:tc>
          <w:tcPr>
            <w:tcW w:w="191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Регистрация деклараций промышленной безопасности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МЧС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государственному контролю за чрезвычайными ситуациями и промышленной безопасностью МЧС</w:t>
            </w:r>
          </w:p>
        </w:tc>
        <w:tc>
          <w:tcPr>
            <w:tcW w:w="136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Комитет по государственному контролю за чрезвычайными ситуациями и промышленной безопасностью МЧС, веб-портал «электронного правительства»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598.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02401006</w:t>
            </w:r>
          </w:p>
        </w:tc>
        <w:tc>
          <w:tcPr>
            <w:tcW w:w="191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Аттестация организаций на право проведения работ в области промышленной безопасности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МЧС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государственному контролю за чрезвычайными ситуациями и промышленной безопасностью МЧС</w:t>
            </w:r>
          </w:p>
        </w:tc>
        <w:tc>
          <w:tcPr>
            <w:tcW w:w="136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Комитет по государственному контролю за чрезвычайными ситуациями и промышленной безопасностью МЧС, веб-портал «электронного правительства»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599.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02401007</w:t>
            </w:r>
          </w:p>
        </w:tc>
        <w:tc>
          <w:tcPr>
            <w:tcW w:w="191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Согласование отвода земель под опасные производственные объекты с главным государственным инспектором области, города республиканского значения, столицы на основании экспертного заключения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МЧС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МЧС</w:t>
            </w:r>
          </w:p>
        </w:tc>
        <w:tc>
          <w:tcPr>
            <w:tcW w:w="136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600.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02401008</w:t>
            </w:r>
          </w:p>
        </w:tc>
        <w:tc>
          <w:tcPr>
            <w:tcW w:w="191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Согласование программы подготовки, переподготовки, повышения квалификации работников опасных производственных объектов по вопросам промышленной безопасности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МЧС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МЧС</w:t>
            </w:r>
          </w:p>
        </w:tc>
        <w:tc>
          <w:tcPr>
            <w:tcW w:w="136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Департамент по чрезвычайным ситуациям областей, гг. Астана и Алматы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601.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02401009</w:t>
            </w:r>
          </w:p>
        </w:tc>
        <w:tc>
          <w:tcPr>
            <w:tcW w:w="191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разрешений на производство взрывных работ или работ с взрывчатыми материалами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МЧС</w:t>
            </w:r>
          </w:p>
        </w:tc>
        <w:tc>
          <w:tcPr>
            <w:tcW w:w="18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подразделения МЧС</w:t>
            </w:r>
          </w:p>
        </w:tc>
        <w:tc>
          <w:tcPr>
            <w:tcW w:w="136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Территориальные подразделения МЧС, веб-портал «электронного правительства»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86"/>
        <w:gridCol w:w="1053"/>
        <w:gridCol w:w="1726"/>
        <w:gridCol w:w="1429"/>
        <w:gridCol w:w="947"/>
        <w:gridCol w:w="1081"/>
        <w:gridCol w:w="744"/>
        <w:gridCol w:w="1119"/>
        <w:gridCol w:w="1163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025. Физическая культура и спорт</w:t>
            </w:r>
          </w:p>
        </w:tc>
      </w:tr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02501. Прочие государственные услуги в сфере физической культуры и спорта</w:t>
            </w:r>
          </w:p>
        </w:tc>
      </w:tr>
      <w:tr w:rsidR="00F711CA" w:rsidRPr="00A855A1">
        <w:trPr>
          <w:tblCellSpacing w:w="0" w:type="auto"/>
        </w:trPr>
        <w:tc>
          <w:tcPr>
            <w:tcW w:w="58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602.</w:t>
            </w:r>
          </w:p>
        </w:tc>
        <w:tc>
          <w:tcPr>
            <w:tcW w:w="11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02501001</w:t>
            </w:r>
          </w:p>
        </w:tc>
        <w:tc>
          <w:tcPr>
            <w:tcW w:w="197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свидетельства об аккредитации республиканских общественных объединений по видам спорта</w:t>
            </w:r>
          </w:p>
        </w:tc>
        <w:tc>
          <w:tcPr>
            <w:tcW w:w="12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АДСФК</w:t>
            </w:r>
          </w:p>
        </w:tc>
        <w:tc>
          <w:tcPr>
            <w:tcW w:w="18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АДСФК</w:t>
            </w:r>
          </w:p>
        </w:tc>
        <w:tc>
          <w:tcPr>
            <w:tcW w:w="13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</w:t>
            </w:r>
          </w:p>
        </w:tc>
        <w:tc>
          <w:tcPr>
            <w:tcW w:w="10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603.</w:t>
            </w:r>
          </w:p>
        </w:tc>
        <w:tc>
          <w:tcPr>
            <w:tcW w:w="11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02501002</w:t>
            </w:r>
          </w:p>
        </w:tc>
        <w:tc>
          <w:tcPr>
            <w:tcW w:w="197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Выплата пожизненного ежемесячного материального обеспечения заслуженным спортсменам и тренерам</w:t>
            </w:r>
          </w:p>
        </w:tc>
        <w:tc>
          <w:tcPr>
            <w:tcW w:w="12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АДСФК</w:t>
            </w:r>
          </w:p>
        </w:tc>
        <w:tc>
          <w:tcPr>
            <w:tcW w:w="18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АДСФК</w:t>
            </w:r>
          </w:p>
        </w:tc>
        <w:tc>
          <w:tcPr>
            <w:tcW w:w="13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</w:t>
            </w:r>
          </w:p>
        </w:tc>
        <w:tc>
          <w:tcPr>
            <w:tcW w:w="10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604.</w:t>
            </w:r>
          </w:p>
        </w:tc>
        <w:tc>
          <w:tcPr>
            <w:tcW w:w="11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02501003</w:t>
            </w:r>
          </w:p>
        </w:tc>
        <w:tc>
          <w:tcPr>
            <w:tcW w:w="197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 xml:space="preserve">Присвоение спортивных званий и категорий: почетное звание «Заслуженный тренер Республики Казахстан», почетное звание «Заслуженный мастер спорта Республики Казахстан», мастер спорта Республики Казахстан международного класса, мастер спорта Республики Казахстан, тренер высшего и среднего уровня квалификации высшей категории, инструктор – спортсмен высшего уровня квалификации высшей категории, методист высшего и среднего уровня квалификации высшей категории, национальный судья по спорту высшей категории, национальный судья по спорту </w:t>
            </w:r>
          </w:p>
        </w:tc>
        <w:tc>
          <w:tcPr>
            <w:tcW w:w="12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АДСФК</w:t>
            </w:r>
          </w:p>
        </w:tc>
        <w:tc>
          <w:tcPr>
            <w:tcW w:w="18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АДСФК</w:t>
            </w:r>
          </w:p>
        </w:tc>
        <w:tc>
          <w:tcPr>
            <w:tcW w:w="13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</w:t>
            </w:r>
          </w:p>
        </w:tc>
        <w:tc>
          <w:tcPr>
            <w:tcW w:w="10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605.</w:t>
            </w:r>
          </w:p>
        </w:tc>
        <w:tc>
          <w:tcPr>
            <w:tcW w:w="11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02501004</w:t>
            </w:r>
          </w:p>
        </w:tc>
        <w:tc>
          <w:tcPr>
            <w:tcW w:w="197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Присвоение категорий спортивным сооружениям</w:t>
            </w:r>
          </w:p>
        </w:tc>
        <w:tc>
          <w:tcPr>
            <w:tcW w:w="12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АДСФК</w:t>
            </w:r>
          </w:p>
        </w:tc>
        <w:tc>
          <w:tcPr>
            <w:tcW w:w="18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АДСФК, МИО</w:t>
            </w:r>
          </w:p>
        </w:tc>
        <w:tc>
          <w:tcPr>
            <w:tcW w:w="13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</w:t>
            </w:r>
          </w:p>
        </w:tc>
        <w:tc>
          <w:tcPr>
            <w:tcW w:w="10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606.</w:t>
            </w:r>
          </w:p>
        </w:tc>
        <w:tc>
          <w:tcPr>
            <w:tcW w:w="11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02501005</w:t>
            </w:r>
          </w:p>
        </w:tc>
        <w:tc>
          <w:tcPr>
            <w:tcW w:w="197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Присвоение спортивных разрядов и категорий: кандидат в мастера спорта первый спортивный разряд, тренер высшего и среднего уровня квалификации первой категории, инструктор-спортсмен высшего уровня квалификации первой категории, методист высшего и среднего уровня квалификации первой категории, судья по спорту первой категории</w:t>
            </w:r>
          </w:p>
        </w:tc>
        <w:tc>
          <w:tcPr>
            <w:tcW w:w="12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АДСФК</w:t>
            </w:r>
          </w:p>
        </w:tc>
        <w:tc>
          <w:tcPr>
            <w:tcW w:w="18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</w:t>
            </w:r>
          </w:p>
        </w:tc>
        <w:tc>
          <w:tcPr>
            <w:tcW w:w="13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</w:t>
            </w:r>
          </w:p>
        </w:tc>
        <w:tc>
          <w:tcPr>
            <w:tcW w:w="10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5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607.</w:t>
            </w:r>
          </w:p>
        </w:tc>
        <w:tc>
          <w:tcPr>
            <w:tcW w:w="11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02501006</w:t>
            </w:r>
          </w:p>
        </w:tc>
        <w:tc>
          <w:tcPr>
            <w:tcW w:w="197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Присвоение спортивных разрядов и категорий: второй и третий, первый, второй и третий юношеские, тренер высшего и среднего уровня квалификации второй категории, инструктор-спортсмен высшего уровня квалификации второй категории, методист высшего и среднего уровня квалификации второй категории, судья по спорту</w:t>
            </w:r>
          </w:p>
        </w:tc>
        <w:tc>
          <w:tcPr>
            <w:tcW w:w="12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АДСФК</w:t>
            </w:r>
          </w:p>
        </w:tc>
        <w:tc>
          <w:tcPr>
            <w:tcW w:w="182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</w:t>
            </w:r>
          </w:p>
        </w:tc>
        <w:tc>
          <w:tcPr>
            <w:tcW w:w="13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</w:t>
            </w:r>
          </w:p>
        </w:tc>
        <w:tc>
          <w:tcPr>
            <w:tcW w:w="10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4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07"/>
        <w:gridCol w:w="862"/>
        <w:gridCol w:w="1666"/>
        <w:gridCol w:w="1112"/>
        <w:gridCol w:w="548"/>
        <w:gridCol w:w="1542"/>
        <w:gridCol w:w="1542"/>
        <w:gridCol w:w="927"/>
        <w:gridCol w:w="1142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026. Архитектурно-градостроительная деятельность</w:t>
            </w:r>
          </w:p>
        </w:tc>
      </w:tr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02601. Выдача разрешительных документов (включая лицензирование, регистрацию, сертификацию) в сфере архитектуры и строительства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608.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02601001</w:t>
            </w:r>
          </w:p>
        </w:tc>
        <w:tc>
          <w:tcPr>
            <w:tcW w:w="192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дубликата лицензии на проектную деятельность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МРР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делам строительства и жилищно-коммунального хозяйства МРР, департаменты государственного архитектурно-строительного контроля и лицензирования областей, гг. Астана и Алматы</w:t>
            </w:r>
          </w:p>
        </w:tc>
        <w:tc>
          <w:tcPr>
            <w:tcW w:w="138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веб-портал «электронного правительства»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609.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02601002</w:t>
            </w:r>
          </w:p>
        </w:tc>
        <w:tc>
          <w:tcPr>
            <w:tcW w:w="192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дубликата лицензии на изыскательскую деятельность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МРР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делам строительства и жилищно-коммунального хозяйства МРР, департаменты государственного архитектурно-строительного контроля и лицензирования областей, гг. Астана и Алматы</w:t>
            </w:r>
          </w:p>
        </w:tc>
        <w:tc>
          <w:tcPr>
            <w:tcW w:w="138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веб-портал «электронного правительства»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610.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02601003</w:t>
            </w:r>
          </w:p>
        </w:tc>
        <w:tc>
          <w:tcPr>
            <w:tcW w:w="192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на строительно-монтажные работы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МРР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делам строительства и жилищно-коммунального хозяйства МРР, департаменты государственного архитектурно-строительного контроля и лицензирования областей, гг. Астана и Алматы</w:t>
            </w:r>
          </w:p>
        </w:tc>
        <w:tc>
          <w:tcPr>
            <w:tcW w:w="138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веб-портал «электронного правительства»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611.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02601004</w:t>
            </w:r>
          </w:p>
        </w:tc>
        <w:tc>
          <w:tcPr>
            <w:tcW w:w="192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на деятельность по организации строительства жилых зданий за счет привлечения денег дольщиков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МРР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делам строительства и жилищно-коммунального хозяйства МРР, департаменты государственного архитектурно-строительного контроля и лицензирования областей, гг. Астана и Алматы</w:t>
            </w:r>
          </w:p>
        </w:tc>
        <w:tc>
          <w:tcPr>
            <w:tcW w:w="138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Комитет по делам строительства и жилищно-коммунального хозяйства МРР, Департаменты государственного архитектурно-строительного контроля и лицензирования областей, гг. Астана и Алматы, веб-портал «электронного правительства»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6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612.</w:t>
            </w:r>
          </w:p>
        </w:tc>
        <w:tc>
          <w:tcPr>
            <w:tcW w:w="11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02601005</w:t>
            </w:r>
          </w:p>
        </w:tc>
        <w:tc>
          <w:tcPr>
            <w:tcW w:w="192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решения о строительстве культовых зданий (сооружений), определении их месторасположения, а также перепрофилировании (изменении функционального назначения) зданий (сооружений) в культовые здания (сооружения)</w:t>
            </w:r>
          </w:p>
        </w:tc>
        <w:tc>
          <w:tcPr>
            <w:tcW w:w="129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АДР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МИО, управления архитектуры и градостроительства областей, гг. Астана и Алматы по согласованию с управлениями по делам религий областей, гг. Астана и Алматы</w:t>
            </w:r>
          </w:p>
        </w:tc>
        <w:tc>
          <w:tcPr>
            <w:tcW w:w="138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Управления архитектуры и градостроительства областей, гг. Астана и Алматы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13"/>
        <w:gridCol w:w="875"/>
        <w:gridCol w:w="1535"/>
        <w:gridCol w:w="1130"/>
        <w:gridCol w:w="554"/>
        <w:gridCol w:w="1569"/>
        <w:gridCol w:w="1569"/>
        <w:gridCol w:w="942"/>
        <w:gridCol w:w="1161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02602. Прочие государственные услуги в сфере архитектурно-градостроительной деятельности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613.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02602001</w:t>
            </w:r>
          </w:p>
        </w:tc>
        <w:tc>
          <w:tcPr>
            <w:tcW w:w="191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справки по определению адреса объектов недвижимости на территории Республики Казахстан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МРР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Отделы архитектуры и градостроительства гг. Астана и Алматы, районов и городов областного значения</w:t>
            </w:r>
          </w:p>
        </w:tc>
        <w:tc>
          <w:tcPr>
            <w:tcW w:w="138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614.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02602002</w:t>
            </w:r>
          </w:p>
        </w:tc>
        <w:tc>
          <w:tcPr>
            <w:tcW w:w="191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архитектурно-планировочного задания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МРР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Отделы архитектуры и градостроительства гг. Астана и Алматы, районов и городов областного значения</w:t>
            </w:r>
          </w:p>
        </w:tc>
        <w:tc>
          <w:tcPr>
            <w:tcW w:w="138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отделы архитектуры и градостроительства гг. Астана и Алматы, районов и городов областного значения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615.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02602003</w:t>
            </w:r>
          </w:p>
        </w:tc>
        <w:tc>
          <w:tcPr>
            <w:tcW w:w="191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Аттестация экспертов, осуществляющих экспертные работы и инжиниринговые услуги в сфере архитектурной, градостроительной и строительной деятельности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МРР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делам строительства и жилищно-коммунального хозяйства МРР, территориальные подразделения Комитета по делам строительства и жилищно-коммунального хозяйства МРР</w:t>
            </w:r>
          </w:p>
        </w:tc>
        <w:tc>
          <w:tcPr>
            <w:tcW w:w="138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делам строительства и жилищно-коммунального хозяйства МРР, территориальные подразделения Комитета по делам строительства и жилищно-коммунального хозяйства МРР, веб-портал «электронного правительства»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616.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02602004</w:t>
            </w:r>
          </w:p>
        </w:tc>
        <w:tc>
          <w:tcPr>
            <w:tcW w:w="1919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разрешения на реконструкцию (перепланировку, переоборудование) помещений (отдельных частей) существующих зданий, не связанных с изменением несущих и ограждающих конструкций, инженерных систем и оборудования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МРР</w:t>
            </w:r>
          </w:p>
        </w:tc>
        <w:tc>
          <w:tcPr>
            <w:tcW w:w="183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Отделы архитектуры и градостроительства гг. Астана и Алматы, районов и городов областного значения</w:t>
            </w:r>
          </w:p>
        </w:tc>
        <w:tc>
          <w:tcPr>
            <w:tcW w:w="138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Отделы архитектуры и градостроительства гг. Астана и Алматы, районов и городов областного значения</w:t>
            </w:r>
          </w:p>
        </w:tc>
        <w:tc>
          <w:tcPr>
            <w:tcW w:w="10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50"/>
        <w:gridCol w:w="958"/>
        <w:gridCol w:w="1626"/>
        <w:gridCol w:w="1159"/>
        <w:gridCol w:w="597"/>
        <w:gridCol w:w="1232"/>
        <w:gridCol w:w="1413"/>
        <w:gridCol w:w="1033"/>
        <w:gridCol w:w="1280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027. Жилищно-коммунальное хозяйство</w:t>
            </w:r>
          </w:p>
        </w:tc>
      </w:tr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02701. Прочие государственные услуги в сфере жилищно-коммунального хозяйства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617.</w:t>
            </w:r>
          </w:p>
        </w:tc>
        <w:tc>
          <w:tcPr>
            <w:tcW w:w="12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02701001</w:t>
            </w:r>
          </w:p>
        </w:tc>
        <w:tc>
          <w:tcPr>
            <w:tcW w:w="192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Назначение жилищной помощи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МРР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Управления координации занятости и социальных программ гг. Астана и Алматы, отделы занятости и социальных программ районов и городов областного значения</w:t>
            </w:r>
          </w:p>
        </w:tc>
        <w:tc>
          <w:tcPr>
            <w:tcW w:w="136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веб-портал «электронного правительства»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618.</w:t>
            </w:r>
          </w:p>
        </w:tc>
        <w:tc>
          <w:tcPr>
            <w:tcW w:w="12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02701002</w:t>
            </w:r>
          </w:p>
        </w:tc>
        <w:tc>
          <w:tcPr>
            <w:tcW w:w="192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Постановка на учет и очередность, а также принятие местными исполнительными органами решения о предоставлении жилища гражданам, нуждающимся в жилище из государственного жилищного фонда или жилище, арендованном местным исполнительным органом в частном жилищном фонде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МРР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МИО гг. Астана и Алматы, районов и городов областного значения</w:t>
            </w:r>
          </w:p>
        </w:tc>
        <w:tc>
          <w:tcPr>
            <w:tcW w:w="136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веб-портал «электронного правительства»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24"/>
        <w:gridCol w:w="897"/>
        <w:gridCol w:w="1568"/>
        <w:gridCol w:w="1224"/>
        <w:gridCol w:w="614"/>
        <w:gridCol w:w="1555"/>
        <w:gridCol w:w="1555"/>
        <w:gridCol w:w="966"/>
        <w:gridCol w:w="945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028. Внешняя политика и иностранные дела</w:t>
            </w:r>
          </w:p>
        </w:tc>
      </w:tr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02801. Прочие государственные услуги в сфере внешней политики и иностранных дел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619.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02801001</w:t>
            </w:r>
          </w:p>
        </w:tc>
        <w:tc>
          <w:tcPr>
            <w:tcW w:w="191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служебных паспортов Республики Казахстан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МИД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МИД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МИД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620.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02801002</w:t>
            </w:r>
          </w:p>
        </w:tc>
        <w:tc>
          <w:tcPr>
            <w:tcW w:w="191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Консульская легализация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МИД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МИД,</w:t>
            </w:r>
          </w:p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загранучреждения Республики Казахстан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МИД, загранучреждения Республики Казахстан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621.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02801003</w:t>
            </w:r>
          </w:p>
        </w:tc>
        <w:tc>
          <w:tcPr>
            <w:tcW w:w="191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временного свидетельства на право плавания под Государственным флагом Республики Казахстан в случае приобретения судна за границей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МИД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Загранучреждения Республики Казахстан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Загранучреждения Республики Казахстан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622.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02801004</w:t>
            </w:r>
          </w:p>
        </w:tc>
        <w:tc>
          <w:tcPr>
            <w:tcW w:w="191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Составление или заверение любой декларации или другого документа, предусмотренных законодательством Республики Казахстан или международными договорами, участником которых является Республика Казахстан, в отношении судов Республики Казахстан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МИД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Загранучреждения Республики Казахстан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Загранучреждения Республики Казахстан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623.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02801005</w:t>
            </w:r>
          </w:p>
        </w:tc>
        <w:tc>
          <w:tcPr>
            <w:tcW w:w="191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Составление акта о морском протесте в случае кораблекрушения судов Республики Казахстан, находящихся за границей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МИД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Загранучреждения Республики Казахстан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Загранучреждения Республики Казахстан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27"/>
        <w:gridCol w:w="905"/>
        <w:gridCol w:w="1975"/>
        <w:gridCol w:w="1171"/>
        <w:gridCol w:w="700"/>
        <w:gridCol w:w="1276"/>
        <w:gridCol w:w="1329"/>
        <w:gridCol w:w="761"/>
        <w:gridCol w:w="1204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029. Регулирование естественных монополий</w:t>
            </w:r>
          </w:p>
        </w:tc>
      </w:tr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02901. Прочие государственные услуги в сфере регулирования естественных монополий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624.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02901001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на деятельность по эксплуатации магистральных газопроводов, нефтепроводов, нефтепродуктопроводов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АРЕМ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Департаменты АРЕМ по областям и гг. Астана и Алматы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веб-портал «электронного правительства»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625.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02901002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на деятельность по покупке электрической энергии в целях энергоснабжения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АРЕМ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АРЕМ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веб-портал «электронного правительства»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28"/>
        <w:gridCol w:w="907"/>
        <w:gridCol w:w="1620"/>
        <w:gridCol w:w="1239"/>
        <w:gridCol w:w="680"/>
        <w:gridCol w:w="1471"/>
        <w:gridCol w:w="1471"/>
        <w:gridCol w:w="977"/>
        <w:gridCol w:w="955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030. Государственная служба</w:t>
            </w:r>
          </w:p>
        </w:tc>
      </w:tr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03001. Прочие государственные услуги в сфере государственной службы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626.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03001001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Зачисление в кадровый резерв административной государственной службы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АДГС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АДГС, территориальные подразделения АДГС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АДГС, территориальные подразделения АДГС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627.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03001002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Обучение по профессиональным программам послевузовского образования в Академии государственного управления при Президенте Республики Казахстан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АДГС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АГУ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АГУ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Платно/ 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628.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03001003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Согласование образовательных программ переподготовки и повышения квалификации государственных служащих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АДГС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АДГС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АДГС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629.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03001004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Тестирование государственных служащих и претендентов на занятие вакантной административной государственной должности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АДГС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АДГС, территориальные подразделения АДГС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АДГС, территориальные подразделения АДГС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630.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03001005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Обучение по программам магистратуры и докторантуры в Академии государственного управления при Президенте Республики Казахстан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АДГС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АГУ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АГУ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631.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03001006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Обучение по программам переподготовки и повышения квалификации в Академии государственного управления при Президенте Республики Казахстан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АДГС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АГУ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АГУ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Платно/ 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86"/>
        <w:gridCol w:w="1040"/>
        <w:gridCol w:w="1704"/>
        <w:gridCol w:w="1353"/>
        <w:gridCol w:w="667"/>
        <w:gridCol w:w="688"/>
        <w:gridCol w:w="1540"/>
        <w:gridCol w:w="869"/>
        <w:gridCol w:w="1401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031.Другие</w:t>
            </w:r>
          </w:p>
        </w:tc>
      </w:tr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03101. Использование космического пространства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632.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03101001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лицензии, переоформление, выдача дубликатов лицензии на осуществление деятельности в сфере использования космического пространства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НКА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НКА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НКА, веб-портал «электронного правительства»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633.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03101002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Регистрация космических объектов и прав на них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НКА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НКА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НКА, веб-портал «электронного правительства»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14"/>
        <w:gridCol w:w="880"/>
        <w:gridCol w:w="1469"/>
        <w:gridCol w:w="1136"/>
        <w:gridCol w:w="894"/>
        <w:gridCol w:w="1420"/>
        <w:gridCol w:w="1420"/>
        <w:gridCol w:w="947"/>
        <w:gridCol w:w="1168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03102. Апостилирование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634.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03102001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Апостилирование архивных справок и копий архивных документов, исходящих из государственных архивов Республики Казахстан и направляемых за рубеж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МКИ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информации и архивов МКИ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Комитет информации и архивов МКИ, веб-портал «электронного правительства»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635.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03102002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Апостилирование официальных документов, исходящих из органов юстиции и иных государственных органов, а также нотариусов Республики Казахстан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регистрационной службы и оказания правовой помощи МЮ, департаменты юстиции областей и гг. Астана и Алматы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веб-портал «электронного правительства»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636.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03102003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Апостилирование официальных документов, исходящих из органов образования, науки и учебных заведений Республики Казахстан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МОН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в сфере образования и науки МОН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по контролю в сфере образования и науки МОН, веб-портал «электронного правительства»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Электронная/ 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637.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03102004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Апостилирование официальных документов, исходящих из структурных подразделений Министерства финансов Республики Казахстан и (или) их территориальных подразделений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МФ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Налоговые органы по областям, гг. Астана и Алматы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Налоговые органы по областям, гг. Астана и Алматы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638.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03102005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Апостилирование архивных справок и копий архивных документов, исходящих из Центрального архива Министерства обороны Республики Казахстан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МО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Центральный архив МО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639.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03102006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Апостилирование архивных справок и копий архивных документов, исходящих из специального государственного архива КНБ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КНБ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КНБ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КНБ, территориальные подразделения КНБ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640.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03102007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Апостилирование официальных документов, исходящих из органов прокуратуры, органов следствия и дознания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ГП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ГП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ЦОН, ГП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641.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03102008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Апостилирование официальных документов, исходящих из судебных органов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ДОДСВС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ДОДСВС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ДОДСВС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642.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03102009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Апостилирование архивных справок и копий архивных документов, исходящих из специального государственного архива Министерства внутренних дел Республики Казахстан и его территориальных подразделений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МВД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МВД, территориальные подразделения, учебные заведения МВД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МВД, территориальные подразделения, учебные заведения МВД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46"/>
        <w:gridCol w:w="949"/>
        <w:gridCol w:w="1566"/>
        <w:gridCol w:w="1232"/>
        <w:gridCol w:w="482"/>
        <w:gridCol w:w="1639"/>
        <w:gridCol w:w="1639"/>
        <w:gridCol w:w="795"/>
        <w:gridCol w:w="1000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03103. Представление статистической информации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643.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03103001</w:t>
            </w:r>
          </w:p>
        </w:tc>
        <w:tc>
          <w:tcPr>
            <w:tcW w:w="191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Представление статистической информации, не предусмотренной графиком распространения официальной статистической информации</w:t>
            </w:r>
          </w:p>
        </w:tc>
        <w:tc>
          <w:tcPr>
            <w:tcW w:w="13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АС</w:t>
            </w:r>
          </w:p>
        </w:tc>
        <w:tc>
          <w:tcPr>
            <w:tcW w:w="183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РГП «Информационно-вычислительный центр Агентства Республики Казахстан по статистике»</w:t>
            </w:r>
          </w:p>
        </w:tc>
        <w:tc>
          <w:tcPr>
            <w:tcW w:w="137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РГП «Информационно-вычислительный центр Агентства Республики Казахстан по статистике» и его филиалы в областях и гг. Астана и Алматы</w:t>
            </w:r>
          </w:p>
        </w:tc>
        <w:tc>
          <w:tcPr>
            <w:tcW w:w="105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Платно</w:t>
            </w:r>
          </w:p>
        </w:tc>
        <w:tc>
          <w:tcPr>
            <w:tcW w:w="175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30"/>
        <w:gridCol w:w="910"/>
        <w:gridCol w:w="1569"/>
        <w:gridCol w:w="1178"/>
        <w:gridCol w:w="517"/>
        <w:gridCol w:w="1500"/>
        <w:gridCol w:w="1500"/>
        <w:gridCol w:w="980"/>
        <w:gridCol w:w="1164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03104. Государственные предприятия и государственное имущество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644.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03104001</w:t>
            </w:r>
          </w:p>
        </w:tc>
        <w:tc>
          <w:tcPr>
            <w:tcW w:w="19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Представление информации из реестра государственного имущества (перечень контролируемых государством акционерных обществ и товариществ с ограниченной ответственностью, а также государственных юридических лиц; информация и материалы о государственном имуществе, включенном в график выставления на торги объектов государственной собственности)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МФ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государственного имущества и приватизации МФ</w:t>
            </w:r>
          </w:p>
        </w:tc>
        <w:tc>
          <w:tcPr>
            <w:tcW w:w="13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государственного имущества и приватизации МФ, веб-портал «электронного правительства»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</w:t>
            </w:r>
          </w:p>
        </w:tc>
      </w:tr>
      <w:tr w:rsidR="00F711CA" w:rsidRPr="00A855A1">
        <w:trPr>
          <w:tblCellSpacing w:w="0" w:type="auto"/>
        </w:trPr>
        <w:tc>
          <w:tcPr>
            <w:tcW w:w="58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645.</w:t>
            </w:r>
          </w:p>
        </w:tc>
        <w:tc>
          <w:tcPr>
            <w:tcW w:w="120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03104002</w:t>
            </w:r>
          </w:p>
        </w:tc>
        <w:tc>
          <w:tcPr>
            <w:tcW w:w="193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Выдача из реестра государственного имущества справки арендаторам (доверительным управляющим) государственного имущества по заключенным с ними договорам аренды (доверительного управления), содержащей сведения о начислениях по договору, пене и поступившим платежам в государственный бюджет</w:t>
            </w:r>
          </w:p>
        </w:tc>
        <w:tc>
          <w:tcPr>
            <w:tcW w:w="130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4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МФ</w:t>
            </w:r>
          </w:p>
        </w:tc>
        <w:tc>
          <w:tcPr>
            <w:tcW w:w="183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государственного имущества и приватизации МФ</w:t>
            </w:r>
          </w:p>
        </w:tc>
        <w:tc>
          <w:tcPr>
            <w:tcW w:w="136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Комитет государственного имущества и приватизации МФ, веб-портал «электронного правительства»</w:t>
            </w:r>
          </w:p>
        </w:tc>
        <w:tc>
          <w:tcPr>
            <w:tcW w:w="105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30"/>
        <w:gridCol w:w="912"/>
        <w:gridCol w:w="1504"/>
        <w:gridCol w:w="1181"/>
        <w:gridCol w:w="613"/>
        <w:gridCol w:w="1479"/>
        <w:gridCol w:w="1479"/>
        <w:gridCol w:w="983"/>
        <w:gridCol w:w="1167"/>
      </w:tblGrid>
      <w:tr w:rsidR="00F711CA" w:rsidRPr="00A855A1">
        <w:trPr>
          <w:tblCellSpacing w:w="0" w:type="auto"/>
        </w:trPr>
        <w:tc>
          <w:tcPr>
            <w:tcW w:w="0" w:type="auto"/>
            <w:gridSpan w:val="9"/>
            <w:tcBorders>
              <w:top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03105. Выдача справок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646.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03105001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Выдача архивных справок и/или копий архивных документов в пределах специального государственного архива Министерства внутренних дел Республики Казахстан и его территориальных подразделений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МВД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МВД, территориальные подразделения, учебные заведения МВД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МВД, территориальные подразделения, учебные заведения МВД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Бумажная</w:t>
            </w:r>
          </w:p>
        </w:tc>
      </w:tr>
      <w:tr w:rsidR="00F711CA" w:rsidRPr="00A855A1">
        <w:trPr>
          <w:tblCellSpacing w:w="0" w:type="auto"/>
        </w:trPr>
        <w:tc>
          <w:tcPr>
            <w:tcW w:w="588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647.</w:t>
            </w:r>
          </w:p>
        </w:tc>
        <w:tc>
          <w:tcPr>
            <w:tcW w:w="1202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03105002</w:t>
            </w:r>
          </w:p>
        </w:tc>
        <w:tc>
          <w:tcPr>
            <w:tcW w:w="1917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Выдача справки из государственной базы данных «Юридические лица»</w:t>
            </w:r>
          </w:p>
        </w:tc>
        <w:tc>
          <w:tcPr>
            <w:tcW w:w="130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Физические и юридические лица</w:t>
            </w:r>
          </w:p>
        </w:tc>
        <w:tc>
          <w:tcPr>
            <w:tcW w:w="99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836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МЮ</w:t>
            </w:r>
          </w:p>
        </w:tc>
        <w:tc>
          <w:tcPr>
            <w:tcW w:w="136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ЦОН, веб-портал «электронного правительства»</w:t>
            </w:r>
          </w:p>
        </w:tc>
        <w:tc>
          <w:tcPr>
            <w:tcW w:w="1058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Бесплатно</w:t>
            </w:r>
          </w:p>
        </w:tc>
        <w:tc>
          <w:tcPr>
            <w:tcW w:w="1755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</w:tcPr>
          <w:p w:rsidR="00F711CA" w:rsidRPr="00A855A1" w:rsidRDefault="00F711C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855A1">
              <w:rPr>
                <w:rFonts w:ascii="Times New Roman" w:hAnsi="Times New Roman" w:cs="Times New Roman"/>
                <w:color w:val="000000"/>
                <w:sz w:val="20"/>
              </w:rPr>
              <w:t>Электронная</w:t>
            </w:r>
          </w:p>
        </w:tc>
      </w:tr>
    </w:tbl>
    <w:p w:rsidR="00F711CA" w:rsidRPr="00A855A1" w:rsidRDefault="00F711CA">
      <w:pPr>
        <w:spacing w:after="0"/>
        <w:rPr>
          <w:rFonts w:ascii="Times New Roman" w:hAnsi="Times New Roman" w:cs="Times New Roman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  <w:lang w:val="ru-RU"/>
        </w:rPr>
      </w:pP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Примечание: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Код государственной услуги состоит из трех секций: 000 00 000 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Три цифры на первой позиции обозначают сферу оказания государственных услуг.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Две цифры на второй позиции обозначают подсферу (жизненную ситуацию) оказания государственных услуг.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Три цифры на третьей позиции обозначают порядковый номер государственной услуги внутри подсферы.</w:t>
      </w:r>
    </w:p>
    <w:p w:rsidR="00F711CA" w:rsidRPr="00A855A1" w:rsidRDefault="00F711CA">
      <w:pPr>
        <w:spacing w:after="0"/>
        <w:rPr>
          <w:rFonts w:ascii="Times New Roman" w:hAnsi="Times New Roman" w:cs="Times New Roman"/>
          <w:lang w:val="ru-RU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  <w:lang w:val="ru-RU"/>
        </w:rPr>
      </w:pP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Расшифровка аббревиатур: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ГП – Генеральная прокуратура Республики Казахстан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МСХ – Министерство сельского хозяйства Республики Казахстан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МЮ – Министерство юстиции Республики Казахстан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МОН – Министерство образования и науки Республики Казахстан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МЗ – Министерство здравоохранения Республики Казахстан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МТСЗН – Министерство труда и социальной защиты населения Республики Казахстан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МИНТ – Министерство индустрии и новых технологий Республики Казахстан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МФ – Министерство финансов Республики Казахстан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МТК – Министерство транспорта и коммуникаций Республики Казахстан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МО – Министерство обороны Республики Казахстан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МООС – Министерство охраны окружающей среды Республики Казахстан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МКИ – Министерство культуры и информации Республики Казахстан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МНГ – Министерство нефти и газа Республики Казахстан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МРР – Министерство регионального развития Республики Казахстан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МИД – Министерство иностранных дел Республики Казахстан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МЧС – Министерство по чрезвычайным ситуациям Республики Казахстан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МВД – Министерство внутренних дел Республики Казахстан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МЭБП – Министерство экономики и бюджетного планирования Республики Казахстан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АЗК – Агентство Республики Казахстан по защите конкуренции 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АДР – Агентство Республики Казахстан по делам религий 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АДГС – Агентство Республики Казахстан по делам государственной службы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АС – Агентство Республики Казахстан по статистике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АДСФК – Агентство Республики Казахстан по делам спорта и физической культуры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АРЕМ – Агентство Республики Казахстан по регулированию естественных монополий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НКА – Национальное космическое агентство Республики Казахстан 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НБ – Национальный Банк Республики Казахстан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КИС – Комитет по правам интеллектуальной собственности Министерства юстиции Республики Казахстан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КПССУ – Комитет по правовой статистике и специальным учетам Генеральной прокуратуры Республики Казахстан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ККМФД – Комитет контроля медицинской и фармацевтической деятельности Министерства здравоохранения Республики Казахстан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КГСЭН – Комитет государственного санитарно-эпидемиологического надзора Министерства здравоохранения Республики Казахстан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КНБ – Комитет национальной безопасности Республики Казахстан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ДОДСВС – Департамент по обеспечению деятельности судов при Верховном Суде Республики Казахстан (аппарат Верховного Суда Республики Казахстан)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ДКМФД – Департамент контроля медицинской и фармацевтической деятельности Министерства здравоохранения Республики Казахстан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ДВД – Департамент внутренних дел Министерства внутренних дел Республики Казахстан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ГЦВП – Республиканское государственное казенное предприятие «Государственный центр по выплате пенсий Министерства труда и социальной защиты населения Республики Казахстан»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ГосНПЦзем – Республиканское государственное предприятие «Государственный научно-производственный центр земельных ресурсов и землеустройства»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МИО – местные исполнительные органы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ЦОН – Республиканское государственное предприятие на праве хозяйственного ведения «Центр обслуживания населения» Комитета по контролю автоматизации государственных услуг и координации деятельности центров обслуживания населения Министерства транспорта и коммуникаций Республики Казахстан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АГУ – Академия государственного управления при Президенте Республики Казахстан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АО – Акционерное общество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НЦУПГС – Национальный центр по управлению персоналом государственной службы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ГУ – Государственное учреждение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РГП – Республиканское государственное предприятие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РГП на ПХВ – Республиканское государственное предприятие на праве хозяйственного ведения</w:t>
      </w:r>
    </w:p>
    <w:p w:rsidR="00F711CA" w:rsidRPr="00A855A1" w:rsidRDefault="00F711CA">
      <w:pPr>
        <w:spacing w:after="0"/>
        <w:rPr>
          <w:rFonts w:ascii="Times New Roman" w:hAnsi="Times New Roman" w:cs="Times New Roman"/>
          <w:lang w:val="ru-RU"/>
        </w:rPr>
      </w:pPr>
    </w:p>
    <w:p w:rsidR="00F711CA" w:rsidRPr="00A855A1" w:rsidRDefault="00F711CA">
      <w:pPr>
        <w:spacing w:after="0"/>
        <w:jc w:val="right"/>
        <w:rPr>
          <w:rFonts w:ascii="Times New Roman" w:hAnsi="Times New Roman" w:cs="Times New Roman"/>
          <w:lang w:val="ru-RU"/>
        </w:rPr>
      </w:pP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 Приложение</w:t>
      </w:r>
      <w:r w:rsidRPr="00A855A1">
        <w:rPr>
          <w:rFonts w:ascii="Times New Roman" w:hAnsi="Times New Roman" w:cs="Times New Roman"/>
          <w:color w:val="000000"/>
          <w:sz w:val="20"/>
        </w:rPr>
        <w:t>   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>к постановлению Правительства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Республики Казахстан</w:t>
      </w:r>
      <w:r w:rsidRPr="00A855A1">
        <w:rPr>
          <w:rFonts w:ascii="Times New Roman" w:hAnsi="Times New Roman" w:cs="Times New Roman"/>
          <w:color w:val="000000"/>
          <w:sz w:val="20"/>
        </w:rPr>
        <w:t>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>от 18 сентября 2013 года № 983</w:t>
      </w:r>
    </w:p>
    <w:p w:rsidR="00F711CA" w:rsidRPr="00A855A1" w:rsidRDefault="00F711CA">
      <w:pPr>
        <w:spacing w:after="0"/>
        <w:rPr>
          <w:rFonts w:ascii="Times New Roman" w:hAnsi="Times New Roman" w:cs="Times New Roman"/>
          <w:lang w:val="ru-RU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  <w:lang w:val="ru-RU"/>
        </w:rPr>
      </w:pPr>
      <w:r w:rsidRPr="00A855A1">
        <w:rPr>
          <w:rFonts w:ascii="Times New Roman" w:hAnsi="Times New Roman" w:cs="Times New Roman"/>
          <w:b/>
          <w:color w:val="000000"/>
          <w:lang w:val="ru-RU"/>
        </w:rPr>
        <w:t xml:space="preserve">   Перечень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b/>
          <w:color w:val="000000"/>
          <w:lang w:val="ru-RU"/>
        </w:rPr>
        <w:t>утративших силу некоторых решений Правительства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b/>
          <w:color w:val="000000"/>
          <w:lang w:val="ru-RU"/>
        </w:rPr>
        <w:t>Республики Казахстан</w:t>
      </w:r>
    </w:p>
    <w:p w:rsidR="00F711CA" w:rsidRPr="00A855A1" w:rsidRDefault="00F711CA">
      <w:pPr>
        <w:spacing w:after="0"/>
        <w:rPr>
          <w:rFonts w:ascii="Times New Roman" w:hAnsi="Times New Roman" w:cs="Times New Roman"/>
          <w:lang w:val="ru-RU"/>
        </w:rPr>
      </w:pPr>
    </w:p>
    <w:p w:rsidR="00F711CA" w:rsidRPr="00A855A1" w:rsidRDefault="00F711CA">
      <w:pPr>
        <w:spacing w:after="0"/>
        <w:rPr>
          <w:rFonts w:ascii="Times New Roman" w:hAnsi="Times New Roman" w:cs="Times New Roman"/>
        </w:rPr>
      </w:pP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1.</w:t>
      </w:r>
      <w:r w:rsidRPr="00A855A1">
        <w:rPr>
          <w:rFonts w:ascii="Times New Roman" w:hAnsi="Times New Roman" w:cs="Times New Roman"/>
          <w:color w:val="000000"/>
          <w:sz w:val="20"/>
        </w:rPr>
        <w:t>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>Постановление Правительства Республики Казахстан от 20 июля 2010 года № 745 «Об утверждении реестра государственных услуг, оказываемых физическим и юридическим лицам» (САПП Республики Казахстан, 2010 г., № 44, ст. 401).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2.</w:t>
      </w:r>
      <w:r w:rsidRPr="00A855A1">
        <w:rPr>
          <w:rFonts w:ascii="Times New Roman" w:hAnsi="Times New Roman" w:cs="Times New Roman"/>
          <w:color w:val="000000"/>
          <w:sz w:val="20"/>
        </w:rPr>
        <w:t>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Пункт 2 постановления Правительства Республики Казахстан 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>от 7 октября 2010 года № 1036 «Об утверждении стандартов государственных услуг и внесении дополнения в постановление Правительства Республики Казахстан от 20 июля 2010 года № 745» (САПП Республики Казахстан, 2010 г., № 54, ст. 521).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3.</w:t>
      </w:r>
      <w:r w:rsidRPr="00A855A1">
        <w:rPr>
          <w:rFonts w:ascii="Times New Roman" w:hAnsi="Times New Roman" w:cs="Times New Roman"/>
          <w:color w:val="000000"/>
          <w:sz w:val="20"/>
        </w:rPr>
        <w:t>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>Пункт 2 постановления Правительства Республики Казахстан от 28 февраля 2011 года № 197 «О внесении изменений в постановления Правительства Республики Казахстан от 14 декабря 2009 года № 2105 и от 20 июля 2010 года № 745» (САПП Республики Казахстан, 2011 г., № 22, ст. 276).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4.</w:t>
      </w:r>
      <w:r w:rsidRPr="00A855A1">
        <w:rPr>
          <w:rFonts w:ascii="Times New Roman" w:hAnsi="Times New Roman" w:cs="Times New Roman"/>
          <w:color w:val="000000"/>
          <w:sz w:val="20"/>
        </w:rPr>
        <w:t>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>Подпункт 2) пункта 1 постановления Правительства Республики Казахстан от 31 марта 2011 года № 301 «О внесении изменений в постановления Правительства Республики Казахстан от 18 марта 2010 года № 215 и от 20 июля 2010 года № 745» (САПП Республики Казахстан, 2011 г., № 28, ст. 336).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5.</w:t>
      </w:r>
      <w:r w:rsidRPr="00A855A1">
        <w:rPr>
          <w:rFonts w:ascii="Times New Roman" w:hAnsi="Times New Roman" w:cs="Times New Roman"/>
          <w:color w:val="000000"/>
          <w:sz w:val="20"/>
        </w:rPr>
        <w:t>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>Пункт 2 постановления Правительства Республики Казахстан от 4 апреля 2011 года № 351 «Об утверждении стандарта государственной услуги «Государственная регистрация, перерегистрация и внесение изменений в регистрационное досье лекарственных средств, изделий медицинского назначения и медицинской техники» и внесении дополнения и изменений в постановление Правительства Республики Казахстан от 20 июля 2010 года № 745» (САПП Республики Казахстан, 2011 г., № 29, ст. 361).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6.</w:t>
      </w:r>
      <w:r w:rsidRPr="00A855A1">
        <w:rPr>
          <w:rFonts w:ascii="Times New Roman" w:hAnsi="Times New Roman" w:cs="Times New Roman"/>
          <w:color w:val="000000"/>
          <w:sz w:val="20"/>
        </w:rPr>
        <w:t>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>Пункт 2 постановления Правительства Республики Казахстан от 7 апреля 2011 года № 403 «Об утверждении стандартов государственных услуг в области лесного и охотничьего хозяйства и внесении изменения в постановление Правительства Республики Казахстан от 20 июля 2010 года № 745» (САПП Республики Казахстан, 2011 г., № 33, ст. 399).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7.</w:t>
      </w:r>
      <w:r w:rsidRPr="00A855A1">
        <w:rPr>
          <w:rFonts w:ascii="Times New Roman" w:hAnsi="Times New Roman" w:cs="Times New Roman"/>
          <w:color w:val="000000"/>
          <w:sz w:val="20"/>
        </w:rPr>
        <w:t>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>Пункт 2 постановления Правительства Республики Казахстан от 29 апреля 2011 года № 464 «Об утверждении стандартов государственных услуг в области племенного животноводства и ветеринарии и внесении изменений и дополнения в постановление Правительства Республики Казахстан от 20 июля 2010 года № 745» (САПП Республики Казахстан, 2011 г., № 36, ст. 430).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8.</w:t>
      </w:r>
      <w:r w:rsidRPr="00A855A1">
        <w:rPr>
          <w:rFonts w:ascii="Times New Roman" w:hAnsi="Times New Roman" w:cs="Times New Roman"/>
          <w:color w:val="000000"/>
          <w:sz w:val="20"/>
        </w:rPr>
        <w:t>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>Пункт 2 постановления Правительства Республики Казахстан от 5 мая 2011 года № 485 «Об утверждении стандартов государственных услуг в области фитосанитарной безопасности и семеноводства и внесении изменений и дополнения в постановление Правительства Республики Казахстан от 20 июля 2010 года № 745» (САПП Республики Казахстан, 2011 г., № 37, ст. 451).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9.</w:t>
      </w:r>
      <w:r w:rsidRPr="00A855A1">
        <w:rPr>
          <w:rFonts w:ascii="Times New Roman" w:hAnsi="Times New Roman" w:cs="Times New Roman"/>
          <w:color w:val="000000"/>
          <w:sz w:val="20"/>
        </w:rPr>
        <w:t>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>Пункт 2 постановления Правительства Республики Казахстан от 23 мая 2011 года № 560 «Об утверждении стандарта государственной услуги «Государственная регистрация и перерегистрация продуктов детского питания, пищевых и биологически активных добавок к пище, генетически модифицированных объектов, красителей, средств дезинфекции, дезинсекции и дератизации, материалов и изделий, контактирующих с водой и продуктами питания, химических веществ, отдельных видов продукции и веществ, оказывающих вредное воздействие на здоровье человека» и внесении изменения и дополнений в постановление Правительства Республики Казахстан от 20 июля 2010 года № 745» (САПП Республики Казахстан, 2011 г., № 39, ст. 488).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10.</w:t>
      </w:r>
      <w:r w:rsidRPr="00A855A1">
        <w:rPr>
          <w:rFonts w:ascii="Times New Roman" w:hAnsi="Times New Roman" w:cs="Times New Roman"/>
          <w:color w:val="000000"/>
          <w:sz w:val="20"/>
        </w:rPr>
        <w:t>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>Постановление Правительства Республики Казахстан от 24 мая 2011 года № 567 «О внесении изменения в постановление Правительства Республики Казахстан от 20 июля 2010 года № 745» (САПП Республики Казахстан, 2011 г., № 39, ст. 493).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11.</w:t>
      </w:r>
      <w:r w:rsidRPr="00A855A1">
        <w:rPr>
          <w:rFonts w:ascii="Times New Roman" w:hAnsi="Times New Roman" w:cs="Times New Roman"/>
          <w:color w:val="000000"/>
          <w:sz w:val="20"/>
        </w:rPr>
        <w:t>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>Пункт 2 постановления Правительства Республики Казахстан от 26 мая 2011 года № 579 «Об утверждении стандартов государственных услуг в сфере интеллектуальной собственности и внесении изменений в постановление Правительства Республики Казахстан от 20 июля 2010 года № 745» (САПП Республики Казахстан, 2011 г., № 40, ст. 501).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12.</w:t>
      </w:r>
      <w:r w:rsidRPr="00A855A1">
        <w:rPr>
          <w:rFonts w:ascii="Times New Roman" w:hAnsi="Times New Roman" w:cs="Times New Roman"/>
          <w:color w:val="000000"/>
          <w:sz w:val="20"/>
        </w:rPr>
        <w:t>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>Подпункт 3) пункта 1 постановления Правительства Республики Казахстан от 28 мая 2011 года № 596 «О внесении изменений и дополнений в некоторые решения Правительства Республики Казахстан» (САПП Республики Казахстан, 2011 г., № 40, ст. 508).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13.</w:t>
      </w:r>
      <w:r w:rsidRPr="00A855A1">
        <w:rPr>
          <w:rFonts w:ascii="Times New Roman" w:hAnsi="Times New Roman" w:cs="Times New Roman"/>
          <w:color w:val="000000"/>
          <w:sz w:val="20"/>
        </w:rPr>
        <w:t>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>Пункт 10 изменений и дополнений, которые вносятся в некоторые решения Правительства Республики Казахстан, утвержденных постановлением Правительства Республики Казахстан от 30 июня 2011 года № 736 «О внесении изменений и дополнений в некоторые решения Правительства Республики Казахстан и признании утратившим силу постановления Правительства Республики Казахстан от 14 декабря 2004 года № 1317 «Некоторые вопросы Республиканского государственного предприятия «Информационно-производственный центр» Министерства внутренних дел Республики Казахстан» (САПП Республики Казахстан, 2011 г., № 44, ст. 586).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14.</w:t>
      </w:r>
      <w:r w:rsidRPr="00A855A1">
        <w:rPr>
          <w:rFonts w:ascii="Times New Roman" w:hAnsi="Times New Roman" w:cs="Times New Roman"/>
          <w:color w:val="000000"/>
          <w:sz w:val="20"/>
        </w:rPr>
        <w:t>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>Пункт 19 изменений, которые вносятся в некоторые решения Правительства Республики Казахстан, утвержденных постановлением Правительства Республики Казахстан от 18 июля 2011 года № 820 «О внесении изменений в некоторые решения Правительства Республики Казахстан» (САПП Республики Казахстан, 2011 г., № 47, ст. 643).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15.</w:t>
      </w:r>
      <w:r w:rsidRPr="00A855A1">
        <w:rPr>
          <w:rFonts w:ascii="Times New Roman" w:hAnsi="Times New Roman" w:cs="Times New Roman"/>
          <w:color w:val="000000"/>
          <w:sz w:val="20"/>
        </w:rPr>
        <w:t>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>Подпункт 2) пункта 1 постановления Правительства Республики Казахстан от 22 июля 2011 года № 842 «О внесении изменений и дополнений в постановления Правительства Республики Казахстан от 30 декабря 2009 года № 2315 «О внесении изменения и дополнений в постановление Правительства Республики Казахстан от 30 июня 2007 года № 561 и об утверждении стандартов государственных услуг» и от 20 июля 2010 года № 745 «Об утверждении реестра государственных услуг, оказываемых физическим и юридическим лицам» (САПП Республики Казахстан, 2011 г., № 49, ст. 658).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16.</w:t>
      </w:r>
      <w:r w:rsidRPr="00A855A1">
        <w:rPr>
          <w:rFonts w:ascii="Times New Roman" w:hAnsi="Times New Roman" w:cs="Times New Roman"/>
          <w:color w:val="000000"/>
          <w:sz w:val="20"/>
        </w:rPr>
        <w:t>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>Пункт 6 изменений и дополнений, которые вносятся в некоторые решения Правительства Республики Казахстан, утвержденных постановлением Правительства Республики Казахстан от 1 августа 2011 года № 888 «Вопросы Агентства Республики Казахстан по делам религий» (САПП Республики Казахстан, 2011 г., № 51, ст. 690).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17.</w:t>
      </w:r>
      <w:r w:rsidRPr="00A855A1">
        <w:rPr>
          <w:rFonts w:ascii="Times New Roman" w:hAnsi="Times New Roman" w:cs="Times New Roman"/>
          <w:color w:val="000000"/>
          <w:sz w:val="20"/>
        </w:rPr>
        <w:t>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>Подпункт 9) изменений и дополнений, которые вносятся в некоторые решения Правительства Республики Казахстан, утвержденных постановлением Правительства Республики Казахстан от 23 сентября 2011 года № 1090 «О некоторых вопросах реализации Указа Президента Республики Казахстан от 10 августа 2011 года № 136 «О мерах по дальнейшему совершенствованию системы государственного управления Республики Казахстан» (САПП Республики Казахстан, 2011 г., № 54, ст. 778).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18.</w:t>
      </w:r>
      <w:r w:rsidRPr="00A855A1">
        <w:rPr>
          <w:rFonts w:ascii="Times New Roman" w:hAnsi="Times New Roman" w:cs="Times New Roman"/>
          <w:color w:val="000000"/>
          <w:sz w:val="20"/>
        </w:rPr>
        <w:t>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>Пункт 2 постановления Правительства Республики Казахстан от 8 декабря 2011 года № 1498 «Об утверждении стандарта государственной услуги «Регистрация лиц, имеющих право осуществлять деятельность реабилитационного и (или) конкурсного управляющих и (или) администратора внешнего наблюдения, и снятие их с регистрации» и внесении дополнения в постановление Правительства Республики Казахстан от 20 июля 2010 года № 745 «Об утверждении реестра государственных услуг, оказываемых физическим и юридическим лицам» (САПП Республики Казахстан, 2012 г., № 7, ст. 138).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19.</w:t>
      </w:r>
      <w:r w:rsidRPr="00A855A1">
        <w:rPr>
          <w:rFonts w:ascii="Times New Roman" w:hAnsi="Times New Roman" w:cs="Times New Roman"/>
          <w:color w:val="000000"/>
          <w:sz w:val="20"/>
        </w:rPr>
        <w:t>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>Пункт 2 постановления Правительства Республики Казахстан от 17 января 2012 года № 83 «Об утверждении стандартов государственных услуг в области культуры и внесении дополнений в постановление Правительства Республики Казахстан от 20 июля 2010 года № 745 «Об утверждении реестра государственных услуг, оказываемых физическим и юридическим лицам» (САПП Республики Казахстан, 2012 г., № 24, ст. 343).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20.</w:t>
      </w:r>
      <w:r w:rsidRPr="00A855A1">
        <w:rPr>
          <w:rFonts w:ascii="Times New Roman" w:hAnsi="Times New Roman" w:cs="Times New Roman"/>
          <w:color w:val="000000"/>
          <w:sz w:val="20"/>
        </w:rPr>
        <w:t>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>Пункт 2 постановления Правительства Республики Казахстан от 7 февраля 2012 года № 211 «Об утверждении стандарта государственной услуги «Проведение регистрации и перерегистрации лиц, осуществляющих миссионерскую деятельность» и о внесении изменения в постановление Правительства Республики Казахстан от 20 июля 2010 года № 745 «Об утверждении реестра государственных услуг, оказываемых физическим и юридическим лицам» (САПП Республики Казахстан, 2012 г., № 33, ст. 426).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21.</w:t>
      </w:r>
      <w:r w:rsidRPr="00A855A1">
        <w:rPr>
          <w:rFonts w:ascii="Times New Roman" w:hAnsi="Times New Roman" w:cs="Times New Roman"/>
          <w:color w:val="000000"/>
          <w:sz w:val="20"/>
        </w:rPr>
        <w:t>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>Подпункт 2) пункта 1 постановления Правительства Республики Казахстан от 17 февраля 2012 года № 231 «О внесении изменений в постановления Правительства Республики Казахстан от 26 октября 2009 года № 1669 «Об утверждении стандарта государственной услуги «Выдача адресных справок с места жительства» и от 20 июля 2010 года № 745 «Об утверждении реестра государственных услуг, оказываемых физическим и юридическим лицам» (САПП Республики Казахстан, 2012 г., № 34, ст. 433).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22.</w:t>
      </w:r>
      <w:r w:rsidRPr="00A855A1">
        <w:rPr>
          <w:rFonts w:ascii="Times New Roman" w:hAnsi="Times New Roman" w:cs="Times New Roman"/>
          <w:color w:val="000000"/>
          <w:sz w:val="20"/>
        </w:rPr>
        <w:t>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>Постановление Правительства Республики Казахстан от 29 февраля 2012 года № 273 «О внесении изменений в постановление Правительства Республики Казахстан от 20 июля 2010 года № 745 «Об утверждении реестра государственных услуг, оказываемых физическим и юридическим лицам» (САПП Республики Казахстан, 2012 г., № 34, ст. 455).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23.</w:t>
      </w:r>
      <w:r w:rsidRPr="00A855A1">
        <w:rPr>
          <w:rFonts w:ascii="Times New Roman" w:hAnsi="Times New Roman" w:cs="Times New Roman"/>
          <w:color w:val="000000"/>
          <w:sz w:val="20"/>
        </w:rPr>
        <w:t>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>Пункт 2 постановления Правительства Республики Казахстан от 28 июня 2012 года № 865 «Об утверждении стандартов государственных услуг, оказываемых Министерством экономического развития и торговли Республики Казахстан» (САПП Республики Казахстан, 2012 г., № 60, ст. 825).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24.</w:t>
      </w:r>
      <w:r w:rsidRPr="00A855A1">
        <w:rPr>
          <w:rFonts w:ascii="Times New Roman" w:hAnsi="Times New Roman" w:cs="Times New Roman"/>
          <w:color w:val="000000"/>
          <w:sz w:val="20"/>
        </w:rPr>
        <w:t>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>Пункт 2 изменений, которые вносятся в некоторые решения Правительства Республики Казахстан, утвержденных постановлением Правительства Республики Казахстан от 28 июня 2012 года № 869 «О внесении изменений в некоторые решения Правительства Республики Казахстан» (САПП Республики Казахстан, 2012 г., № 61, ст. 830).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25.</w:t>
      </w:r>
      <w:r w:rsidRPr="00A855A1">
        <w:rPr>
          <w:rFonts w:ascii="Times New Roman" w:hAnsi="Times New Roman" w:cs="Times New Roman"/>
          <w:color w:val="000000"/>
          <w:sz w:val="20"/>
        </w:rPr>
        <w:t>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>Пункт 2 изменений и дополнений, которые вносятся в некоторые решения Правительства Республики Казахстан, утвержденных постановлением Правительства Республики Казахстан от 3 августа 2012 года № 1021 «О внесении изменений и дополнения в некоторые решения Правительства Республики Казахстан» (САПП Республики Казахстан, 2012 г., № 65, ст. 918).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26.</w:t>
      </w:r>
      <w:r w:rsidRPr="00A855A1">
        <w:rPr>
          <w:rFonts w:ascii="Times New Roman" w:hAnsi="Times New Roman" w:cs="Times New Roman"/>
          <w:color w:val="000000"/>
          <w:sz w:val="20"/>
        </w:rPr>
        <w:t>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>Пункт 1 изменений и дополнений, которые вносятся в некоторые решения Правительства Республики Казахстан, утвержденных постановлением Правительства Республики Казахстан от 17 августа 2012 года № 1059 «О внесении изменений и дополнений в некоторые решения Правительства Республики Казахстан» (САПП Республики Казахстан, 2012 г., № 66, ст. 944).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27.</w:t>
      </w:r>
      <w:r w:rsidRPr="00A855A1">
        <w:rPr>
          <w:rFonts w:ascii="Times New Roman" w:hAnsi="Times New Roman" w:cs="Times New Roman"/>
          <w:color w:val="000000"/>
          <w:sz w:val="20"/>
        </w:rPr>
        <w:t>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>Постановление Правительства Республики Казахстан от 22 августа 2012 года № 1072 «О внесении изменений и дополнений в постановление Правительства Республики Казахстан от 20 июля 2010 года № 745 «Об утверждении реестра государственных услуг, оказываемых физическим и юридическим лицам» (САПП Республики Казахстан, 2012 г., № 67, ст. 953).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28.</w:t>
      </w:r>
      <w:r w:rsidRPr="00A855A1">
        <w:rPr>
          <w:rFonts w:ascii="Times New Roman" w:hAnsi="Times New Roman" w:cs="Times New Roman"/>
          <w:color w:val="000000"/>
          <w:sz w:val="20"/>
        </w:rPr>
        <w:t>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>Пункт 2 постановления Правительства Республики Казахстан от 31 августа 2012 года № 1108 «Об утверждении стандартов государственных услуг в области сельского хозяйства и внесении изменений в постановление Правительства Республики Казахстан от 20 июля 2010 года № 745 «Об утверждении реестра государственных услуг, оказываемых физическим и юридическим лицам» (САПП Республики Казахстан, 2012 г., № 67, ст. 973).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29.</w:t>
      </w:r>
      <w:r w:rsidRPr="00A855A1">
        <w:rPr>
          <w:rFonts w:ascii="Times New Roman" w:hAnsi="Times New Roman" w:cs="Times New Roman"/>
          <w:color w:val="000000"/>
          <w:sz w:val="20"/>
        </w:rPr>
        <w:t>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>Пункт 4 изменений и дополнений, которые вносятся в некоторые решения Правительства Республики Казахстан, утвержденных постановлением Правительства Республики Казахстан от 31 августа 2012 года № 1110 «О реорганизации республиканского государственного казенного предприятия «Национальный аккредитационный центр» Министерства образования и науки Республики Казахстан» (САПП Республики Казахстан, 2012 г., № 67, ст. 975).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30.</w:t>
      </w:r>
      <w:r w:rsidRPr="00A855A1">
        <w:rPr>
          <w:rFonts w:ascii="Times New Roman" w:hAnsi="Times New Roman" w:cs="Times New Roman"/>
          <w:color w:val="000000"/>
          <w:sz w:val="20"/>
        </w:rPr>
        <w:t>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>Пункт 2 постановления Правительства Республики Казахстан от 31 августа 2012 года № 1119 «Об утверждении стандартов государственных услуг, оказываемых Министерством образования и науки Республики Казахстан, местными исполнительными органами в сфере образования и науки» (САПП Республики Казахстан, 2012 г., № 68, ст. 984).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31.</w:t>
      </w:r>
      <w:r w:rsidRPr="00A855A1">
        <w:rPr>
          <w:rFonts w:ascii="Times New Roman" w:hAnsi="Times New Roman" w:cs="Times New Roman"/>
          <w:color w:val="000000"/>
          <w:sz w:val="20"/>
        </w:rPr>
        <w:t>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>Пункт 2 постановления Правительства Республики Казахстан от 31 августа 2012 года № 1127 «Об утверждении стандартов государственных услуг, оказываемых Министерством нефти и газа Республики Казахстан, и внесении изменений в постановление Правительства Республики Казахстан от 20 июля 2010 года № 745 «Об утверждении реестра государственных услуг, оказываемых физическим и юридическим лицам» (САПП Республики Казахстан, 2012 г., № 68, ст. 989).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32.</w:t>
      </w:r>
      <w:r w:rsidRPr="00A855A1">
        <w:rPr>
          <w:rFonts w:ascii="Times New Roman" w:hAnsi="Times New Roman" w:cs="Times New Roman"/>
          <w:color w:val="000000"/>
          <w:sz w:val="20"/>
        </w:rPr>
        <w:t>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>Подпункт 2) пункта 2 постановления Правительства Республики Казахстан от 31 августа 2012 года № 1130 «Об утверждении стандартов государственных услуг в области промышленности и экспортного контроля и внесении изменений в некоторые решения Правительства Республики Казахстан» (САПП Республики Казахстан, 2012 г., № 68, ст. 992).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33.</w:t>
      </w:r>
      <w:r w:rsidRPr="00A855A1">
        <w:rPr>
          <w:rFonts w:ascii="Times New Roman" w:hAnsi="Times New Roman" w:cs="Times New Roman"/>
          <w:color w:val="000000"/>
          <w:sz w:val="20"/>
        </w:rPr>
        <w:t>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>Пункт 2 изменений и дополнений, которые вносятся в некоторые решения Правительства Республики Казахстан, утвержденных постановлением Правительства Республики Казахстан от 5 сентября 2012 года № 1153 «Об утверждении стандартов государственных услуг Министерства транспорта и коммуникаций Республики Казахстан в сфере транспортного контроля и внесении изменений и дополнений в некоторые решения Правительства Республики Казахстан» (САПП Республики Казахстан, 2012 г., № 70, ст. 1007).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34.</w:t>
      </w:r>
      <w:r w:rsidRPr="00A855A1">
        <w:rPr>
          <w:rFonts w:ascii="Times New Roman" w:hAnsi="Times New Roman" w:cs="Times New Roman"/>
          <w:color w:val="000000"/>
          <w:sz w:val="20"/>
        </w:rPr>
        <w:t>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>Подпункт 2) пункта 1 постановления Правительства Республики Казахстан от 6 сентября 2012 года № 1160 «О внесении изменений и дополнений в постановления Правительства Республики Казахстан от 15 декабря 2009 года № 2121 «Об утверждении стандартов государственных услуг» и от 20 июля 2010 года № 745 «Об утверждении реестра государственных услуг, оказываемых физическим и юридическим лицам» (САПП Республики Казахстан, 2012 г., № 70, ст. 1009).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35.</w:t>
      </w:r>
      <w:r w:rsidRPr="00A855A1">
        <w:rPr>
          <w:rFonts w:ascii="Times New Roman" w:hAnsi="Times New Roman" w:cs="Times New Roman"/>
          <w:color w:val="000000"/>
          <w:sz w:val="20"/>
        </w:rPr>
        <w:t>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>Пункт 2 постановления Правительства Республики Казахстан от 13 сентября 2012 года № 1195 «Об утверждении стандартов государственных услуг в сфере гражданской авиации и внесении изменений в постановление Правительства Республики Казахстан от 20 июля 2010 года № 745 «Об утверждении реестра государственных услуг, оказываемых физическим и юридическим лицам» (САПП Республики Казахстан, 2012 г., № 71, ст. 1027).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36.</w:t>
      </w:r>
      <w:r w:rsidRPr="00A855A1">
        <w:rPr>
          <w:rFonts w:ascii="Times New Roman" w:hAnsi="Times New Roman" w:cs="Times New Roman"/>
          <w:color w:val="000000"/>
          <w:sz w:val="20"/>
        </w:rPr>
        <w:t>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>Подпункт 1) пункта 2 постановления Правительства Республики Казахстан от 25 сентября 2012 года № 1241 «Об утверждении стандартов государственных услуг в сфере информационных технологий и о внесении изменений в постановления Правительства Республики Казахстан от 20 июля 2010 года № 745 «Об утверждении реестра государственных услуг, оказываемых физическим и юридическим лицам» и от 30 декабря 2009 года № 2280 «Об утверждении Правил проведения аттестации государственных информационных систем и негосударственных информационных систем, интегрируемых с государственными информационными системами, на соответствие их требованиям информационной безопасности и принятым на территории Республики Казахстан стандартам» (САПП Республики Казахстан, 2012 г., № 71, ст. 1047).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37.</w:t>
      </w:r>
      <w:r w:rsidRPr="00A855A1">
        <w:rPr>
          <w:rFonts w:ascii="Times New Roman" w:hAnsi="Times New Roman" w:cs="Times New Roman"/>
          <w:color w:val="000000"/>
          <w:sz w:val="20"/>
        </w:rPr>
        <w:t>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>Пункт 2 постановления Правительства Республики Казахстан от 8 октября 2012 года № 1265 «Об утверждении стандарта государственной услуги «Присвоение и продление статуса беженца в Республике Казахстан» и внесении изменения в постановление Правительства Республики Казахстан от 20 июля 2010 года № 745 «Об утверждении реестра государственных услуг, оказываемых физическим и юридическим лицам» (САПП Республики Казахстан, 2012 г., № 72-73, ст. 1058).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38.</w:t>
      </w:r>
      <w:r w:rsidRPr="00A855A1">
        <w:rPr>
          <w:rFonts w:ascii="Times New Roman" w:hAnsi="Times New Roman" w:cs="Times New Roman"/>
          <w:color w:val="000000"/>
          <w:sz w:val="20"/>
        </w:rPr>
        <w:t>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>Пункт 2 постановления Правительства Республики Казахстан от 8 октября 2012 года № 1266 «Об утверждении стандарта государственной услуги «Выдача пропуска на въезд в пограничную зону и пребывание в ней» и внесении изменения в постановление Правительства Республики Казахстан от 20 июля 2010 года № 745 «Об утверждении реестра государственных услуг, оказываемых физическим и юридическим лицам» (САПП Республики Казахстан, 2012 г., № 72-73, ст. 1059).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39.</w:t>
      </w:r>
      <w:r w:rsidRPr="00A855A1">
        <w:rPr>
          <w:rFonts w:ascii="Times New Roman" w:hAnsi="Times New Roman" w:cs="Times New Roman"/>
          <w:color w:val="000000"/>
          <w:sz w:val="20"/>
        </w:rPr>
        <w:t>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>Подпункт 2) пункта 2 постановления Правительства Республики Казахстан от 16 октября 2012 года № 1315 «Об утверждении стандартов государственных услуг Министерства транспорта и коммуникаций Республики Казахстан и местных исполнительных органов в сфере автомобильных дорог и внесении изменений и дополнений в постановления Правительства Республики Казахстан от 5 сентября 1998 года № 845 «О совершенствовании правового обеспечения дорожного хозяйства» и от 20 июля 2010 года № 745 «Об утверждении реестра государственных услуг, оказываемых физическим и юридическим лицам» (САПП Республики Казахстан, 2012 г., № 74, ст. 1089).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40.</w:t>
      </w:r>
      <w:r w:rsidRPr="00A855A1">
        <w:rPr>
          <w:rFonts w:ascii="Times New Roman" w:hAnsi="Times New Roman" w:cs="Times New Roman"/>
          <w:color w:val="000000"/>
          <w:sz w:val="20"/>
        </w:rPr>
        <w:t>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>Пункт 2 постановления Правительства Республики Казахстан от 1 ноября 2012 года № 1392 «Об утверждении стандартов государственных услуг, оказываемых Агентством Республики Казахстан по управлению земельными ресурсами и местными исполнительными органами в сфере земельных отношений, геодезии и картографии, и внесении изменений в постановление Правительства Республики Казахстан от 20 июля 2010 года № 745 «Об утверждении реестра государственных услуг, оказываемых физическим и юридическим лицам» (САПП Республики Казахстан, 2012 г., № 77-78, ст. 1136).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41.</w:t>
      </w:r>
      <w:r w:rsidRPr="00A855A1">
        <w:rPr>
          <w:rFonts w:ascii="Times New Roman" w:hAnsi="Times New Roman" w:cs="Times New Roman"/>
          <w:color w:val="000000"/>
          <w:sz w:val="20"/>
        </w:rPr>
        <w:t>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>Пункт 2 постановления Правительства Республики Казахстан от 11 декабря 2012 года № 1575 «Об утверждении стандарта государственной услуги «Выдача документов о прохождении подготовки, повышения квалификации и переподготовки кадров отрасли здравоохранения» и внесении изменения в постановление Правительства Республики Казахстан от 20 июля 2010 года № 745 «Об утверждении реестра государственных услуг, оказываемых физическим и юридическим лицам» (САПП Республики Казахстан, 2013 г., № 3, ст. 54).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42.</w:t>
      </w:r>
      <w:r w:rsidRPr="00A855A1">
        <w:rPr>
          <w:rFonts w:ascii="Times New Roman" w:hAnsi="Times New Roman" w:cs="Times New Roman"/>
          <w:color w:val="000000"/>
          <w:sz w:val="20"/>
        </w:rPr>
        <w:t>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>Подпункт 2) пункта 1 постановления Правительства Республики Казахстан от 29 декабря 2012 года № 1741 «О внесении изменений и дополнений в постановления Правительства Республики Казахстан от 29 декабря 2009 года № 2223 «Об утверждении стандартов государственных услуг Министерства обороны Республики Казахстан» и от 20 июля 2010 года № 745 «Об утверждении реестра государственных услуг, оказываемых физическим и юридическим лицам» (САПП Республики Казахстан, 2013 г., № 6, ст. 141).</w:t>
      </w:r>
      <w:r w:rsidRPr="00A855A1">
        <w:rPr>
          <w:rFonts w:ascii="Times New Roman" w:hAnsi="Times New Roman" w:cs="Times New Roman"/>
          <w:lang w:val="ru-RU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</w:t>
      </w:r>
      <w:r w:rsidRPr="00A855A1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A855A1">
        <w:rPr>
          <w:rFonts w:ascii="Times New Roman" w:hAnsi="Times New Roman" w:cs="Times New Roman"/>
          <w:color w:val="000000"/>
          <w:sz w:val="20"/>
        </w:rPr>
        <w:t>43. Пункт 2 изменений и дополнений, которые вносятся в некоторые решения Правительства Республики Казахстан, утвержденных постановлением Правительства Республики Казахстан от 29 декабря 2012 года № 1755 «О внесении изменений и дополнений в некоторые решения Правительства Республики Казахстан» (САПП Республики Казахстан, 2013 г., № 7, ст. 149).</w:t>
      </w:r>
      <w:r w:rsidRPr="00A855A1">
        <w:rPr>
          <w:rFonts w:ascii="Times New Roman" w:hAnsi="Times New Roman" w:cs="Times New Roman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 44. Пункт 3 изменений и дополнений, которые вносятся в некоторые решения Правительства Республики Казахстан, утвержденных постановлением Правительства Республики Казахстан от 29 декабря 2012 года № 1788 «О внесении изменений и дополнений в некоторые решения Правительства Республики Казахстан» (САПП Республики Казахстан, 2013 г., № 8, ст. 173).</w:t>
      </w:r>
      <w:r w:rsidRPr="00A855A1">
        <w:rPr>
          <w:rFonts w:ascii="Times New Roman" w:hAnsi="Times New Roman" w:cs="Times New Roman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 45. Подпункт 1) пункта 1 постановления Правительства Республики Казахстан от 29 декабря 2012 года № 1790 «О внесении изменений в постановления Правительства Республики Казахстан от 20 июля 2010 года № 745 «Об утверждении реестра государственных услуг, оказываемых физическим и юридическим лицам» и от 8 июня 2012 года № 764 «Об утверждении стандарта государственной услуги «Выдача лицензии, переоформление, выдача дубликатов лицензии на право занятия охранной деятельностью» (САПП Республики Казахстан, 2013 г., № 8, ст. 175).</w:t>
      </w:r>
      <w:r w:rsidRPr="00A855A1">
        <w:rPr>
          <w:rFonts w:ascii="Times New Roman" w:hAnsi="Times New Roman" w:cs="Times New Roman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 46. Подпункт 1) пункта 1 постановления Правительства Республики Казахстан от 29 декабря 2012 года № 1815 «О внесении изменений в постановления Правительства Республики Казахстан от 20 июля 2010 года № 745 «Об утверждении реестра государственных услуг, оказываемых физическим и юридическим лицам» и от 28 июня 2012 года № 865 «Об утверждении стандартов государственных услуг, оказываемых Министерством экономического развития и торговли Республики Казахстан» (САПП Республики Казахстан, 2013 г., № 10, ст. 195).</w:t>
      </w:r>
      <w:r w:rsidRPr="00A855A1">
        <w:rPr>
          <w:rFonts w:ascii="Times New Roman" w:hAnsi="Times New Roman" w:cs="Times New Roman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 47. Пункт 2 постановления Правительства Республики Казахстан от 11 января 2013 года № 6 «Об утверждении стандартов государственных услуг Министерства иностранных дел Республики Казахстан» и внесении изменений в постановление Правительства Республики Казахстан от 20 июля 2010 года № 745 «Об утверждении реестра государственных услуг, оказываемых физическим и юридическим лицам» (САПП Республики Казахстан, 2013 г., № 11, ст. 201).</w:t>
      </w:r>
      <w:r w:rsidRPr="00A855A1">
        <w:rPr>
          <w:rFonts w:ascii="Times New Roman" w:hAnsi="Times New Roman" w:cs="Times New Roman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 48. Подпункт 2) пункта 1 постановления Правительства Республики Казахстан от 24 января 2013 года № 29 «О внесении изменений в постановления Правительства Республики Казахстан от 21 июня 2012 года № 813 «Об утверждении стандарта государственной услуги «Выдача лицензии, переоформление, выдача дубликатов лицензии на осуществление аудиторской деятельности» и от 20 июля 2010 года № 745 «Об утверждении реестра государственных услуг, оказываемых физическим и юридическим лицам» (САПП Республики Казахстан, 2013 г., № 12, ст. 214).</w:t>
      </w:r>
      <w:r w:rsidRPr="00A855A1">
        <w:rPr>
          <w:rFonts w:ascii="Times New Roman" w:hAnsi="Times New Roman" w:cs="Times New Roman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 49. Пункт 7 изменений, которые вносятся в некоторые решения Правительства Республики Казахстан, утвержденных постановлением Правительства Республики Казахстан от 28 января 2013 года № 49 «О некоторых вопросах государственной технической службы» (САПП Республики Казахстан, 2013 г., № 12, ст. 226).</w:t>
      </w:r>
      <w:r w:rsidRPr="00A855A1">
        <w:rPr>
          <w:rFonts w:ascii="Times New Roman" w:hAnsi="Times New Roman" w:cs="Times New Roman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 50. Подпункт 1) пункта 1 постановления Правительства Республики Казахстан от 31 января 2013 года № 67 «О внесении изменений в постановления Правительства Республики Казахстан от 20 июля 2010 года № 745 «Об утверждении реестра государственных услуг, оказываемых физическим и юридическим лицам» и от 8 декабря 2011 года № 1498 «Об утверждении стандарта государственной услуги «Регистрация лиц, имеющих право осуществлять деятельность реабилитационного и (или) конкурсного управляющих и (или) администратора внешнего наблюдения, и снятие их с регистрации» и внесении дополнения в постановление Правительства Республики Казахстан от 20 июля 2010 года № 745 «Об утверждении реестра государственных услуг, оказываемых физическим и юридическим лицам» (САПП Республики Казахстан, 2013 г., № 13, ст. 239).</w:t>
      </w:r>
      <w:r w:rsidRPr="00A855A1">
        <w:rPr>
          <w:rFonts w:ascii="Times New Roman" w:hAnsi="Times New Roman" w:cs="Times New Roman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 51. Подпункт 1) пункта 1 постановления Правительства Республики Казахстан от 12 февраля 2013 года № 120 «О внесении изменений в постановления Правительства Республики Казахстан от 20 июля 2010 года № 745 «Об утверждении реестра государственных услуг, оказываемых физическим и юридическим лицам» и от 4 апреля 2011 года № 351 «Об утверждении стандарта государственной услуги «Государственная регистрация, перерегистрация и внесение изменений в регистрационное досье лекарственных средств, изделий медицинского назначения и медицинской техники» и внесении дополнения и изменений в постановление Правительства Республики Казахстан от 20 июля 2010 года № 745» (САПП Республики Казахстан, 2013 г., № 15, ст. 267).</w:t>
      </w:r>
      <w:r w:rsidRPr="00A855A1">
        <w:rPr>
          <w:rFonts w:ascii="Times New Roman" w:hAnsi="Times New Roman" w:cs="Times New Roman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 52. Подпункт 1) пункта 2 постановления Правительства Республики Казахстан от 13 февраля 2013 года № 129 «Об утверждении Правил субсидирования по возмещению ставки вознаграждения по кредитам (лизингу) на поддержку сельского хозяйства и внесении изменений в некоторые решения Правительства Республики Казахстан» (САПП Республики Казахстан, 2013 г., № 16, ст. 275).</w:t>
      </w:r>
      <w:r w:rsidRPr="00A855A1">
        <w:rPr>
          <w:rFonts w:ascii="Times New Roman" w:hAnsi="Times New Roman" w:cs="Times New Roman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 53. Подпункт 1) пункта 1 постановления Правительства Республики Казахстан от 20 февраля 2013 года № 156 «О внесении изменений в постановления Правительства Республики Казахстан от 20 июля 2010 года № 745 «Об утверждении реестра государственных услуг, оказываемых физическим и юридическим лицам» и от 8 октября 2012 года № 1262 «Об утверждении стандартов государственных услуг в сфере фармацевтической деятельности» (САПП Республики Казахстан, 2013 г., № 16, ст. 291).</w:t>
      </w:r>
      <w:r w:rsidRPr="00A855A1">
        <w:rPr>
          <w:rFonts w:ascii="Times New Roman" w:hAnsi="Times New Roman" w:cs="Times New Roman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 54. Подпункт 1) пункта 1 постановления Правительства Республики Казахстан от 20 февраля 2013 года № 157 «О внесении изменений в постановления Правительства Республики Казахстан от 20 июля 2010 года № 745 «Об утверждении реестра государственных услуг, оказываемых физическим и юридическим лицам» и от 23 мая 2011 года № 560 «Об утверждении стандарта государственной услуги «Государственная регистрация и перерегистрация продуктов детского питания, пищевых и биологически активных добавок к пище, генетически модифицированных объектов, красителей, средств дезинфекции, дезинсекции и дератизации, материалов и изделий, контактирующих с водой и продуктами питания, химических веществ, отдельных видов продукции и веществ, оказывающих вредное воздействие на здоровье человека» и внесении изменения и дополнений в постановление Правительства Республики Казахстан от 20 июля 2010 года № 745» (САПП Республики Казахстан, 2013 г., № 16, ст. 292).</w:t>
      </w:r>
      <w:r w:rsidRPr="00A855A1">
        <w:rPr>
          <w:rFonts w:ascii="Times New Roman" w:hAnsi="Times New Roman" w:cs="Times New Roman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 55. Подпункт 1) пункта 1 постановления Правительства Республики Казахстан от 20 февраля 2013 года № 158 «О внесении изменений в постановления Правительства Республики Казахстан от 20 июля 2010 года № 745 «Об утверждении реестра государственных услуг, оказываемых физическим и юридическим лицам» и от 10 сентября 2012 года № 1173 «Об утверждении стандартов государственных услуг в сфере медицинской деятельности» (САПП Республики Казахстан, 2013 г., № 16, ст. 293).</w:t>
      </w:r>
      <w:r w:rsidRPr="00A855A1">
        <w:rPr>
          <w:rFonts w:ascii="Times New Roman" w:hAnsi="Times New Roman" w:cs="Times New Roman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 56. Подпункт 1) пункта 2 постановления Правительства Республики Казахстан от 28 февраля 2013 года № 202 «Об утверждении Правил субсидирования систем управления производством и рынка сельскохозяйственной продукции и внесении изменений в некоторые решения Правительства Республики Казахстан» (САПП Республики Казахстан, 2013 г., № 18, ст. 315).</w:t>
      </w:r>
      <w:r w:rsidRPr="00A855A1">
        <w:rPr>
          <w:rFonts w:ascii="Times New Roman" w:hAnsi="Times New Roman" w:cs="Times New Roman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 57. Подпункт 1) пункта 1 постановления Правительства Республики Казахстан от 6 марта 2013 года № 222 «О внесении изменений в постановления Правительства Республики Казахстан от 20 июля 2010 года № 745 «Об утверждении реестра государственных услуг, оказываемых физическим и юридическим лицам» и от 8 октября 2012 года № 1271 «Об утверждении стандартов государственных услуг в сфере санитарно-эпидемиологического благополучия населения» (САПП Республики Казахстан, 2013 г., № 19, ст. 329).</w:t>
      </w:r>
      <w:r w:rsidRPr="00A855A1">
        <w:rPr>
          <w:rFonts w:ascii="Times New Roman" w:hAnsi="Times New Roman" w:cs="Times New Roman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 58. Постановление Правительства Республики Казахстан от 27 марта 2013 года № 283 «О внесении дополнений в постановление Правительства Республики Казахстан от 20 июля 2010 года № 745 «Об утверждении реестра государственных услуг, оказываемых физическим и юридическим лицам» (САПП Республики Казахстан, 2013 г., № 22, ст. 362).</w:t>
      </w:r>
      <w:r w:rsidRPr="00A855A1">
        <w:rPr>
          <w:rFonts w:ascii="Times New Roman" w:hAnsi="Times New Roman" w:cs="Times New Roman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 59. Пункт 1 изменений, которые вносятся в некоторые решения Правительства Республики Казахстан, утвержденных постановлением Правительства Республики Казахстан от 29 марта 2013 года № 309 «О внесении изменений в некоторые решения Правительства Республики Казахстан» (САПП Республики Казахстан, 2013 г., № 23, ст. 378).</w:t>
      </w:r>
      <w:r w:rsidRPr="00A855A1">
        <w:rPr>
          <w:rFonts w:ascii="Times New Roman" w:hAnsi="Times New Roman" w:cs="Times New Roman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 60. Пункт 2 постановления Правительства Республики Казахстан от 2 апреля 2013 года № 320 «Об утверждении стандартов государственных услуг в сфере религиозной деятельности и внесении дополнений в постановление Правительства Республики Казахстан от 20 июля 2010 года № 745 «Об утверждении реестра государственных услуг, оказываемых физическим и юридическим лицам» (САПП Республики Казахстан, 2013 г., № 24, ст. 385).</w:t>
      </w:r>
      <w:r w:rsidRPr="00A855A1">
        <w:rPr>
          <w:rFonts w:ascii="Times New Roman" w:hAnsi="Times New Roman" w:cs="Times New Roman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 61. Пункт 1 изменений и дополнений, которые вносятся в некоторые решения Правительства Республики Казахстан, утвержденных постановлением Правительства Республики Казахстан от 15 апреля 2013 года № 348 «О внесении изменений и дополнений в некоторые решения Правительства Республики Казахстан» (САПП Республики Казахстан, 2013 г., № 25, ст. 398).</w:t>
      </w:r>
      <w:r w:rsidRPr="00A855A1">
        <w:rPr>
          <w:rFonts w:ascii="Times New Roman" w:hAnsi="Times New Roman" w:cs="Times New Roman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 62. Подпункт 1) пункта 1 постановления Правительства Республики Казахстан от 19 апреля 2013 года № 378 «О внесении изменений в постановления Правительства Республики Казахстан от 20 июля 2010 года № 745 «Об утверждении реестра государственных услуг, оказываемых физическим и юридическим лицам» и от 22 августа 2012 года № 1068 «Об утверждении стандартов государственных услуг, оказываемых Министерством по чрезвычайным ситуациям Республики Казахстан» (САПП Республики Казахстан, 2013 г., № 26, ст. 416).</w:t>
      </w:r>
      <w:r w:rsidRPr="00A855A1">
        <w:rPr>
          <w:rFonts w:ascii="Times New Roman" w:hAnsi="Times New Roman" w:cs="Times New Roman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 63. Подпункт 2) пункта 1 постановления Правительства Республики Казахстан от 23 апреля 2013 года № 388 «О внесении изменений в постановления Правительства Республики Казахстан от 15 декабря 2009 года № 2121 «Об утверждении стандартов государственных услуг» и от 20 июля 2010 года № 745 «Об утверждении реестра государственных услуг, оказываемых физическим и юридическим лицам» (САПП Республики Казахстан, 2013 г., № 27, ст. 422).</w:t>
      </w:r>
      <w:r w:rsidRPr="00A855A1">
        <w:rPr>
          <w:rFonts w:ascii="Times New Roman" w:hAnsi="Times New Roman" w:cs="Times New Roman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 64. Пункт 1 изменений и дополнений, которые вносятся в некоторые решения Правительства Республики Казахстан, утвержденных постановлением Правительства Республики Казахстан от 24 апреля 2013 года № 391 «О внесении изменений и дополнений и признании утратившими силу некоторых решений Правительства Республики Казахстан по вопросам учета государственного имущества» (САПП Республики Казахстан, 2013 г., № 28, ст. 425).</w:t>
      </w:r>
      <w:r w:rsidRPr="00A855A1">
        <w:rPr>
          <w:rFonts w:ascii="Times New Roman" w:hAnsi="Times New Roman" w:cs="Times New Roman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 65. Пункт 3 изменений, которые вносятся в некоторые решения Правительства Республики Казахстан, утвержденных постановлением Правительства Республики Казахстан от 30 апреля 2013 года № 434 «О внесении изменений в некоторые решения Правительства Республики Казахстан» (САПП Республики Казахстан, 2013 г., № 29, ст. 452).</w:t>
      </w:r>
      <w:r w:rsidRPr="00A855A1">
        <w:rPr>
          <w:rFonts w:ascii="Times New Roman" w:hAnsi="Times New Roman" w:cs="Times New Roman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 66. Подпункт 2) пункта 1 постановления Правительства Республики Казахстан от 8 мая 2013 года № 473 «О внесении изменений в постановления Правительства Республики Казахстан от 29 декабря 2009 года № 2223 «Об утверждении стандартов государственных услуг Министерства обороны Республики Казахстан» и от 20 июля 2010 года № 745 «Об утверждении реестра государственных услуг, оказываемых физическим и юридическим лицам».</w:t>
      </w:r>
      <w:r w:rsidRPr="00A855A1">
        <w:rPr>
          <w:rFonts w:ascii="Times New Roman" w:hAnsi="Times New Roman" w:cs="Times New Roman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 67. Пункт 4 изменений, которые вносятся в некоторые решения Правительства Республики Казахстан, утвержденных постановлением Правительства Республики Казахстан от 15 мая 2013 года № 487 «О внесении изменений в некоторые решения Правительства Республики Казахстан».</w:t>
      </w:r>
      <w:r w:rsidRPr="00A855A1">
        <w:rPr>
          <w:rFonts w:ascii="Times New Roman" w:hAnsi="Times New Roman" w:cs="Times New Roman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 68. Пункт 4 изменений, которые вносятся в некоторые решения Правительства Республики Казахстан, утвержденных постановлением Правительства Республики Казахстан от 21 мая 2013 года № 507 «О внесении изменений в некоторые решения Правительства Республики Казахстан».</w:t>
      </w:r>
      <w:r w:rsidRPr="00A855A1">
        <w:rPr>
          <w:rFonts w:ascii="Times New Roman" w:hAnsi="Times New Roman" w:cs="Times New Roman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 69. Пункт 2 изменений и дополнений, которые вносятся в некоторые решения Правительства Республики Казахстан, утвержденных постановлением Правительства Республики Казахстан от 21 мая 2013 года № 508 «О внесении изменений и дополнений в некоторые решения Правительства Республики Казахстан».</w:t>
      </w:r>
      <w:r w:rsidRPr="00A855A1">
        <w:rPr>
          <w:rFonts w:ascii="Times New Roman" w:hAnsi="Times New Roman" w:cs="Times New Roman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 70. Постановление Правительства Республики Казахстан от 24 мая 2013 года № 513 «О внесении изменений и дополнений в постановление Правительства Республики Казахстан от 20 июля 2010 года № 745 «Об утверждении реестра государственных услуг, оказываемых физическим и юридическим лицам».</w:t>
      </w:r>
      <w:r w:rsidRPr="00A855A1">
        <w:rPr>
          <w:rFonts w:ascii="Times New Roman" w:hAnsi="Times New Roman" w:cs="Times New Roman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 71. Пункт 1 изменений и дополнений, которые вносятся в некоторые решения Правительства Республики Казахстан, утвержденных постановлением Правительства Республики Казахстан от 29 мая 2013 года № 533 «О внесении изменений и дополнений в некоторые решения Правительства Республики Казахстан».</w:t>
      </w:r>
      <w:r w:rsidRPr="00A855A1">
        <w:rPr>
          <w:rFonts w:ascii="Times New Roman" w:hAnsi="Times New Roman" w:cs="Times New Roman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 72. Пункт 2 изменений, которые вносятся в некоторые решения Правительства Республики Казахстан, утвержденных постановлением Правительства Республики Казахстан от 6 июня 2013 года № 580 «О внесении изменений в некоторые решения Правительства Республики Казахстан».</w:t>
      </w:r>
      <w:r w:rsidRPr="00A855A1">
        <w:rPr>
          <w:rFonts w:ascii="Times New Roman" w:hAnsi="Times New Roman" w:cs="Times New Roman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 73. Подпункт 1) пункта 1 постановления Правительства Республики Казахстан от 7 июня 2013 года № 587 «О внесении изменений в постановления Правительства Республики Казахстан от 20 июля 2010 года № 745 «Об утверждении реестра государственных услуг, оказываемых физическим и юридическим лицам» и от 31 августа 2012 года № 1129 «Об утверждении стандартов государственных услуг, оказываемых Министерством индустрии и новых технологий Республики Казахстан, в области технического регулирования и метрологии».</w:t>
      </w:r>
      <w:r w:rsidRPr="00A855A1">
        <w:rPr>
          <w:rFonts w:ascii="Times New Roman" w:hAnsi="Times New Roman" w:cs="Times New Roman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 74. Пункт 3 постановления Правительства Республики Казахстан от 10 июня 2013 года № 591 «О внесении изменений и дополнений в некоторые решения Правительства Республики Казахстан».</w:t>
      </w:r>
      <w:r w:rsidRPr="00A855A1">
        <w:rPr>
          <w:rFonts w:ascii="Times New Roman" w:hAnsi="Times New Roman" w:cs="Times New Roman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 75. Подпункт 2) пункта 1 постановления Правительства Республики Казахстан от 24 июня 2013 года № 647 «О внесении изменений в постановления Правительства Республики Казахстан от 15 декабря 2009 года № 2121 «Об утверждении стандартов государственных услуг» и от 20 июля 2010 года № 745 «Об утверждении реестра государственных услуг, оказываемых физическим и юридическим лицам».</w:t>
      </w:r>
      <w:r w:rsidRPr="00A855A1">
        <w:rPr>
          <w:rFonts w:ascii="Times New Roman" w:hAnsi="Times New Roman" w:cs="Times New Roman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 76. Подпункт 1) пункта 1 постановления Правительства Республики Казахстан от 9 июля 2013 года № 699 «О внесении изменений и дополнений в постановления Правительства Республики Казахстан от 20 июля 2010 года № 745 «Об утверждении реестра государственных услуг, оказываемых физическим и юридическим лицам» и от 31 августа 2012 года № 1119 «Об утверждении стандартов государственных услуг, оказываемых Министерством образования и науки Республики Казахстан, местными исполнительными органами в сфере образования и науки».</w:t>
      </w:r>
      <w:r w:rsidRPr="00A855A1">
        <w:rPr>
          <w:rFonts w:ascii="Times New Roman" w:hAnsi="Times New Roman" w:cs="Times New Roman"/>
        </w:rPr>
        <w:br/>
      </w:r>
      <w:r w:rsidRPr="00A855A1">
        <w:rPr>
          <w:rFonts w:ascii="Times New Roman" w:hAnsi="Times New Roman" w:cs="Times New Roman"/>
          <w:color w:val="000000"/>
          <w:sz w:val="20"/>
        </w:rPr>
        <w:t>      77. Пункт 2 постановления Правительства Республики Казахстан от 23 июля 2013 года № 734 «Об утверждении Правил выдачи пропусков на въезд в пограничную зону иностранцам и лицам без гражданства и изменений и дополнений, которые вносятся в некоторые решения Правительства Республики Казахстан».</w:t>
      </w:r>
    </w:p>
    <w:p w:rsidR="00F711CA" w:rsidRPr="00A855A1" w:rsidRDefault="00F711CA" w:rsidP="00A855A1">
      <w:pPr>
        <w:spacing w:after="0"/>
      </w:pPr>
    </w:p>
    <w:sectPr w:rsidR="00F711CA" w:rsidRPr="00A855A1" w:rsidSect="009137C9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37C9"/>
    <w:rsid w:val="009137C9"/>
    <w:rsid w:val="00A855A1"/>
    <w:rsid w:val="00CA4B54"/>
    <w:rsid w:val="00E57539"/>
    <w:rsid w:val="00F71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onsolas" w:hAnsi="Consolas" w:cs="Consolas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keepLines/>
      <w:spacing w:before="480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keepLines/>
      <w:spacing w:before="200"/>
      <w:outlineLvl w:val="1"/>
    </w:p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keepLines/>
      <w:spacing w:before="200"/>
      <w:outlineLvl w:val="2"/>
    </w:p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keepLines/>
      <w:spacing w:before="200"/>
      <w:outlineLvl w:val="3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onsolas" w:eastAsia="Times New Roman" w:hAnsi="Consolas" w:cs="Consolas"/>
    </w:rPr>
  </w:style>
  <w:style w:type="character" w:customStyle="1" w:styleId="Heading2Char">
    <w:name w:val="Heading 2 Char"/>
    <w:basedOn w:val="DefaultParagraphFont"/>
    <w:link w:val="Heading2"/>
    <w:uiPriority w:val="99"/>
    <w:locked/>
    <w:rPr>
      <w:rFonts w:ascii="Consolas" w:eastAsia="Times New Roman" w:hAnsi="Consolas" w:cs="Consolas"/>
    </w:rPr>
  </w:style>
  <w:style w:type="character" w:customStyle="1" w:styleId="Heading3Char">
    <w:name w:val="Heading 3 Char"/>
    <w:basedOn w:val="DefaultParagraphFont"/>
    <w:link w:val="Heading3"/>
    <w:uiPriority w:val="99"/>
    <w:locked/>
    <w:rPr>
      <w:rFonts w:ascii="Consolas" w:eastAsia="Times New Roman" w:hAnsi="Consolas" w:cs="Consolas"/>
    </w:rPr>
  </w:style>
  <w:style w:type="character" w:customStyle="1" w:styleId="Heading4Char">
    <w:name w:val="Heading 4 Char"/>
    <w:basedOn w:val="DefaultParagraphFont"/>
    <w:link w:val="Heading4"/>
    <w:uiPriority w:val="99"/>
    <w:locked/>
    <w:rPr>
      <w:rFonts w:ascii="Consolas" w:eastAsia="Times New Roman" w:hAnsi="Consolas" w:cs="Consolas"/>
    </w:rPr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Pr>
      <w:rFonts w:ascii="Consolas" w:eastAsia="Times New Roman" w:hAnsi="Consolas" w:cs="Consolas"/>
    </w:rPr>
  </w:style>
  <w:style w:type="paragraph" w:styleId="NormalIndent">
    <w:name w:val="Normal Indent"/>
    <w:basedOn w:val="Normal"/>
    <w:uiPriority w:val="99"/>
    <w:pPr>
      <w:ind w:left="720"/>
    </w:pPr>
  </w:style>
  <w:style w:type="paragraph" w:styleId="Subtitle">
    <w:name w:val="Subtitle"/>
    <w:basedOn w:val="Normal"/>
    <w:next w:val="Normal"/>
    <w:link w:val="SubtitleChar"/>
    <w:uiPriority w:val="99"/>
    <w:qFormat/>
    <w:pPr>
      <w:numPr>
        <w:ilvl w:val="1"/>
      </w:numPr>
      <w:ind w:left="86"/>
    </w:p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onsolas" w:eastAsia="Times New Roman" w:hAnsi="Consolas" w:cs="Consolas"/>
    </w:rPr>
  </w:style>
  <w:style w:type="paragraph" w:styleId="Title">
    <w:name w:val="Title"/>
    <w:basedOn w:val="Normal"/>
    <w:next w:val="Normal"/>
    <w:link w:val="TitleChar"/>
    <w:uiPriority w:val="99"/>
    <w:qFormat/>
    <w:pPr>
      <w:pBdr>
        <w:bottom w:val="single" w:sz="8" w:space="4" w:color="4F81BD"/>
      </w:pBdr>
      <w:spacing w:after="300"/>
      <w:contextualSpacing/>
    </w:p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onsolas" w:eastAsia="Times New Roman" w:hAnsi="Consolas" w:cs="Consolas"/>
    </w:rPr>
  </w:style>
  <w:style w:type="character" w:styleId="Emphasis">
    <w:name w:val="Emphasis"/>
    <w:basedOn w:val="DefaultParagraphFont"/>
    <w:uiPriority w:val="99"/>
    <w:qFormat/>
    <w:rPr>
      <w:rFonts w:ascii="Consolas" w:eastAsia="Times New Roman" w:hAnsi="Consolas" w:cs="Consolas"/>
    </w:rPr>
  </w:style>
  <w:style w:type="character" w:styleId="Hyperlink">
    <w:name w:val="Hyperlink"/>
    <w:basedOn w:val="DefaultParagraphFont"/>
    <w:uiPriority w:val="99"/>
    <w:rsid w:val="009137C9"/>
    <w:rPr>
      <w:rFonts w:ascii="Consolas" w:eastAsia="Times New Roman" w:hAnsi="Consolas" w:cs="Consolas"/>
    </w:rPr>
  </w:style>
  <w:style w:type="table" w:styleId="TableGrid">
    <w:name w:val="Table Grid"/>
    <w:basedOn w:val="TableNormal"/>
    <w:uiPriority w:val="99"/>
    <w:rsid w:val="009137C9"/>
    <w:rPr>
      <w:rFonts w:ascii="Consolas" w:hAnsi="Consolas" w:cs="Consolas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isclaimer">
    <w:name w:val="disclaimer"/>
    <w:basedOn w:val="Normal"/>
    <w:uiPriority w:val="99"/>
    <w:rsid w:val="009137C9"/>
    <w:pPr>
      <w:jc w:val="center"/>
    </w:pPr>
    <w:rPr>
      <w:sz w:val="18"/>
      <w:szCs w:val="18"/>
    </w:rPr>
  </w:style>
  <w:style w:type="paragraph" w:customStyle="1" w:styleId="DocDefaults">
    <w:name w:val="DocDefaults"/>
    <w:uiPriority w:val="99"/>
    <w:rsid w:val="009137C9"/>
    <w:pPr>
      <w:spacing w:after="200" w:line="276" w:lineRule="auto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174</Pages>
  <Words>-32766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KKorsunova</cp:lastModifiedBy>
  <cp:revision>2</cp:revision>
  <dcterms:created xsi:type="dcterms:W3CDTF">2013-12-12T05:04:00Z</dcterms:created>
  <dcterms:modified xsi:type="dcterms:W3CDTF">2013-12-12T05:06:00Z</dcterms:modified>
</cp:coreProperties>
</file>